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B24" w:rsidRDefault="0000249F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233" name="Afbeelding 233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logo-ck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234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B24" w:rsidRDefault="0000249F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257175</wp:posOffset>
                </wp:positionV>
                <wp:extent cx="3024505" cy="414655"/>
                <wp:effectExtent l="0" t="4445" r="0" b="0"/>
                <wp:wrapNone/>
                <wp:docPr id="42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B24" w:rsidRPr="00F16907" w:rsidRDefault="00B03B24" w:rsidP="00B03B24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 w:rsidRPr="00F16907"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B03B24" w:rsidRDefault="00B03B24" w:rsidP="00B03B24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B03B24" w:rsidRPr="00E136CC" w:rsidRDefault="00B03B24" w:rsidP="00B03B24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B03B24" w:rsidRDefault="00B03B24" w:rsidP="00B03B24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B03B24" w:rsidRDefault="00B03B24" w:rsidP="00B03B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5" o:spid="_x0000_s1026" type="#_x0000_t202" style="position:absolute;left:0;text-align:left;margin-left:217.75pt;margin-top:20.25pt;width:238.15pt;height:32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0mcuAIAALw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" filled="f" stroked="f">
                <v:textbox>
                  <w:txbxContent>
                    <w:p w:rsidR="00B03B24" w:rsidRPr="00F16907" w:rsidRDefault="00B03B24" w:rsidP="00B03B24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 w:rsidRPr="00F16907"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B03B24" w:rsidRDefault="00B03B24" w:rsidP="00B03B24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B03B24" w:rsidRPr="00E136CC" w:rsidRDefault="00B03B24" w:rsidP="00B03B24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B03B24" w:rsidRDefault="00B03B24" w:rsidP="00B03B24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B03B24" w:rsidRDefault="00B03B24" w:rsidP="00B03B24"/>
                  </w:txbxContent>
                </v:textbox>
              </v:shape>
            </w:pict>
          </mc:Fallback>
        </mc:AlternateContent>
      </w: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B03B24" w:rsidRDefault="0000249F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87630</wp:posOffset>
            </wp:positionV>
            <wp:extent cx="1676400" cy="478790"/>
            <wp:effectExtent l="0" t="0" r="0" b="0"/>
            <wp:wrapNone/>
            <wp:docPr id="236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83325">
        <w:rPr>
          <w:rFonts w:ascii="Arial" w:hAnsi="Arial" w:cs="Arial"/>
          <w:b/>
          <w:sz w:val="40"/>
          <w:szCs w:val="40"/>
        </w:rPr>
        <w:t xml:space="preserve">Vragenlijst </w:t>
      </w:r>
    </w:p>
    <w:p w:rsidR="00B03B24" w:rsidRPr="00283325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B03B24" w:rsidRPr="00283325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83325">
        <w:rPr>
          <w:rFonts w:ascii="Arial" w:hAnsi="Arial" w:cs="Arial"/>
          <w:b/>
          <w:sz w:val="40"/>
          <w:szCs w:val="40"/>
        </w:rPr>
        <w:t xml:space="preserve">Ervaringen met de </w:t>
      </w:r>
      <w:r>
        <w:rPr>
          <w:rFonts w:ascii="Arial" w:hAnsi="Arial" w:cs="Arial"/>
          <w:b/>
          <w:sz w:val="40"/>
          <w:szCs w:val="40"/>
        </w:rPr>
        <w:t>maatschappelijke opvang, vrouwenopvang en zwerfjongerenopvang</w:t>
      </w: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B03B24" w:rsidRPr="004A3BAB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4A3BAB">
        <w:rPr>
          <w:rFonts w:ascii="Arial" w:hAnsi="Arial" w:cs="Arial"/>
          <w:i/>
          <w:sz w:val="32"/>
          <w:szCs w:val="32"/>
        </w:rPr>
        <w:t xml:space="preserve">Bestemd voor </w:t>
      </w:r>
      <w:r>
        <w:rPr>
          <w:rFonts w:ascii="Arial" w:hAnsi="Arial" w:cs="Arial"/>
          <w:i/>
          <w:sz w:val="32"/>
          <w:szCs w:val="32"/>
        </w:rPr>
        <w:t>personen die hulp krijgen van de maatschappelijke opvang, vrouwen- of zwerfjongerenopvang</w:t>
      </w: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B03B24" w:rsidRPr="003D0E8D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B03B24" w:rsidRPr="00283325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83325">
        <w:rPr>
          <w:rFonts w:ascii="Arial" w:hAnsi="Arial" w:cs="Arial"/>
          <w:sz w:val="32"/>
          <w:szCs w:val="32"/>
        </w:rPr>
        <w:t xml:space="preserve">CQ-index </w:t>
      </w:r>
      <w:r>
        <w:rPr>
          <w:rFonts w:ascii="Arial" w:hAnsi="Arial" w:cs="Arial"/>
          <w:sz w:val="32"/>
          <w:szCs w:val="32"/>
        </w:rPr>
        <w:t>Opvang (niet-ambulant)</w:t>
      </w:r>
    </w:p>
    <w:p w:rsidR="00B03B24" w:rsidRPr="00283325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B03B24" w:rsidRPr="00283325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83325">
        <w:rPr>
          <w:rFonts w:ascii="Arial" w:hAnsi="Arial" w:cs="Arial"/>
          <w:sz w:val="32"/>
          <w:szCs w:val="32"/>
        </w:rPr>
        <w:t xml:space="preserve">Versie </w:t>
      </w:r>
      <w:r>
        <w:rPr>
          <w:rFonts w:ascii="Arial" w:hAnsi="Arial" w:cs="Arial"/>
          <w:sz w:val="32"/>
          <w:szCs w:val="32"/>
        </w:rPr>
        <w:t>2</w:t>
      </w:r>
      <w:r w:rsidRPr="0028332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0</w:t>
      </w: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B03B24" w:rsidRPr="006E00A1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B03B24" w:rsidRPr="006E00A1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B03B24" w:rsidRPr="006E00A1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B03B24" w:rsidRPr="0024109D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14307E" w:rsidRPr="00192630" w:rsidRDefault="00B03B24" w:rsidP="0014307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4"/>
          <w:szCs w:val="24"/>
        </w:rPr>
      </w:pPr>
      <w:r w:rsidRPr="00D907B5">
        <w:rPr>
          <w:rFonts w:ascii="Arial" w:hAnsi="Arial" w:cs="Arial"/>
          <w:b/>
          <w:bCs/>
          <w:szCs w:val="22"/>
        </w:rPr>
        <w:t xml:space="preserve">De vragenlijst is ontwikkeld door </w:t>
      </w:r>
      <w:r w:rsidR="0014307E" w:rsidRPr="0014307E">
        <w:rPr>
          <w:rFonts w:ascii="Arial" w:hAnsi="Arial" w:cs="Arial"/>
          <w:b/>
          <w:szCs w:val="22"/>
        </w:rPr>
        <w:t>Beijersbergen &amp; Wolf</w:t>
      </w:r>
      <w:r w:rsidR="0014307E">
        <w:rPr>
          <w:rFonts w:ascii="Arial" w:hAnsi="Arial" w:cs="Arial"/>
          <w:b/>
          <w:szCs w:val="22"/>
        </w:rPr>
        <w:t xml:space="preserve"> van</w:t>
      </w:r>
    </w:p>
    <w:p w:rsidR="00B03B24" w:rsidRPr="0024109D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het </w:t>
      </w:r>
      <w:r w:rsidRPr="00D907B5">
        <w:rPr>
          <w:rFonts w:ascii="Arial" w:hAnsi="Arial" w:cs="Arial"/>
          <w:b/>
          <w:bCs/>
          <w:szCs w:val="22"/>
        </w:rPr>
        <w:t xml:space="preserve">Onderzoekscentrum </w:t>
      </w:r>
      <w:r>
        <w:rPr>
          <w:rFonts w:ascii="Arial" w:hAnsi="Arial" w:cs="Arial"/>
          <w:b/>
          <w:bCs/>
          <w:szCs w:val="22"/>
        </w:rPr>
        <w:t>m</w:t>
      </w:r>
      <w:r w:rsidRPr="00D907B5">
        <w:rPr>
          <w:rFonts w:ascii="Arial" w:hAnsi="Arial" w:cs="Arial"/>
          <w:b/>
          <w:bCs/>
          <w:szCs w:val="22"/>
        </w:rPr>
        <w:t xml:space="preserve">aatschappelijke </w:t>
      </w:r>
      <w:r>
        <w:rPr>
          <w:rFonts w:ascii="Arial" w:hAnsi="Arial" w:cs="Arial"/>
          <w:b/>
          <w:bCs/>
          <w:szCs w:val="22"/>
        </w:rPr>
        <w:t>z</w:t>
      </w:r>
      <w:r w:rsidRPr="00D907B5">
        <w:rPr>
          <w:rFonts w:ascii="Arial" w:hAnsi="Arial" w:cs="Arial"/>
          <w:b/>
          <w:bCs/>
          <w:szCs w:val="22"/>
        </w:rPr>
        <w:t>org (O</w:t>
      </w:r>
      <w:r>
        <w:rPr>
          <w:rFonts w:ascii="Arial" w:hAnsi="Arial" w:cs="Arial"/>
          <w:b/>
          <w:bCs/>
          <w:szCs w:val="22"/>
        </w:rPr>
        <w:t>mz</w:t>
      </w:r>
      <w:r w:rsidRPr="00D907B5">
        <w:rPr>
          <w:rFonts w:ascii="Arial" w:hAnsi="Arial" w:cs="Arial"/>
          <w:b/>
          <w:bCs/>
          <w:szCs w:val="22"/>
        </w:rPr>
        <w:t>)</w:t>
      </w:r>
      <w:r w:rsidR="0014307E">
        <w:rPr>
          <w:rFonts w:ascii="Arial" w:hAnsi="Arial" w:cs="Arial"/>
          <w:b/>
          <w:bCs/>
          <w:szCs w:val="22"/>
        </w:rPr>
        <w:t>. Het Omz is onderdeel</w:t>
      </w:r>
      <w:r w:rsidRPr="00D907B5">
        <w:rPr>
          <w:rFonts w:ascii="Arial" w:hAnsi="Arial" w:cs="Arial"/>
          <w:b/>
          <w:bCs/>
          <w:szCs w:val="22"/>
        </w:rPr>
        <w:t xml:space="preserve"> van het UMC St Radboud.</w:t>
      </w:r>
    </w:p>
    <w:p w:rsidR="00B03B24" w:rsidRPr="0024109D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B03B24" w:rsidRDefault="00B03B24" w:rsidP="00B03B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24109D">
        <w:rPr>
          <w:rFonts w:ascii="Arial" w:hAnsi="Arial" w:cs="Arial"/>
          <w:szCs w:val="22"/>
        </w:rPr>
        <w:t>Het basisontwerp van de CQI meetinstrumenten is ontwikkeld door h</w:t>
      </w:r>
      <w:r>
        <w:rPr>
          <w:rFonts w:ascii="Arial" w:hAnsi="Arial" w:cs="Arial"/>
          <w:szCs w:val="22"/>
        </w:rPr>
        <w:t xml:space="preserve">et NIVEL </w:t>
      </w:r>
      <w:r w:rsidRPr="0024109D">
        <w:rPr>
          <w:rFonts w:ascii="Arial" w:hAnsi="Arial" w:cs="Arial"/>
          <w:szCs w:val="22"/>
        </w:rPr>
        <w:t>in samenwerking met de afdeling Sociale Geneeskunde van het AMC.</w:t>
      </w:r>
    </w:p>
    <w:p w:rsidR="00B03B24" w:rsidRDefault="00B03B24" w:rsidP="00B03B24"/>
    <w:p w:rsidR="003E0DD7" w:rsidRPr="00AB023D" w:rsidRDefault="00B03B24" w:rsidP="003E0DD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3E0DD7" w:rsidRDefault="003E0DD7" w:rsidP="003E0DD7">
      <w:pPr>
        <w:rPr>
          <w:rFonts w:ascii="Arial" w:hAnsi="Arial" w:cs="Arial"/>
          <w:b/>
          <w:szCs w:val="22"/>
          <w:u w:val="single"/>
        </w:rPr>
      </w:pP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  <w:u w:val="single"/>
        </w:rPr>
      </w:pPr>
      <w:r w:rsidRPr="00FB5BB2">
        <w:rPr>
          <w:rFonts w:ascii="Arial" w:hAnsi="Arial" w:cs="Arial"/>
          <w:b/>
          <w:szCs w:val="22"/>
          <w:u w:val="single"/>
        </w:rPr>
        <w:t>Waarom krijgt u deze vragenlijst?</w:t>
      </w: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U krijgt </w:t>
      </w:r>
      <w:r>
        <w:rPr>
          <w:rFonts w:ascii="Arial" w:hAnsi="Arial" w:cs="Arial"/>
          <w:szCs w:val="22"/>
        </w:rPr>
        <w:t xml:space="preserve">opvang en </w:t>
      </w:r>
      <w:r w:rsidRPr="00FB5BB2">
        <w:rPr>
          <w:rFonts w:ascii="Arial" w:hAnsi="Arial" w:cs="Arial"/>
          <w:szCs w:val="22"/>
        </w:rPr>
        <w:t xml:space="preserve">hulp vanuit </w:t>
      </w:r>
      <w:r w:rsidR="00326909" w:rsidRPr="00326909">
        <w:rPr>
          <w:rFonts w:ascii="Arial" w:hAnsi="Arial"/>
          <w:color w:val="00B0F0"/>
          <w:szCs w:val="24"/>
        </w:rPr>
        <w:t>&lt;naam voorziening&gt;.</w:t>
      </w:r>
      <w:r w:rsidR="00326909">
        <w:rPr>
          <w:rFonts w:ascii="Arial" w:hAnsi="Arial"/>
          <w:color w:val="00B0F0"/>
          <w:szCs w:val="24"/>
        </w:rPr>
        <w:t xml:space="preserve"> </w:t>
      </w:r>
      <w:r w:rsidR="00326909" w:rsidRPr="00326909">
        <w:rPr>
          <w:rFonts w:ascii="Arial" w:hAnsi="Arial"/>
          <w:szCs w:val="24"/>
        </w:rPr>
        <w:t>D</w:t>
      </w:r>
      <w:r>
        <w:rPr>
          <w:rFonts w:ascii="Arial" w:hAnsi="Arial" w:cs="Arial"/>
          <w:szCs w:val="22"/>
        </w:rPr>
        <w:t xml:space="preserve">e instelling </w:t>
      </w:r>
      <w:r w:rsidRPr="00FB5BB2">
        <w:rPr>
          <w:rFonts w:ascii="Arial" w:hAnsi="Arial" w:cs="Arial"/>
          <w:szCs w:val="22"/>
        </w:rPr>
        <w:t xml:space="preserve">wil graag weten wat u hiervan vindt. Hierdoor horen </w:t>
      </w:r>
      <w:r>
        <w:rPr>
          <w:rFonts w:ascii="Arial" w:hAnsi="Arial" w:cs="Arial"/>
          <w:szCs w:val="22"/>
        </w:rPr>
        <w:t>voorzieningen</w:t>
      </w:r>
      <w:r w:rsidRPr="00FB5BB2">
        <w:rPr>
          <w:rFonts w:ascii="Arial" w:hAnsi="Arial" w:cs="Arial"/>
          <w:szCs w:val="22"/>
        </w:rPr>
        <w:t xml:space="preserve"> wat er goed gaat. En wat ze beter kunnen doen. </w:t>
      </w: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Uw antwoorden zijn </w:t>
      </w:r>
      <w:r w:rsidRPr="00FB5BB2">
        <w:rPr>
          <w:rFonts w:ascii="Arial" w:hAnsi="Arial" w:cs="Arial"/>
          <w:b/>
          <w:szCs w:val="22"/>
        </w:rPr>
        <w:t xml:space="preserve">anoniem </w:t>
      </w:r>
      <w:r w:rsidRPr="00FB5BB2">
        <w:rPr>
          <w:rFonts w:ascii="Arial" w:hAnsi="Arial" w:cs="Arial"/>
          <w:szCs w:val="22"/>
        </w:rPr>
        <w:t xml:space="preserve">en </w:t>
      </w:r>
      <w:r w:rsidRPr="00FB5BB2">
        <w:rPr>
          <w:rFonts w:ascii="Arial" w:hAnsi="Arial" w:cs="Arial"/>
          <w:b/>
          <w:szCs w:val="22"/>
        </w:rPr>
        <w:t>vertrouwelijk</w:t>
      </w:r>
      <w:r w:rsidRPr="00FB5BB2">
        <w:rPr>
          <w:rFonts w:ascii="Arial" w:hAnsi="Arial" w:cs="Arial"/>
          <w:szCs w:val="22"/>
        </w:rPr>
        <w:t xml:space="preserve">: u hoeft nergens uw naam op te schrijven. </w:t>
      </w:r>
      <w:r w:rsidR="00326909" w:rsidRPr="00326909">
        <w:rPr>
          <w:rFonts w:ascii="Arial" w:hAnsi="Arial"/>
          <w:color w:val="00B0F0"/>
          <w:szCs w:val="24"/>
        </w:rPr>
        <w:t>&lt;naam voorziening&gt;</w:t>
      </w:r>
      <w:r w:rsidR="00326909" w:rsidRPr="00326909">
        <w:rPr>
          <w:rFonts w:ascii="Arial" w:hAnsi="Arial"/>
          <w:szCs w:val="24"/>
        </w:rPr>
        <w:t xml:space="preserve"> </w:t>
      </w:r>
      <w:r w:rsidRPr="00FB5BB2">
        <w:rPr>
          <w:rFonts w:ascii="Arial" w:hAnsi="Arial" w:cs="Arial"/>
          <w:szCs w:val="22"/>
        </w:rPr>
        <w:t xml:space="preserve"> komt dus ook niet te weten wat u heeft geantwoord</w:t>
      </w:r>
      <w:r w:rsidRPr="00FB5BB2">
        <w:rPr>
          <w:rFonts w:ascii="Arial" w:hAnsi="Arial" w:cs="Arial"/>
          <w:bCs/>
          <w:szCs w:val="22"/>
        </w:rPr>
        <w:t>.</w:t>
      </w: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  <w:u w:val="single"/>
        </w:rPr>
      </w:pPr>
      <w:r w:rsidRPr="00FB5BB2">
        <w:rPr>
          <w:rFonts w:ascii="Arial" w:hAnsi="Arial" w:cs="Arial"/>
          <w:b/>
          <w:szCs w:val="22"/>
          <w:u w:val="single"/>
        </w:rPr>
        <w:t>Waarover gaan de vragen?</w:t>
      </w:r>
    </w:p>
    <w:p w:rsidR="003E0DD7" w:rsidRPr="00A0480A" w:rsidRDefault="003E0DD7" w:rsidP="003E0DD7">
      <w:pPr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ind w:left="360"/>
        <w:rPr>
          <w:rFonts w:ascii="Arial" w:hAnsi="Arial" w:cs="Arial"/>
          <w:szCs w:val="22"/>
        </w:rPr>
      </w:pPr>
      <w:r w:rsidRPr="00A0480A">
        <w:rPr>
          <w:rFonts w:ascii="Arial" w:hAnsi="Arial" w:cs="Arial"/>
          <w:szCs w:val="22"/>
        </w:rPr>
        <w:t xml:space="preserve">Deze vragenlijst gaat over </w:t>
      </w:r>
      <w:r>
        <w:rPr>
          <w:rFonts w:ascii="Arial" w:hAnsi="Arial" w:cs="Arial"/>
          <w:b/>
          <w:szCs w:val="22"/>
        </w:rPr>
        <w:t xml:space="preserve">de opvang en </w:t>
      </w:r>
      <w:r w:rsidRPr="00A0480A">
        <w:rPr>
          <w:rFonts w:ascii="Arial" w:hAnsi="Arial" w:cs="Arial"/>
          <w:b/>
          <w:szCs w:val="22"/>
        </w:rPr>
        <w:t xml:space="preserve">hulp vanuit </w:t>
      </w:r>
      <w:r w:rsidR="00326909" w:rsidRPr="00326909">
        <w:rPr>
          <w:rFonts w:ascii="Arial" w:hAnsi="Arial"/>
          <w:color w:val="00B0F0"/>
          <w:szCs w:val="24"/>
        </w:rPr>
        <w:t>&lt;naam voorziening&gt;</w:t>
      </w:r>
      <w:r w:rsidRPr="00A0480A">
        <w:rPr>
          <w:rFonts w:ascii="Arial" w:hAnsi="Arial" w:cs="Arial"/>
          <w:b/>
          <w:szCs w:val="22"/>
        </w:rPr>
        <w:t>.</w:t>
      </w:r>
      <w:r w:rsidRPr="00A0480A">
        <w:rPr>
          <w:rFonts w:ascii="Arial" w:hAnsi="Arial" w:cs="Arial"/>
          <w:szCs w:val="22"/>
        </w:rPr>
        <w:t xml:space="preserve"> Misschien krijgt u ook hulp van andere instanties, bijvoorbeeld van de geestelijke gezondheidszorg of een rechtswinkel. Als vragen over deze hulp gaan, staat dat erbij. </w:t>
      </w:r>
    </w:p>
    <w:p w:rsidR="003E0DD7" w:rsidRPr="00FB5BB2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3E0DD7" w:rsidRPr="00FB5BB2" w:rsidRDefault="003E0DD7" w:rsidP="003E0DD7">
      <w:pPr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 xml:space="preserve">De meeste vragen gaan over de </w:t>
      </w:r>
      <w:r w:rsidRPr="00FB5BB2">
        <w:rPr>
          <w:rFonts w:ascii="Arial" w:hAnsi="Arial" w:cs="Arial"/>
          <w:b/>
          <w:szCs w:val="22"/>
        </w:rPr>
        <w:t>afgelopen 6 maanden</w:t>
      </w:r>
      <w:r w:rsidRPr="00FB5BB2">
        <w:rPr>
          <w:rFonts w:ascii="Arial" w:hAnsi="Arial" w:cs="Arial"/>
          <w:szCs w:val="22"/>
        </w:rPr>
        <w:t xml:space="preserve">. Krijgt u </w:t>
      </w:r>
      <w:r w:rsidRPr="00FB5BB2">
        <w:rPr>
          <w:rFonts w:ascii="Arial" w:hAnsi="Arial" w:cs="Arial"/>
          <w:b/>
          <w:szCs w:val="22"/>
        </w:rPr>
        <w:t>korter</w:t>
      </w:r>
      <w:r w:rsidRPr="00FB5BB2">
        <w:rPr>
          <w:rFonts w:ascii="Arial" w:hAnsi="Arial" w:cs="Arial"/>
          <w:szCs w:val="22"/>
        </w:rPr>
        <w:t xml:space="preserve"> dan 6 maanden opvang en hulp vanuit </w:t>
      </w:r>
      <w:r w:rsidR="00326909" w:rsidRPr="00326909">
        <w:rPr>
          <w:rFonts w:ascii="Arial" w:hAnsi="Arial"/>
          <w:color w:val="00B0F0"/>
          <w:szCs w:val="24"/>
        </w:rPr>
        <w:t>&lt;naam voorziening&gt;</w:t>
      </w:r>
      <w:r w:rsidRPr="00FB5BB2">
        <w:rPr>
          <w:rFonts w:ascii="Arial" w:hAnsi="Arial" w:cs="Arial"/>
          <w:szCs w:val="22"/>
        </w:rPr>
        <w:t xml:space="preserve">? </w:t>
      </w:r>
      <w:r w:rsidRPr="00FB5BB2">
        <w:rPr>
          <w:rFonts w:ascii="Arial" w:hAnsi="Arial" w:cs="Arial"/>
          <w:b/>
          <w:szCs w:val="22"/>
        </w:rPr>
        <w:t>Beantwoordt</w:t>
      </w:r>
      <w:r w:rsidRPr="00FB5BB2">
        <w:rPr>
          <w:rFonts w:ascii="Arial" w:hAnsi="Arial" w:cs="Arial"/>
          <w:szCs w:val="22"/>
        </w:rPr>
        <w:t xml:space="preserve"> de vragen dan </w:t>
      </w:r>
      <w:r w:rsidRPr="00FB5BB2">
        <w:rPr>
          <w:rFonts w:ascii="Arial" w:hAnsi="Arial" w:cs="Arial"/>
          <w:b/>
          <w:szCs w:val="22"/>
        </w:rPr>
        <w:t>voor die kortere tijd</w:t>
      </w:r>
      <w:r w:rsidRPr="00FB5BB2">
        <w:rPr>
          <w:rFonts w:ascii="Arial" w:hAnsi="Arial" w:cs="Arial"/>
          <w:szCs w:val="22"/>
        </w:rPr>
        <w:t>.</w:t>
      </w:r>
    </w:p>
    <w:p w:rsidR="003E0DD7" w:rsidRPr="00FB5BB2" w:rsidRDefault="003E0DD7" w:rsidP="003E0DD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16"/>
          <w:szCs w:val="16"/>
        </w:rPr>
      </w:pPr>
    </w:p>
    <w:p w:rsidR="003E0DD7" w:rsidRDefault="003E0DD7" w:rsidP="003E0DD7">
      <w:pPr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360"/>
        </w:tabs>
        <w:ind w:left="360"/>
        <w:rPr>
          <w:rFonts w:ascii="Arial" w:hAnsi="Arial" w:cs="Arial"/>
          <w:szCs w:val="22"/>
        </w:rPr>
      </w:pPr>
      <w:r w:rsidRPr="00FB5BB2">
        <w:rPr>
          <w:rFonts w:ascii="Arial" w:hAnsi="Arial" w:cs="Arial"/>
          <w:szCs w:val="22"/>
        </w:rPr>
        <w:t>Staat er in de vragenlijst het woord ‘</w:t>
      </w:r>
      <w:r w:rsidRPr="003E0DD7">
        <w:rPr>
          <w:rFonts w:ascii="Arial" w:hAnsi="Arial" w:cs="Arial"/>
          <w:b/>
          <w:szCs w:val="22"/>
        </w:rPr>
        <w:t>voorziening</w:t>
      </w:r>
      <w:r w:rsidRPr="00FB5BB2">
        <w:rPr>
          <w:rFonts w:ascii="Arial" w:hAnsi="Arial" w:cs="Arial"/>
          <w:b/>
          <w:szCs w:val="22"/>
        </w:rPr>
        <w:t>’</w:t>
      </w:r>
      <w:r w:rsidRPr="00FB5BB2">
        <w:rPr>
          <w:rFonts w:ascii="Arial" w:hAnsi="Arial" w:cs="Arial"/>
          <w:szCs w:val="22"/>
        </w:rPr>
        <w:t xml:space="preserve">? Dan bedoelen we </w:t>
      </w:r>
      <w:r w:rsidR="00326909" w:rsidRPr="00326909">
        <w:rPr>
          <w:rFonts w:ascii="Arial" w:hAnsi="Arial"/>
          <w:color w:val="00B0F0"/>
          <w:szCs w:val="24"/>
        </w:rPr>
        <w:t>&lt;naam voorziening&gt;</w:t>
      </w:r>
      <w:r w:rsidR="00326909">
        <w:rPr>
          <w:rFonts w:ascii="Arial" w:hAnsi="Arial"/>
          <w:color w:val="00B0F0"/>
          <w:szCs w:val="24"/>
        </w:rPr>
        <w:t>.</w:t>
      </w:r>
      <w:r w:rsidR="00326909" w:rsidRPr="00326909">
        <w:rPr>
          <w:rFonts w:ascii="Arial" w:hAnsi="Arial"/>
          <w:szCs w:val="24"/>
        </w:rPr>
        <w:t xml:space="preserve"> </w:t>
      </w:r>
    </w:p>
    <w:p w:rsidR="003E0DD7" w:rsidRDefault="003E0DD7" w:rsidP="003E0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</w:p>
    <w:p w:rsidR="003E0DD7" w:rsidRDefault="003E0DD7" w:rsidP="003E0DD7">
      <w:pPr>
        <w:rPr>
          <w:rFonts w:ascii="Arial" w:hAnsi="Arial" w:cs="Arial"/>
          <w:b/>
          <w:szCs w:val="22"/>
          <w:u w:val="single"/>
        </w:rPr>
      </w:pPr>
    </w:p>
    <w:p w:rsidR="003E0DD7" w:rsidRDefault="003E0DD7" w:rsidP="003E0DD7">
      <w:pPr>
        <w:rPr>
          <w:rFonts w:ascii="Arial" w:hAnsi="Arial" w:cs="Arial"/>
          <w:b/>
          <w:szCs w:val="22"/>
          <w:u w:val="single"/>
        </w:rPr>
      </w:pPr>
    </w:p>
    <w:p w:rsidR="003E0DD7" w:rsidRPr="00EC2970" w:rsidRDefault="003E0DD7" w:rsidP="003E0DD7">
      <w:pPr>
        <w:rPr>
          <w:rFonts w:ascii="Arial" w:hAnsi="Arial" w:cs="Arial"/>
          <w:b/>
          <w:szCs w:val="22"/>
          <w:u w:val="single"/>
        </w:rPr>
      </w:pPr>
      <w:r w:rsidRPr="00EC2970">
        <w:rPr>
          <w:rFonts w:ascii="Arial" w:hAnsi="Arial" w:cs="Arial"/>
          <w:b/>
          <w:szCs w:val="22"/>
          <w:u w:val="single"/>
        </w:rPr>
        <w:t>Hoe vult u de vragenlijst in?</w:t>
      </w:r>
    </w:p>
    <w:p w:rsidR="003E0DD7" w:rsidRPr="00EC2970" w:rsidRDefault="003E0DD7" w:rsidP="003E0DD7">
      <w:pPr>
        <w:numPr>
          <w:ilvl w:val="1"/>
          <w:numId w:val="30"/>
        </w:numPr>
        <w:tabs>
          <w:tab w:val="clear" w:pos="1440"/>
          <w:tab w:val="num" w:pos="360"/>
        </w:tabs>
        <w:ind w:left="360"/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 xml:space="preserve">Geef antwoord op de vragen door een kruisje te zetten in het hokje bij uw antwoord. Bij bijna alle vragen mag u </w:t>
      </w:r>
      <w:r w:rsidRPr="002434CF">
        <w:rPr>
          <w:rFonts w:ascii="Arial" w:hAnsi="Arial" w:cs="Arial"/>
          <w:b/>
          <w:szCs w:val="22"/>
        </w:rPr>
        <w:t>maar één antwoord</w:t>
      </w:r>
      <w:r w:rsidRPr="00774C29">
        <w:rPr>
          <w:rFonts w:ascii="Arial" w:hAnsi="Arial" w:cs="Arial"/>
          <w:b/>
          <w:szCs w:val="22"/>
        </w:rPr>
        <w:t xml:space="preserve"> geven</w:t>
      </w:r>
      <w:r w:rsidRPr="00EC2970">
        <w:rPr>
          <w:rFonts w:ascii="Arial" w:hAnsi="Arial" w:cs="Arial"/>
          <w:szCs w:val="22"/>
        </w:rPr>
        <w:t>. Als u meerdere antwoorden mag geven, staat dit bij de vraag.</w:t>
      </w:r>
    </w:p>
    <w:p w:rsidR="003E0DD7" w:rsidRPr="00AB023D" w:rsidRDefault="003E0DD7" w:rsidP="003E0DD7">
      <w:pPr>
        <w:ind w:left="-513"/>
        <w:rPr>
          <w:rFonts w:ascii="Arial" w:hAnsi="Arial" w:cs="Arial"/>
          <w:sz w:val="16"/>
          <w:szCs w:val="16"/>
        </w:rPr>
      </w:pPr>
    </w:p>
    <w:p w:rsidR="003E0DD7" w:rsidRDefault="003E0DD7" w:rsidP="003E0DD7">
      <w:pPr>
        <w:numPr>
          <w:ilvl w:val="1"/>
          <w:numId w:val="30"/>
        </w:numPr>
        <w:tabs>
          <w:tab w:val="clear" w:pos="1440"/>
          <w:tab w:val="num" w:pos="360"/>
        </w:tabs>
        <w:ind w:left="360"/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>Heeft u per ongeluk een kruis gezet in het verkeerde hokje? Zet hier dan een grote streep doorheen. Daarna zet u alsnog een kruis in het goede hokje:</w:t>
      </w:r>
    </w:p>
    <w:p w:rsidR="003E0DD7" w:rsidRDefault="003E0DD7" w:rsidP="003E0DD7">
      <w:pPr>
        <w:pStyle w:val="Lijstalinea"/>
        <w:rPr>
          <w:rFonts w:ascii="Arial" w:hAnsi="Arial" w:cs="Arial"/>
          <w:szCs w:val="22"/>
        </w:rPr>
      </w:pPr>
    </w:p>
    <w:p w:rsidR="003E0DD7" w:rsidRPr="00EC2970" w:rsidRDefault="003E0DD7" w:rsidP="003E0DD7">
      <w:pPr>
        <w:ind w:left="567" w:hanging="283"/>
        <w:rPr>
          <w:rFonts w:ascii="Arial" w:hAnsi="Arial" w:cs="Arial"/>
          <w:szCs w:val="18"/>
        </w:rPr>
      </w:pPr>
      <w:r w:rsidRPr="00EC2970">
        <w:rPr>
          <w:rFonts w:ascii="Arial" w:hAnsi="Arial" w:cs="Arial"/>
          <w:szCs w:val="18"/>
        </w:rPr>
        <w:t xml:space="preserve">      Verkeerd</w:t>
      </w:r>
      <w:r>
        <w:rPr>
          <w:rFonts w:ascii="Arial" w:hAnsi="Arial" w:cs="Arial"/>
          <w:szCs w:val="18"/>
        </w:rPr>
        <w:t xml:space="preserve">e hokje      </w:t>
      </w:r>
      <w:r w:rsidRPr="00EC2970">
        <w:rPr>
          <w:rFonts w:ascii="Arial" w:hAnsi="Arial" w:cs="Arial"/>
          <w:szCs w:val="18"/>
        </w:rPr>
        <w:t>Goed</w:t>
      </w:r>
      <w:r>
        <w:rPr>
          <w:rFonts w:ascii="Arial" w:hAnsi="Arial" w:cs="Arial"/>
          <w:szCs w:val="18"/>
        </w:rPr>
        <w:t>e hokje</w:t>
      </w:r>
    </w:p>
    <w:p w:rsidR="003E0DD7" w:rsidRPr="00EC2970" w:rsidRDefault="0000249F" w:rsidP="003E0DD7">
      <w:pPr>
        <w:ind w:left="567" w:hanging="283"/>
        <w:rPr>
          <w:rFonts w:ascii="Arial" w:hAnsi="Arial" w:cs="Arial"/>
          <w:szCs w:val="22"/>
        </w:rPr>
      </w:pP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1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983FC" id="Rectangle 228" o:spid="_x0000_s1026" style="position:absolute;margin-left:112.95pt;margin-top:9.15pt;width:7.45pt;height: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v57IgIAAD0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40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AB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9" o:spid="_x0000_s1026" type="#_x0000_t32" style="position:absolute;margin-left:112.95pt;margin-top:9.15pt;width:7.45pt;height:8.6p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CyMGAtLwIAAFUEAAAOAAAAAAAAAAAAAAAAAC4C&#10;AABkcnMvZTJvRG9jLnhtbFBLAQItABQABgAIAAAAIQBxwiGN4AAAAAkBAAAPAAAAAAAAAAAAAAAA&#10;AIkEAABkcnMvZG93bnJldi54bWxQSwUGAAAAAAQABADzAAAAlgUAAAAA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39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2DA01" id="AutoShape 230" o:spid="_x0000_s1026" type="#_x0000_t32" style="position:absolute;margin-left:112.95pt;margin-top:9.15pt;width:7.45pt;height:8.6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8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49216" id="Rectangle 225" o:spid="_x0000_s1026" style="position:absolute;margin-left:47.25pt;margin-top:9.15pt;width:7.45pt;height:8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7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8448B" id="AutoShape 226" o:spid="_x0000_s1026" type="#_x0000_t32" style="position:absolute;margin-left:47.25pt;margin-top:9.15pt;width:7.45pt;height:8.6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3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E465" id="AutoShape 227" o:spid="_x0000_s1026" type="#_x0000_t32" style="position:absolute;margin-left:47.25pt;margin-top:9.15pt;width:7.45pt;height:8.6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"/>
            </w:pict>
          </mc:Fallback>
        </mc:AlternateContent>
      </w: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35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2F526" id="AutoShape 231" o:spid="_x0000_s1026" type="#_x0000_t32" style="position:absolute;margin-left:39.15pt;margin-top:3.95pt;width:24.8pt;height:17.3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"/>
            </w:pict>
          </mc:Fallback>
        </mc:AlternateContent>
      </w:r>
    </w:p>
    <w:p w:rsidR="003E0DD7" w:rsidRPr="00EC2970" w:rsidRDefault="003E0DD7" w:rsidP="003E0DD7">
      <w:pPr>
        <w:ind w:left="567" w:hanging="283"/>
        <w:rPr>
          <w:rFonts w:ascii="Arial" w:hAnsi="Arial" w:cs="Arial"/>
          <w:szCs w:val="22"/>
        </w:rPr>
      </w:pPr>
    </w:p>
    <w:p w:rsidR="003E0DD7" w:rsidRPr="00AB023D" w:rsidRDefault="003E0DD7" w:rsidP="003E0DD7">
      <w:pPr>
        <w:ind w:left="567" w:hanging="283"/>
        <w:rPr>
          <w:rFonts w:ascii="Arial" w:hAnsi="Arial" w:cs="Arial"/>
          <w:sz w:val="16"/>
          <w:szCs w:val="16"/>
        </w:rPr>
      </w:pPr>
    </w:p>
    <w:p w:rsidR="003E0DD7" w:rsidRPr="00EC2970" w:rsidRDefault="003E0DD7" w:rsidP="003E0DD7">
      <w:pPr>
        <w:numPr>
          <w:ilvl w:val="0"/>
          <w:numId w:val="33"/>
        </w:numPr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>Soms kunt u een paar vragen overslaan. Dan staat er na uw antwoord een pijl. Daarachter staat met welke vraag u kunt verder</w:t>
      </w:r>
      <w:r>
        <w:rPr>
          <w:rFonts w:ascii="Arial" w:hAnsi="Arial" w:cs="Arial"/>
          <w:szCs w:val="22"/>
        </w:rPr>
        <w:t xml:space="preserve"> </w:t>
      </w:r>
      <w:r w:rsidRPr="00EC2970">
        <w:rPr>
          <w:rFonts w:ascii="Arial" w:hAnsi="Arial" w:cs="Arial"/>
          <w:szCs w:val="22"/>
        </w:rPr>
        <w:t xml:space="preserve">gaan. Bijvoorbeeld: </w:t>
      </w:r>
    </w:p>
    <w:p w:rsidR="003E0DD7" w:rsidRPr="00EC2970" w:rsidRDefault="003E0DD7" w:rsidP="003E0DD7">
      <w:pPr>
        <w:ind w:left="360"/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>□ Ja</w:t>
      </w:r>
    </w:p>
    <w:p w:rsidR="003E0DD7" w:rsidRPr="00EC2970" w:rsidRDefault="003E0DD7" w:rsidP="003E0DD7">
      <w:pPr>
        <w:ind w:left="360"/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 xml:space="preserve">□ Nee -&gt; ga </w:t>
      </w:r>
      <w:r>
        <w:rPr>
          <w:rFonts w:ascii="Arial" w:hAnsi="Arial" w:cs="Arial"/>
          <w:szCs w:val="22"/>
        </w:rPr>
        <w:t>naar</w:t>
      </w:r>
      <w:r w:rsidRPr="00EC2970">
        <w:rPr>
          <w:rFonts w:ascii="Arial" w:hAnsi="Arial" w:cs="Arial"/>
          <w:szCs w:val="22"/>
        </w:rPr>
        <w:t xml:space="preserve"> vraag 15</w:t>
      </w:r>
    </w:p>
    <w:p w:rsidR="003E0DD7" w:rsidRPr="00AB023D" w:rsidRDefault="003E0DD7" w:rsidP="003E0DD7">
      <w:pPr>
        <w:rPr>
          <w:rFonts w:ascii="Arial" w:hAnsi="Arial" w:cs="Arial"/>
          <w:sz w:val="16"/>
          <w:szCs w:val="16"/>
        </w:rPr>
      </w:pPr>
    </w:p>
    <w:p w:rsidR="003E0DD7" w:rsidRPr="00EC2970" w:rsidRDefault="003E0DD7" w:rsidP="003E0DD7">
      <w:pPr>
        <w:numPr>
          <w:ilvl w:val="0"/>
          <w:numId w:val="32"/>
        </w:numPr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>Soms staat onder een vraag een tekstvak. Bijvoorbeeld:</w:t>
      </w:r>
    </w:p>
    <w:p w:rsidR="003E0DD7" w:rsidRPr="00AB023D" w:rsidRDefault="003E0DD7" w:rsidP="003E0DD7">
      <w:pPr>
        <w:ind w:left="567"/>
        <w:rPr>
          <w:rFonts w:ascii="Arial" w:hAnsi="Arial" w:cs="Arial"/>
          <w:sz w:val="16"/>
          <w:szCs w:val="16"/>
        </w:rPr>
      </w:pPr>
    </w:p>
    <w:p w:rsidR="003E0DD7" w:rsidRPr="00EC2970" w:rsidRDefault="0000249F" w:rsidP="003E0DD7">
      <w:pPr>
        <w:ind w:left="567"/>
        <w:rPr>
          <w:rFonts w:ascii="Arial" w:hAnsi="Arial" w:cs="Arial"/>
          <w:szCs w:val="22"/>
        </w:rPr>
      </w:pPr>
      <w:r w:rsidRPr="00EC2970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34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DD7" w:rsidRPr="00C11807" w:rsidRDefault="003E0DD7" w:rsidP="003E0D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2" o:spid="_x0000_s1027" type="#_x0000_t202" style="position:absolute;left:0;text-align:left;margin-left:30.9pt;margin-top:2.4pt;width:98.7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">
                <v:textbox>
                  <w:txbxContent>
                    <w:p w:rsidR="003E0DD7" w:rsidRPr="00C11807" w:rsidRDefault="003E0DD7" w:rsidP="003E0DD7"/>
                  </w:txbxContent>
                </v:textbox>
              </v:shape>
            </w:pict>
          </mc:Fallback>
        </mc:AlternateContent>
      </w:r>
    </w:p>
    <w:p w:rsidR="003E0DD7" w:rsidRPr="00EC2970" w:rsidRDefault="003E0DD7" w:rsidP="003E0DD7">
      <w:pPr>
        <w:ind w:left="567"/>
        <w:rPr>
          <w:rFonts w:ascii="Arial" w:hAnsi="Arial" w:cs="Arial"/>
          <w:szCs w:val="22"/>
        </w:rPr>
      </w:pPr>
    </w:p>
    <w:p w:rsidR="003E0DD7" w:rsidRPr="00AB023D" w:rsidRDefault="003E0DD7" w:rsidP="003E0DD7">
      <w:pPr>
        <w:ind w:left="567"/>
        <w:rPr>
          <w:rFonts w:ascii="Arial" w:hAnsi="Arial" w:cs="Arial"/>
          <w:sz w:val="16"/>
          <w:szCs w:val="16"/>
        </w:rPr>
      </w:pPr>
    </w:p>
    <w:p w:rsidR="003E0DD7" w:rsidRPr="00EC2970" w:rsidRDefault="003E0DD7" w:rsidP="003E0DD7">
      <w:pPr>
        <w:ind w:left="567"/>
        <w:rPr>
          <w:rFonts w:ascii="Arial" w:hAnsi="Arial" w:cs="Arial"/>
          <w:szCs w:val="22"/>
        </w:rPr>
      </w:pPr>
      <w:r w:rsidRPr="00EC2970">
        <w:rPr>
          <w:rFonts w:ascii="Arial" w:hAnsi="Arial" w:cs="Arial"/>
          <w:szCs w:val="22"/>
        </w:rPr>
        <w:t>Wilt u uw antwoord opschrijven in het tekstvak? Schrijf duidelijk en in blokletters.</w:t>
      </w:r>
    </w:p>
    <w:p w:rsidR="00C07D22" w:rsidRPr="00E801FB" w:rsidRDefault="003E0DD7" w:rsidP="003E0DD7">
      <w:pPr>
        <w:spacing w:line="400" w:lineRule="atLeast"/>
        <w:ind w:firstLine="284"/>
        <w:rPr>
          <w:rFonts w:ascii="Arial" w:hAnsi="Arial" w:cs="Arial"/>
          <w:b/>
          <w:bCs/>
          <w:i/>
          <w:iCs/>
          <w:sz w:val="20"/>
          <w:u w:val="single"/>
        </w:rPr>
      </w:pPr>
      <w:r>
        <w:rPr>
          <w:rFonts w:ascii="Arial" w:hAnsi="Arial" w:cs="Arial"/>
          <w:b/>
          <w:szCs w:val="22"/>
          <w:u w:val="single"/>
        </w:rPr>
        <w:br w:type="page"/>
      </w:r>
    </w:p>
    <w:p w:rsidR="00030815" w:rsidRPr="00E801FB" w:rsidRDefault="00030815" w:rsidP="00DF51A0">
      <w:pPr>
        <w:ind w:left="720"/>
        <w:rPr>
          <w:rFonts w:ascii="Arial" w:hAnsi="Arial" w:cs="Arial"/>
          <w:b/>
          <w:bCs/>
          <w:i/>
          <w:iCs/>
          <w:sz w:val="20"/>
          <w:u w:val="single"/>
        </w:rPr>
        <w:sectPr w:rsidR="00030815" w:rsidRPr="00E801FB" w:rsidSect="00367154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198" w:rsidRPr="00E7176A" w:rsidRDefault="002A2B26" w:rsidP="00BC1198">
      <w:pPr>
        <w:pStyle w:val="Plattetekst"/>
        <w:numPr>
          <w:ilvl w:val="0"/>
          <w:numId w:val="2"/>
        </w:numPr>
        <w:spacing w:after="0"/>
        <w:ind w:left="709" w:hanging="425"/>
        <w:rPr>
          <w:rFonts w:ascii="Arial" w:hAnsi="Arial" w:cs="Arial"/>
          <w:b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>Vragen over uzelf</w:t>
      </w: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</w:rPr>
      </w:pP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De volgende vragen gaan over uzelf.</w:t>
      </w: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</w:rPr>
      </w:pPr>
    </w:p>
    <w:p w:rsidR="00BC1198" w:rsidRPr="00E7176A" w:rsidRDefault="00D0723B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Wat is uw leeftijd</w:t>
      </w:r>
      <w:r w:rsidR="00BC1198" w:rsidRPr="00E7176A">
        <w:rPr>
          <w:rFonts w:ascii="Arial" w:hAnsi="Arial" w:cs="Arial"/>
          <w:b/>
          <w:sz w:val="20"/>
        </w:rPr>
        <w:t>?</w:t>
      </w:r>
    </w:p>
    <w:p w:rsidR="00BC1198" w:rsidRPr="00E7176A" w:rsidRDefault="0000249F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13335" r="12065" b="12700"/>
                <wp:wrapNone/>
                <wp:docPr id="3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D072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28" type="#_x0000_t202" style="position:absolute;left:0;text-align:left;margin-left:50.65pt;margin-top:10.7pt;width:18.55pt;height:16.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">
                <v:textbox>
                  <w:txbxContent>
                    <w:p w:rsidR="00696C6E" w:rsidRDefault="00696C6E" w:rsidP="00D0723B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13335" r="9525" b="12700"/>
                <wp:wrapNone/>
                <wp:docPr id="3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C11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9" type="#_x0000_t202" style="position:absolute;left:0;text-align:left;margin-left:32.1pt;margin-top:10.7pt;width:18.55pt;height:16.7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FCQ3+Y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696C6E" w:rsidRDefault="00696C6E" w:rsidP="00BC1198"/>
                  </w:txbxContent>
                </v:textbox>
              </v:shape>
            </w:pict>
          </mc:Fallback>
        </mc:AlternateContent>
      </w:r>
    </w:p>
    <w:p w:rsidR="00BC1198" w:rsidRPr="00E7176A" w:rsidRDefault="00BC1198" w:rsidP="00BC1198">
      <w:pPr>
        <w:pStyle w:val="Plattetekst"/>
        <w:spacing w:after="0"/>
        <w:ind w:left="709" w:firstLine="85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jaar                                    </w:t>
      </w: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Bent u een man of een vrouw?</w:t>
      </w:r>
    </w:p>
    <w:p w:rsidR="00BC1198" w:rsidRPr="00E7176A" w:rsidRDefault="00C60C09" w:rsidP="00D907B5">
      <w:pPr>
        <w:pStyle w:val="Plattetekst"/>
        <w:numPr>
          <w:ilvl w:val="0"/>
          <w:numId w:val="5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m</w:t>
      </w:r>
      <w:r w:rsidR="00BC1198" w:rsidRPr="00E7176A">
        <w:rPr>
          <w:rFonts w:ascii="Arial" w:hAnsi="Arial" w:cs="Arial"/>
          <w:sz w:val="20"/>
        </w:rPr>
        <w:t>an</w:t>
      </w:r>
    </w:p>
    <w:p w:rsidR="00BC1198" w:rsidRPr="00E7176A" w:rsidRDefault="00C60C09" w:rsidP="00D907B5">
      <w:pPr>
        <w:pStyle w:val="Plattetekst"/>
        <w:numPr>
          <w:ilvl w:val="0"/>
          <w:numId w:val="5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vr</w:t>
      </w:r>
      <w:r w:rsidR="00BC1198" w:rsidRPr="00E7176A">
        <w:rPr>
          <w:rFonts w:ascii="Arial" w:hAnsi="Arial" w:cs="Arial"/>
          <w:sz w:val="20"/>
        </w:rPr>
        <w:t>ouw</w:t>
      </w: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Wat is de </w:t>
      </w:r>
      <w:r w:rsidRPr="00E7176A">
        <w:rPr>
          <w:rFonts w:ascii="Arial" w:hAnsi="Arial" w:cs="Arial"/>
          <w:b/>
          <w:sz w:val="20"/>
          <w:u w:val="single"/>
        </w:rPr>
        <w:t>hoogste opleiding</w:t>
      </w:r>
      <w:r w:rsidRPr="00E7176A">
        <w:rPr>
          <w:rFonts w:ascii="Arial" w:hAnsi="Arial" w:cs="Arial"/>
          <w:b/>
          <w:sz w:val="20"/>
        </w:rPr>
        <w:t xml:space="preserve"> die u heeft afgemaakt? </w:t>
      </w:r>
    </w:p>
    <w:p w:rsidR="00BC1198" w:rsidRPr="00E7176A" w:rsidRDefault="009050BF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BC1198" w:rsidRPr="00E7176A">
        <w:rPr>
          <w:rFonts w:ascii="Arial" w:eastAsia="Arial Unicode MS" w:hAnsi="Arial" w:cs="Arial"/>
          <w:sz w:val="20"/>
        </w:rPr>
        <w:t>G</w:t>
      </w:r>
      <w:r w:rsidR="00BC1198" w:rsidRPr="00E7176A">
        <w:rPr>
          <w:rFonts w:ascii="Arial" w:hAnsi="Arial" w:cs="Arial"/>
          <w:sz w:val="20"/>
        </w:rPr>
        <w:t>een opleiding (lager onderwijs: niet afgemaakt)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L</w:t>
      </w:r>
      <w:r w:rsidRPr="00E7176A">
        <w:rPr>
          <w:rFonts w:ascii="Arial" w:hAnsi="Arial" w:cs="Arial"/>
          <w:sz w:val="20"/>
        </w:rPr>
        <w:t>ager onderwijs (basisschool, speciaal basisonderwijs)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L</w:t>
      </w:r>
      <w:r w:rsidRPr="00E7176A">
        <w:rPr>
          <w:rFonts w:ascii="Arial" w:hAnsi="Arial" w:cs="Arial"/>
          <w:sz w:val="20"/>
        </w:rPr>
        <w:t>ager of voorbereidend beroepsonderwijs (zoals lts, leao, lhno, vmbo)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M</w:t>
      </w:r>
      <w:r w:rsidRPr="00E7176A">
        <w:rPr>
          <w:rFonts w:ascii="Arial" w:hAnsi="Arial" w:cs="Arial"/>
          <w:sz w:val="20"/>
        </w:rPr>
        <w:t>iddelbaar algemeen voortgezet onderwijs (zoals mavo, (m)ulo, mbo-kort,  vmbo-t)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M</w:t>
      </w:r>
      <w:r w:rsidRPr="00E7176A">
        <w:rPr>
          <w:rFonts w:ascii="Arial" w:hAnsi="Arial" w:cs="Arial"/>
          <w:sz w:val="20"/>
        </w:rPr>
        <w:t>iddelbaar beroepsonderwijs en beroepsbegeleidend onderwijs (zoals mbo-lang, mts, meao, bol, bbl, inas)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H</w:t>
      </w:r>
      <w:r w:rsidRPr="00E7176A">
        <w:rPr>
          <w:rFonts w:ascii="Arial" w:hAnsi="Arial" w:cs="Arial"/>
          <w:sz w:val="20"/>
        </w:rPr>
        <w:t>oger algemeen en voorbereidend wetenschappelijk onderwijs (zoals havo, vwo, atheneum, gymnasium, hbs, mms)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H</w:t>
      </w:r>
      <w:r w:rsidRPr="00E7176A">
        <w:rPr>
          <w:rFonts w:ascii="Arial" w:hAnsi="Arial" w:cs="Arial"/>
          <w:sz w:val="20"/>
        </w:rPr>
        <w:t>oger beroepsonderwijs (zoals hbo, hts, heao, hbo-v, kandidaats wetenschappelijk onderwijs)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  <w:t>W</w:t>
      </w:r>
      <w:r w:rsidRPr="00E7176A">
        <w:rPr>
          <w:rFonts w:ascii="Arial" w:hAnsi="Arial" w:cs="Arial"/>
          <w:sz w:val="20"/>
        </w:rPr>
        <w:t>etenschappelijk onderwijs (universiteit)</w:t>
      </w:r>
    </w:p>
    <w:p w:rsidR="00BC1198" w:rsidRPr="00E7176A" w:rsidRDefault="00BC1198" w:rsidP="00D907B5">
      <w:pPr>
        <w:pStyle w:val="Plattetekst"/>
        <w:numPr>
          <w:ilvl w:val="0"/>
          <w:numId w:val="6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eastAsia="Arial Unicode MS" w:hAnsi="Arial" w:cs="Arial"/>
          <w:sz w:val="20"/>
        </w:rPr>
        <w:tab/>
      </w:r>
      <w:r w:rsidRPr="00E7176A">
        <w:rPr>
          <w:rFonts w:ascii="Arial" w:hAnsi="Arial" w:cs="Arial"/>
          <w:sz w:val="20"/>
        </w:rPr>
        <w:t xml:space="preserve">Anders, namelijk:  </w:t>
      </w:r>
    </w:p>
    <w:p w:rsidR="00BC1198" w:rsidRPr="00E7176A" w:rsidRDefault="0000249F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eastAsia="MS Mincho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34925</wp:posOffset>
                </wp:positionV>
                <wp:extent cx="1906905" cy="373380"/>
                <wp:effectExtent l="5080" t="7620" r="12065" b="9525"/>
                <wp:wrapNone/>
                <wp:docPr id="3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C11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0" type="#_x0000_t202" style="position:absolute;left:0;text-align:left;margin-left:35.3pt;margin-top:2.75pt;width:150.15pt;height:29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">
                <v:textbox>
                  <w:txbxContent>
                    <w:p w:rsidR="00696C6E" w:rsidRDefault="00696C6E" w:rsidP="00BC1198"/>
                  </w:txbxContent>
                </v:textbox>
              </v:shape>
            </w:pict>
          </mc:Fallback>
        </mc:AlternateContent>
      </w: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BC1198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BC1198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E7176A" w:rsidRPr="00E7176A" w:rsidRDefault="00E7176A" w:rsidP="00F85769">
      <w:pPr>
        <w:pStyle w:val="Plattetekst"/>
        <w:spacing w:after="0"/>
        <w:ind w:left="360"/>
        <w:rPr>
          <w:rFonts w:ascii="Arial" w:hAnsi="Arial" w:cs="Arial"/>
          <w:sz w:val="20"/>
        </w:rPr>
      </w:pPr>
    </w:p>
    <w:p w:rsidR="0062557E" w:rsidRPr="00E7176A" w:rsidRDefault="00BC1198" w:rsidP="00F85769">
      <w:pPr>
        <w:pStyle w:val="Plattetekst"/>
        <w:spacing w:after="0"/>
        <w:ind w:left="360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 xml:space="preserve"> </w:t>
      </w:r>
    </w:p>
    <w:p w:rsidR="00BC1198" w:rsidRPr="00E7176A" w:rsidRDefault="00BC119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Wat is het </w:t>
      </w:r>
      <w:r w:rsidRPr="00E7176A">
        <w:rPr>
          <w:rFonts w:ascii="Arial" w:hAnsi="Arial" w:cs="Arial"/>
          <w:b/>
          <w:sz w:val="20"/>
          <w:u w:val="single"/>
        </w:rPr>
        <w:t>geboorteland</w:t>
      </w:r>
      <w:r w:rsidRPr="00E7176A">
        <w:rPr>
          <w:rFonts w:ascii="Arial" w:hAnsi="Arial" w:cs="Arial"/>
          <w:b/>
          <w:sz w:val="20"/>
        </w:rPr>
        <w:t xml:space="preserve"> van </w:t>
      </w:r>
      <w:r w:rsidRPr="00E7176A">
        <w:rPr>
          <w:rFonts w:ascii="Arial" w:hAnsi="Arial" w:cs="Arial"/>
          <w:b/>
          <w:sz w:val="20"/>
          <w:u w:val="single"/>
        </w:rPr>
        <w:t>uzelf</w:t>
      </w:r>
      <w:r w:rsidRPr="00E7176A">
        <w:rPr>
          <w:rFonts w:ascii="Arial" w:hAnsi="Arial" w:cs="Arial"/>
          <w:b/>
          <w:sz w:val="20"/>
        </w:rPr>
        <w:t>?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Nederland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Indonesië/voormalig Nederlands-Indië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Suriname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Marokko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Turkije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Duitsland</w:t>
      </w:r>
    </w:p>
    <w:p w:rsidR="00BC1198" w:rsidRPr="00E7176A" w:rsidRDefault="00D907B5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(voormalig) </w:t>
      </w:r>
      <w:r w:rsidR="00BC1198" w:rsidRPr="00E7176A">
        <w:rPr>
          <w:rFonts w:ascii="Arial" w:hAnsi="Arial" w:cs="Arial"/>
          <w:sz w:val="20"/>
        </w:rPr>
        <w:t>Nederlandse Antillen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Aruba</w:t>
      </w:r>
    </w:p>
    <w:p w:rsidR="00BC1198" w:rsidRPr="00E7176A" w:rsidRDefault="00BC1198" w:rsidP="00D907B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 xml:space="preserve">Anders, namelijk: </w:t>
      </w:r>
    </w:p>
    <w:p w:rsidR="00BC1198" w:rsidRPr="00E7176A" w:rsidRDefault="0000249F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26035</wp:posOffset>
                </wp:positionV>
                <wp:extent cx="1906905" cy="373380"/>
                <wp:effectExtent l="5080" t="8255" r="12065" b="8890"/>
                <wp:wrapNone/>
                <wp:docPr id="30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9050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1" type="#_x0000_t202" style="position:absolute;left:0;text-align:left;margin-left:35.3pt;margin-top:2.05pt;width:150.15pt;height:29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">
                <v:textbox>
                  <w:txbxContent>
                    <w:p w:rsidR="00696C6E" w:rsidRDefault="00696C6E" w:rsidP="009050BF"/>
                  </w:txbxContent>
                </v:textbox>
              </v:shape>
            </w:pict>
          </mc:Fallback>
        </mc:AlternateContent>
      </w:r>
      <w:r w:rsidR="00BC1198" w:rsidRPr="00E7176A">
        <w:rPr>
          <w:rFonts w:ascii="Arial" w:hAnsi="Arial" w:cs="Arial"/>
          <w:sz w:val="20"/>
        </w:rPr>
        <w:t xml:space="preserve"> </w:t>
      </w: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Wat is het </w:t>
      </w:r>
      <w:r w:rsidRPr="00E7176A">
        <w:rPr>
          <w:rFonts w:ascii="Arial" w:hAnsi="Arial" w:cs="Arial"/>
          <w:b/>
          <w:sz w:val="20"/>
          <w:u w:val="single"/>
        </w:rPr>
        <w:t>geboorteland</w:t>
      </w:r>
      <w:r w:rsidRPr="00E7176A">
        <w:rPr>
          <w:rFonts w:ascii="Arial" w:hAnsi="Arial" w:cs="Arial"/>
          <w:b/>
          <w:sz w:val="20"/>
        </w:rPr>
        <w:t xml:space="preserve"> van uw </w:t>
      </w:r>
      <w:r w:rsidRPr="00E7176A">
        <w:rPr>
          <w:rFonts w:ascii="Arial" w:hAnsi="Arial" w:cs="Arial"/>
          <w:b/>
          <w:sz w:val="20"/>
          <w:u w:val="single"/>
        </w:rPr>
        <w:t>vader</w:t>
      </w:r>
      <w:r w:rsidRPr="00E7176A">
        <w:rPr>
          <w:rFonts w:ascii="Arial" w:hAnsi="Arial" w:cs="Arial"/>
          <w:b/>
          <w:sz w:val="20"/>
        </w:rPr>
        <w:t>?</w:t>
      </w:r>
    </w:p>
    <w:p w:rsidR="00BC1198" w:rsidRPr="00E7176A" w:rsidRDefault="009050BF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BC1198" w:rsidRPr="00E7176A">
        <w:rPr>
          <w:rFonts w:ascii="Arial" w:hAnsi="Arial" w:cs="Arial"/>
          <w:sz w:val="20"/>
        </w:rPr>
        <w:t>Nederland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Indonesië/voormalig Nederlands-Indië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Suriname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Marokko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Turkije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Duitsland</w:t>
      </w:r>
    </w:p>
    <w:p w:rsidR="00BC1198" w:rsidRPr="00E7176A" w:rsidRDefault="00D907B5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(voormalig) </w:t>
      </w:r>
      <w:r w:rsidR="00BC1198" w:rsidRPr="00E7176A">
        <w:rPr>
          <w:rFonts w:ascii="Arial" w:hAnsi="Arial" w:cs="Arial"/>
          <w:sz w:val="20"/>
        </w:rPr>
        <w:t>Nederlandse Antillen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Aruba</w:t>
      </w:r>
    </w:p>
    <w:p w:rsidR="00BC1198" w:rsidRPr="00E7176A" w:rsidRDefault="00BC1198" w:rsidP="00D907B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 xml:space="preserve">Anders, namelijk:  </w:t>
      </w:r>
    </w:p>
    <w:p w:rsidR="00BC1198" w:rsidRPr="00E7176A" w:rsidRDefault="0000249F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31115</wp:posOffset>
                </wp:positionV>
                <wp:extent cx="1906905" cy="373380"/>
                <wp:effectExtent l="8255" t="13335" r="8890" b="13335"/>
                <wp:wrapNone/>
                <wp:docPr id="29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9050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32" type="#_x0000_t202" style="position:absolute;left:0;text-align:left;margin-left:34.8pt;margin-top:2.45pt;width:150.15pt;height:29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">
                <v:textbox>
                  <w:txbxContent>
                    <w:p w:rsidR="00696C6E" w:rsidRDefault="00696C6E" w:rsidP="009050BF"/>
                  </w:txbxContent>
                </v:textbox>
              </v:shape>
            </w:pict>
          </mc:Fallback>
        </mc:AlternateContent>
      </w: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b/>
          <w:sz w:val="20"/>
        </w:rPr>
      </w:pPr>
    </w:p>
    <w:p w:rsidR="00BC1198" w:rsidRPr="00E7176A" w:rsidRDefault="00BC119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Wat is het </w:t>
      </w:r>
      <w:r w:rsidRPr="00E7176A">
        <w:rPr>
          <w:rFonts w:ascii="Arial" w:hAnsi="Arial" w:cs="Arial"/>
          <w:b/>
          <w:sz w:val="20"/>
          <w:u w:val="single"/>
        </w:rPr>
        <w:t>geboorteland</w:t>
      </w:r>
      <w:r w:rsidRPr="00E7176A">
        <w:rPr>
          <w:rFonts w:ascii="Arial" w:hAnsi="Arial" w:cs="Arial"/>
          <w:b/>
          <w:sz w:val="20"/>
        </w:rPr>
        <w:t xml:space="preserve"> van uw </w:t>
      </w:r>
      <w:r w:rsidRPr="00E7176A">
        <w:rPr>
          <w:rFonts w:ascii="Arial" w:hAnsi="Arial" w:cs="Arial"/>
          <w:b/>
          <w:sz w:val="20"/>
          <w:u w:val="single"/>
        </w:rPr>
        <w:t>moeder</w:t>
      </w:r>
      <w:r w:rsidRPr="00E7176A">
        <w:rPr>
          <w:rFonts w:ascii="Arial" w:hAnsi="Arial" w:cs="Arial"/>
          <w:b/>
          <w:sz w:val="20"/>
        </w:rPr>
        <w:t>?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Nederland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Indonesië/voormalig Nederlands-Indië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Suriname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Marokko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Turkije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Duitsland</w:t>
      </w:r>
    </w:p>
    <w:p w:rsidR="00BC1198" w:rsidRPr="00E7176A" w:rsidRDefault="00D907B5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(voormalig) </w:t>
      </w:r>
      <w:r w:rsidR="00BC1198" w:rsidRPr="00E7176A">
        <w:rPr>
          <w:rFonts w:ascii="Arial" w:hAnsi="Arial" w:cs="Arial"/>
          <w:sz w:val="20"/>
        </w:rPr>
        <w:t>Nederlandse Antillen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Aruba</w:t>
      </w:r>
    </w:p>
    <w:p w:rsidR="00BC1198" w:rsidRPr="00E7176A" w:rsidRDefault="00BC1198" w:rsidP="00D907B5">
      <w:pPr>
        <w:pStyle w:val="Plattetekst"/>
        <w:numPr>
          <w:ilvl w:val="0"/>
          <w:numId w:val="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 xml:space="preserve">Anders, namelijk:  </w:t>
      </w:r>
    </w:p>
    <w:p w:rsidR="00BC1198" w:rsidRPr="00E7176A" w:rsidRDefault="0000249F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35560</wp:posOffset>
                </wp:positionV>
                <wp:extent cx="1906905" cy="373380"/>
                <wp:effectExtent l="8255" t="8255" r="8890" b="8890"/>
                <wp:wrapNone/>
                <wp:docPr id="28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9050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33" type="#_x0000_t202" style="position:absolute;left:0;text-align:left;margin-left:34.8pt;margin-top:2.8pt;width:150.15pt;height:29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">
                <v:textbox>
                  <w:txbxContent>
                    <w:p w:rsidR="00696C6E" w:rsidRDefault="00696C6E" w:rsidP="009050BF"/>
                  </w:txbxContent>
                </v:textbox>
              </v:shape>
            </w:pict>
          </mc:Fallback>
        </mc:AlternateContent>
      </w:r>
      <w:r w:rsidR="00BC1198" w:rsidRPr="00E7176A">
        <w:rPr>
          <w:rFonts w:ascii="Arial" w:hAnsi="Arial" w:cs="Arial"/>
          <w:sz w:val="20"/>
        </w:rPr>
        <w:t xml:space="preserve"> </w:t>
      </w: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BC1198" w:rsidRPr="00E7176A" w:rsidRDefault="00BC1198" w:rsidP="009050BF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9050BF" w:rsidRPr="00E7176A" w:rsidRDefault="009050BF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7176A" w:rsidRPr="00E7176A" w:rsidRDefault="00E7176A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E7176A" w:rsidRPr="00E7176A" w:rsidRDefault="00E7176A" w:rsidP="009050BF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0633CE" w:rsidRPr="00E7176A" w:rsidRDefault="000633CE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Waar </w:t>
      </w:r>
      <w:r w:rsidRPr="00E7176A">
        <w:rPr>
          <w:rFonts w:ascii="Arial" w:hAnsi="Arial" w:cs="Arial"/>
          <w:b/>
          <w:sz w:val="20"/>
          <w:u w:val="single"/>
        </w:rPr>
        <w:t>overnachtte</w:t>
      </w:r>
      <w:r w:rsidRPr="00E7176A">
        <w:rPr>
          <w:rFonts w:ascii="Arial" w:hAnsi="Arial" w:cs="Arial"/>
          <w:b/>
          <w:sz w:val="20"/>
        </w:rPr>
        <w:t xml:space="preserve"> u </w:t>
      </w:r>
      <w:r w:rsidRPr="00E7176A">
        <w:rPr>
          <w:rFonts w:ascii="Arial" w:hAnsi="Arial" w:cs="Arial"/>
          <w:b/>
          <w:sz w:val="20"/>
          <w:u w:val="single"/>
        </w:rPr>
        <w:t>afgelopen maand</w:t>
      </w:r>
      <w:r w:rsidRPr="00E7176A">
        <w:rPr>
          <w:rFonts w:ascii="Arial" w:hAnsi="Arial" w:cs="Arial"/>
          <w:b/>
          <w:sz w:val="20"/>
        </w:rPr>
        <w:t xml:space="preserve">? </w:t>
      </w:r>
      <w:r w:rsidR="009E016D" w:rsidRPr="00E7176A">
        <w:rPr>
          <w:rFonts w:ascii="Arial" w:hAnsi="Arial" w:cs="Arial"/>
          <w:b/>
          <w:sz w:val="20"/>
        </w:rPr>
        <w:t>U mag meer dan één hokje aankruisen.</w:t>
      </w:r>
      <w:r w:rsidRPr="00E7176A">
        <w:rPr>
          <w:rFonts w:ascii="Arial" w:hAnsi="Arial" w:cs="Arial"/>
          <w:b/>
          <w:sz w:val="20"/>
        </w:rPr>
        <w:t xml:space="preserve"> </w:t>
      </w:r>
    </w:p>
    <w:p w:rsidR="000633CE" w:rsidRPr="00E7176A" w:rsidRDefault="009050BF" w:rsidP="00D907B5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0633CE" w:rsidRPr="00E7176A">
        <w:rPr>
          <w:rFonts w:ascii="Arial" w:hAnsi="Arial" w:cs="Arial"/>
          <w:sz w:val="20"/>
        </w:rPr>
        <w:t>Op straat</w:t>
      </w:r>
    </w:p>
    <w:p w:rsidR="009050BF" w:rsidRPr="00E7176A" w:rsidRDefault="009050BF" w:rsidP="00D907B5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In de nachtopvang/passantenverblijf</w:t>
      </w:r>
    </w:p>
    <w:p w:rsidR="000633CE" w:rsidRPr="00E7176A" w:rsidRDefault="009050BF" w:rsidP="00D907B5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0633CE" w:rsidRPr="00E7176A">
        <w:rPr>
          <w:rFonts w:ascii="Arial" w:hAnsi="Arial" w:cs="Arial"/>
          <w:sz w:val="20"/>
        </w:rPr>
        <w:t>Bij familie, vrienden of kennissen: tijdelijk</w:t>
      </w:r>
    </w:p>
    <w:p w:rsidR="000633CE" w:rsidRPr="00E7176A" w:rsidRDefault="009050BF" w:rsidP="00D907B5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0633CE" w:rsidRPr="00E7176A">
        <w:rPr>
          <w:rFonts w:ascii="Arial" w:hAnsi="Arial" w:cs="Arial"/>
          <w:sz w:val="20"/>
        </w:rPr>
        <w:t>Bij familie, vrienden of kennissen: voor langere tijd</w:t>
      </w:r>
    </w:p>
    <w:p w:rsidR="000633CE" w:rsidRPr="00E7176A" w:rsidRDefault="009050BF" w:rsidP="00D907B5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A71271" w:rsidRPr="00E7176A">
        <w:rPr>
          <w:rFonts w:ascii="Arial" w:hAnsi="Arial" w:cs="Arial"/>
          <w:sz w:val="20"/>
        </w:rPr>
        <w:t>Op een an</w:t>
      </w:r>
      <w:r w:rsidR="000633CE" w:rsidRPr="00E7176A">
        <w:rPr>
          <w:rFonts w:ascii="Arial" w:hAnsi="Arial" w:cs="Arial"/>
          <w:sz w:val="20"/>
        </w:rPr>
        <w:t>der</w:t>
      </w:r>
      <w:r w:rsidR="00A71271" w:rsidRPr="00E7176A">
        <w:rPr>
          <w:rFonts w:ascii="Arial" w:hAnsi="Arial" w:cs="Arial"/>
          <w:sz w:val="20"/>
        </w:rPr>
        <w:t>e plek</w:t>
      </w:r>
      <w:r w:rsidR="0001534F" w:rsidRPr="00E7176A">
        <w:rPr>
          <w:rFonts w:ascii="Arial" w:hAnsi="Arial" w:cs="Arial"/>
          <w:sz w:val="20"/>
        </w:rPr>
        <w:t>, bijvoorbeeld een eigen zelfstandige woonruimte</w:t>
      </w:r>
    </w:p>
    <w:p w:rsidR="000633CE" w:rsidRPr="00E7176A" w:rsidRDefault="000633CE" w:rsidP="009050BF">
      <w:pPr>
        <w:ind w:left="709" w:hanging="425"/>
        <w:rPr>
          <w:rFonts w:ascii="Arial" w:hAnsi="Arial" w:cs="Arial"/>
          <w:sz w:val="20"/>
        </w:rPr>
      </w:pPr>
    </w:p>
    <w:p w:rsidR="000633CE" w:rsidRPr="00E7176A" w:rsidRDefault="000633CE" w:rsidP="009C5DB5">
      <w:pPr>
        <w:pStyle w:val="Kop7"/>
        <w:keepNext/>
        <w:numPr>
          <w:ilvl w:val="0"/>
          <w:numId w:val="4"/>
        </w:numPr>
        <w:ind w:left="709" w:hanging="425"/>
        <w:rPr>
          <w:rFonts w:cs="Arial"/>
          <w:b/>
        </w:rPr>
      </w:pPr>
      <w:r w:rsidRPr="00E7176A">
        <w:rPr>
          <w:rFonts w:cs="Arial"/>
          <w:b/>
        </w:rPr>
        <w:t xml:space="preserve">Sinds wanneer krijgt u </w:t>
      </w:r>
      <w:r w:rsidRPr="00E7176A">
        <w:rPr>
          <w:rFonts w:cs="Arial"/>
          <w:b/>
          <w:u w:val="single"/>
        </w:rPr>
        <w:t>opvang en</w:t>
      </w:r>
      <w:r w:rsidRPr="00E7176A">
        <w:rPr>
          <w:rFonts w:cs="Arial"/>
          <w:b/>
        </w:rPr>
        <w:t xml:space="preserve"> </w:t>
      </w:r>
      <w:r w:rsidR="00511E6F" w:rsidRPr="00E7176A">
        <w:rPr>
          <w:rFonts w:cs="Arial"/>
          <w:b/>
          <w:u w:val="single"/>
        </w:rPr>
        <w:t>hulp</w:t>
      </w:r>
      <w:r w:rsidRPr="00E7176A">
        <w:rPr>
          <w:rFonts w:cs="Arial"/>
          <w:b/>
        </w:rPr>
        <w:t xml:space="preserve"> vanuit </w:t>
      </w:r>
      <w:r w:rsidRPr="00E7176A">
        <w:rPr>
          <w:rFonts w:cs="Arial"/>
          <w:b/>
          <w:u w:val="single"/>
        </w:rPr>
        <w:t>deze voorziening</w:t>
      </w:r>
      <w:r w:rsidRPr="00E7176A">
        <w:rPr>
          <w:rFonts w:cs="Arial"/>
          <w:b/>
        </w:rPr>
        <w:t xml:space="preserve">? </w:t>
      </w:r>
    </w:p>
    <w:p w:rsidR="000633CE" w:rsidRPr="00E7176A" w:rsidRDefault="000633CE" w:rsidP="009050BF">
      <w:pPr>
        <w:ind w:left="709" w:hanging="425"/>
        <w:rPr>
          <w:rFonts w:ascii="Arial" w:hAnsi="Arial" w:cs="Arial"/>
          <w:sz w:val="20"/>
        </w:rPr>
      </w:pPr>
    </w:p>
    <w:p w:rsidR="000633CE" w:rsidRPr="00E7176A" w:rsidRDefault="0000249F" w:rsidP="009050BF">
      <w:p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34" type="#_x0000_t202" style="position:absolute;left:0;text-align:left;margin-left:143.05pt;margin-top:3.1pt;width:17.8pt;height:16.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35" type="#_x0000_t202" style="position:absolute;left:0;text-align:left;margin-left:125.25pt;margin-top:3.1pt;width:17.8pt;height:16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i7wLYy4CAABZBAAADgAAAAAAAAAAAAAAAAAuAgAA&#10;ZHJzL2Uyb0RvYy54bWxQSwECLQAUAAYACAAAACEAh/Sazt8AAAAIAQAADwAAAAAAAAAAAAAAAACI&#10;BAAAZHJzL2Rvd25yZXYueG1sUEsFBgAAAAAEAAQA8wAAAJQFAAAAAA=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2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36" type="#_x0000_t202" style="position:absolute;left:0;text-align:left;margin-left:107.45pt;margin-top:3.1pt;width:17.8pt;height:16.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E3kg58sAgAAWgQAAA4AAAAAAAAAAAAAAAAALgIAAGRy&#10;cy9lMm9Eb2MueG1sUEsBAi0AFAAGAAgAAAAhABbFi+nfAAAACAEAAA8AAAAAAAAAAAAAAAAAhgQA&#10;AGRycy9kb3ducmV2LnhtbFBLBQYAAAAABAAEAPMAAACSBQAAAAA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37" type="#_x0000_t202" style="position:absolute;left:0;text-align:left;margin-left:89.65pt;margin-top:3.1pt;width:17.8pt;height:16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ACvCVgtAgAAWgQAAA4AAAAAAAAAAAAAAAAALgIAAGRy&#10;cy9lMm9Eb2MueG1sUEsBAi0AFAAGAAgAAAAhALXzrjfeAAAACAEAAA8AAAAAAAAAAAAAAAAAhwQA&#10;AGRycy9kb3ducmV2LnhtbFBLBQYAAAAABAAEAPMAAACSBQAAAAA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8" type="#_x0000_t202" style="position:absolute;left:0;text-align:left;margin-left:53.65pt;margin-top:3.1pt;width:17.8pt;height:16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JQLwIAAFoEAAAOAAAAZHJzL2Uyb0RvYy54bWysVNtu2zAMfR+wfxD0vviyJG2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2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063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9" type="#_x0000_t202" style="position:absolute;left:0;text-align:left;margin-left:35.85pt;margin-top:3.1pt;width:17.8pt;height:16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SiXLgIAAFo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PzFKJcuAgAAWgQAAA4AAAAAAAAAAAAAAAAALgIAAGRy&#10;cy9lMm9Eb2MueG1sUEsBAi0AFAAGAAgAAAAhALrx7DLdAAAABwEAAA8AAAAAAAAAAAAAAAAAiAQA&#10;AGRycy9kb3ducmV2LnhtbFBLBQYAAAAABAAEAPMAAACSBQAAAAA=&#10;">
                <v:textbox>
                  <w:txbxContent>
                    <w:p w:rsidR="00696C6E" w:rsidRDefault="00696C6E" w:rsidP="000633CE"/>
                  </w:txbxContent>
                </v:textbox>
              </v:shape>
            </w:pict>
          </mc:Fallback>
        </mc:AlternateContent>
      </w:r>
      <w:r w:rsidR="00092F4A" w:rsidRPr="00E7176A">
        <w:rPr>
          <w:rFonts w:ascii="Arial" w:hAnsi="Arial" w:cs="Arial"/>
          <w:sz w:val="20"/>
        </w:rPr>
        <w:t xml:space="preserve">        </w:t>
      </w:r>
      <w:r w:rsidR="000633CE" w:rsidRPr="00E7176A">
        <w:rPr>
          <w:rFonts w:ascii="Arial" w:hAnsi="Arial" w:cs="Arial"/>
          <w:sz w:val="20"/>
        </w:rPr>
        <w:t xml:space="preserve">         </w:t>
      </w:r>
      <w:r w:rsidR="001264FC" w:rsidRPr="00E7176A">
        <w:rPr>
          <w:rFonts w:ascii="Arial" w:hAnsi="Arial" w:cs="Arial"/>
          <w:sz w:val="20"/>
        </w:rPr>
        <w:t>-</w:t>
      </w:r>
      <w:r w:rsidR="000633CE" w:rsidRPr="00E7176A">
        <w:rPr>
          <w:rFonts w:ascii="Arial" w:hAnsi="Arial" w:cs="Arial"/>
          <w:sz w:val="20"/>
        </w:rPr>
        <w:t xml:space="preserve">   </w:t>
      </w:r>
      <w:r w:rsidR="000633CE" w:rsidRPr="00E7176A">
        <w:rPr>
          <w:rFonts w:ascii="Arial" w:hAnsi="Arial" w:cs="Arial"/>
          <w:b/>
          <w:sz w:val="20"/>
        </w:rPr>
        <w:t xml:space="preserve">    </w:t>
      </w:r>
    </w:p>
    <w:p w:rsidR="00BA193B" w:rsidRPr="00E7176A" w:rsidRDefault="009050BF" w:rsidP="009050BF">
      <w:pPr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</w:p>
    <w:p w:rsidR="000633CE" w:rsidRPr="00E7176A" w:rsidRDefault="00BA193B" w:rsidP="00BA193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M</w:t>
      </w:r>
      <w:r w:rsidR="009050BF" w:rsidRPr="00E7176A">
        <w:rPr>
          <w:rFonts w:ascii="Arial" w:hAnsi="Arial" w:cs="Arial"/>
          <w:sz w:val="20"/>
        </w:rPr>
        <w:t>aand</w:t>
      </w:r>
      <w:r w:rsidRPr="00E7176A">
        <w:rPr>
          <w:rFonts w:ascii="Arial" w:hAnsi="Arial" w:cs="Arial"/>
          <w:sz w:val="20"/>
        </w:rPr>
        <w:tab/>
        <w:t xml:space="preserve">         Jaar</w:t>
      </w:r>
    </w:p>
    <w:p w:rsidR="009050BF" w:rsidRPr="00E7176A" w:rsidRDefault="009050BF" w:rsidP="009050BF">
      <w:pPr>
        <w:ind w:left="709" w:hanging="425"/>
        <w:rPr>
          <w:rFonts w:ascii="Arial" w:hAnsi="Arial" w:cs="Arial"/>
          <w:sz w:val="20"/>
        </w:rPr>
      </w:pPr>
    </w:p>
    <w:p w:rsidR="001264FC" w:rsidRPr="00E7176A" w:rsidRDefault="001264FC" w:rsidP="00BA193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B</w:t>
      </w:r>
      <w:r w:rsidR="000633CE" w:rsidRPr="00E7176A">
        <w:rPr>
          <w:rFonts w:ascii="Arial" w:hAnsi="Arial" w:cs="Arial"/>
          <w:sz w:val="20"/>
        </w:rPr>
        <w:t>ijvoorbeeld</w:t>
      </w:r>
      <w:r w:rsidRPr="00E7176A">
        <w:rPr>
          <w:rFonts w:ascii="Arial" w:hAnsi="Arial" w:cs="Arial"/>
          <w:sz w:val="20"/>
        </w:rPr>
        <w:t>:</w:t>
      </w:r>
      <w:r w:rsidR="000633CE" w:rsidRPr="00E7176A">
        <w:rPr>
          <w:rFonts w:ascii="Arial" w:hAnsi="Arial" w:cs="Arial"/>
          <w:sz w:val="20"/>
        </w:rPr>
        <w:t xml:space="preserve"> </w:t>
      </w:r>
    </w:p>
    <w:p w:rsidR="00BA193B" w:rsidRPr="00E7176A" w:rsidRDefault="00BA193B" w:rsidP="00BA193B">
      <w:pPr>
        <w:ind w:left="709" w:hanging="425"/>
        <w:rPr>
          <w:rFonts w:ascii="Arial" w:hAnsi="Arial" w:cs="Arial"/>
          <w:sz w:val="20"/>
        </w:rPr>
      </w:pPr>
    </w:p>
    <w:p w:rsidR="00BA193B" w:rsidRPr="00E7176A" w:rsidRDefault="0000249F" w:rsidP="00BA193B">
      <w:p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21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D075E0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40" type="#_x0000_t202" style="position:absolute;left:0;text-align:left;margin-left:143.05pt;margin-top:3.1pt;width:17.8pt;height:16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1eELgIAAFo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">
                <v:textbox>
                  <w:txbxContent>
                    <w:p w:rsidR="00696C6E" w:rsidRPr="00BA193B" w:rsidRDefault="00D075E0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D075E0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41" type="#_x0000_t202" style="position:absolute;left:0;text-align:left;margin-left:125.25pt;margin-top:3.1pt;width:17.8pt;height:16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">
                <v:textbox>
                  <w:txbxContent>
                    <w:p w:rsidR="00696C6E" w:rsidRPr="00BA193B" w:rsidRDefault="00D075E0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1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42" type="#_x0000_t202" style="position:absolute;left:0;text-align:left;margin-left:107.45pt;margin-top:3.1pt;width:17.8pt;height:16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0vfLQIAAFo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AL/0vfLQIAAFoEAAAOAAAAAAAAAAAAAAAAAC4CAABk&#10;cnMvZTJvRG9jLnhtbFBLAQItABQABgAIAAAAIQAWxYvp3wAAAAgBAAAPAAAAAAAAAAAAAAAAAIcE&#10;AABkcnMvZG93bnJldi54bWxQSwUGAAAAAAQABADzAAAAkwUAAAAA&#10;">
                <v:textbox>
                  <w:txbxContent>
                    <w:p w:rsidR="00696C6E" w:rsidRPr="00BA193B" w:rsidRDefault="00696C6E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8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43" type="#_x0000_t202" style="position:absolute;left:0;text-align:left;margin-left:89.65pt;margin-top:3.1pt;width:17.8pt;height:16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Hu473gtAgAAWgQAAA4AAAAAAAAAAAAAAAAALgIAAGRy&#10;cy9lMm9Eb2MueG1sUEsBAi0AFAAGAAgAAAAhALXzrjfeAAAACAEAAA8AAAAAAAAAAAAAAAAAhwQA&#10;AGRycy9kb3ducmV2LnhtbFBLBQYAAAAABAAEAPMAAACSBQAAAAA=&#10;">
                <v:textbox>
                  <w:txbxContent>
                    <w:p w:rsidR="00696C6E" w:rsidRPr="00BA193B" w:rsidRDefault="00696C6E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1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44" type="#_x0000_t202" style="position:absolute;left:0;text-align:left;margin-left:53.65pt;margin-top:3.1pt;width:17.8pt;height:1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">
                <v:textbox>
                  <w:txbxContent>
                    <w:p w:rsidR="00696C6E" w:rsidRPr="00BA193B" w:rsidRDefault="00696C6E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6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A193B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45" type="#_x0000_t202" style="position:absolute;left:0;text-align:left;margin-left:35.85pt;margin-top:3.1pt;width:17.8pt;height:16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">
                <v:textbox>
                  <w:txbxContent>
                    <w:p w:rsidR="00696C6E" w:rsidRPr="00BA193B" w:rsidRDefault="00696C6E" w:rsidP="00BA193B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A193B" w:rsidRPr="00E7176A">
        <w:rPr>
          <w:rFonts w:ascii="Arial" w:hAnsi="Arial" w:cs="Arial"/>
          <w:sz w:val="20"/>
        </w:rPr>
        <w:t xml:space="preserve">                 -   </w:t>
      </w:r>
      <w:r w:rsidR="00BA193B" w:rsidRPr="00E7176A">
        <w:rPr>
          <w:rFonts w:ascii="Arial" w:hAnsi="Arial" w:cs="Arial"/>
          <w:b/>
          <w:sz w:val="20"/>
        </w:rPr>
        <w:t xml:space="preserve">    </w:t>
      </w:r>
    </w:p>
    <w:p w:rsidR="00BA193B" w:rsidRPr="00E7176A" w:rsidRDefault="00BA193B" w:rsidP="00BA193B">
      <w:pPr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</w:p>
    <w:p w:rsidR="00BA193B" w:rsidRPr="00E7176A" w:rsidRDefault="00BA193B" w:rsidP="00BA193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Maand</w:t>
      </w:r>
      <w:r w:rsidRPr="00E7176A">
        <w:rPr>
          <w:rFonts w:ascii="Arial" w:hAnsi="Arial" w:cs="Arial"/>
          <w:sz w:val="20"/>
        </w:rPr>
        <w:tab/>
        <w:t xml:space="preserve">         Jaar</w:t>
      </w:r>
    </w:p>
    <w:p w:rsidR="00A71271" w:rsidRPr="00E7176A" w:rsidRDefault="00A71271" w:rsidP="00860A0D">
      <w:pPr>
        <w:ind w:left="709" w:hanging="425"/>
        <w:rPr>
          <w:rFonts w:ascii="Arial" w:hAnsi="Arial" w:cs="Arial"/>
          <w:sz w:val="20"/>
        </w:rPr>
      </w:pPr>
    </w:p>
    <w:p w:rsidR="001264FC" w:rsidRPr="00E7176A" w:rsidRDefault="00FF6B27" w:rsidP="00FF6B27">
      <w:pPr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br w:type="page"/>
      </w:r>
      <w:r w:rsidR="001264FC" w:rsidRPr="00E7176A">
        <w:rPr>
          <w:rFonts w:ascii="Arial" w:hAnsi="Arial" w:cs="Arial"/>
          <w:b/>
          <w:sz w:val="20"/>
        </w:rPr>
        <w:lastRenderedPageBreak/>
        <w:t xml:space="preserve">Hoe zou u over het algemeen uw </w:t>
      </w:r>
      <w:r w:rsidR="001264FC" w:rsidRPr="00E7176A">
        <w:rPr>
          <w:rFonts w:ascii="Arial" w:hAnsi="Arial" w:cs="Arial"/>
          <w:b/>
          <w:sz w:val="20"/>
          <w:u w:val="single"/>
        </w:rPr>
        <w:t>lichamelijke gezondheid</w:t>
      </w:r>
      <w:r w:rsidR="001264FC" w:rsidRPr="00E7176A">
        <w:rPr>
          <w:rFonts w:ascii="Arial" w:hAnsi="Arial" w:cs="Arial"/>
          <w:b/>
          <w:sz w:val="20"/>
        </w:rPr>
        <w:t xml:space="preserve"> noemen? </w:t>
      </w:r>
    </w:p>
    <w:p w:rsidR="001264FC" w:rsidRPr="00E7176A" w:rsidRDefault="001264FC" w:rsidP="00D907B5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 </w:t>
      </w:r>
      <w:r w:rsidR="00C60C09" w:rsidRPr="00E7176A">
        <w:rPr>
          <w:rFonts w:ascii="Arial" w:hAnsi="Arial" w:cs="Arial"/>
          <w:sz w:val="20"/>
        </w:rPr>
        <w:t>u</w:t>
      </w:r>
      <w:r w:rsidRPr="00E7176A">
        <w:rPr>
          <w:rFonts w:ascii="Arial" w:hAnsi="Arial" w:cs="Arial"/>
          <w:sz w:val="20"/>
        </w:rPr>
        <w:t xml:space="preserve">itstekend </w:t>
      </w:r>
    </w:p>
    <w:p w:rsidR="001264FC" w:rsidRPr="00E7176A" w:rsidRDefault="001264FC" w:rsidP="00D907B5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 </w:t>
      </w:r>
      <w:r w:rsidR="00C60C09" w:rsidRPr="00E7176A">
        <w:rPr>
          <w:rFonts w:ascii="Arial" w:hAnsi="Arial" w:cs="Arial"/>
          <w:sz w:val="20"/>
        </w:rPr>
        <w:t>z</w:t>
      </w:r>
      <w:r w:rsidRPr="00E7176A">
        <w:rPr>
          <w:rFonts w:ascii="Arial" w:hAnsi="Arial" w:cs="Arial"/>
          <w:sz w:val="20"/>
        </w:rPr>
        <w:t xml:space="preserve">eer goed </w:t>
      </w:r>
    </w:p>
    <w:p w:rsidR="001264FC" w:rsidRPr="00E7176A" w:rsidRDefault="001264FC" w:rsidP="00D907B5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 </w:t>
      </w:r>
      <w:r w:rsidR="00C60C09" w:rsidRPr="00E7176A">
        <w:rPr>
          <w:rFonts w:ascii="Arial" w:hAnsi="Arial" w:cs="Arial"/>
          <w:sz w:val="20"/>
        </w:rPr>
        <w:t>g</w:t>
      </w:r>
      <w:r w:rsidRPr="00E7176A">
        <w:rPr>
          <w:rFonts w:ascii="Arial" w:hAnsi="Arial" w:cs="Arial"/>
          <w:sz w:val="20"/>
        </w:rPr>
        <w:t xml:space="preserve">oed </w:t>
      </w:r>
    </w:p>
    <w:p w:rsidR="001264FC" w:rsidRPr="00E7176A" w:rsidRDefault="001264FC" w:rsidP="00D907B5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 </w:t>
      </w:r>
      <w:r w:rsidR="00C60C09" w:rsidRPr="00E7176A">
        <w:rPr>
          <w:rFonts w:ascii="Arial" w:hAnsi="Arial" w:cs="Arial"/>
          <w:sz w:val="20"/>
        </w:rPr>
        <w:t>m</w:t>
      </w:r>
      <w:r w:rsidRPr="00E7176A">
        <w:rPr>
          <w:rFonts w:ascii="Arial" w:hAnsi="Arial" w:cs="Arial"/>
          <w:sz w:val="20"/>
        </w:rPr>
        <w:t xml:space="preserve">atig </w:t>
      </w:r>
    </w:p>
    <w:p w:rsidR="001264FC" w:rsidRPr="00E7176A" w:rsidRDefault="001264FC" w:rsidP="00D907B5">
      <w:pPr>
        <w:pStyle w:val="Plattetekst"/>
        <w:numPr>
          <w:ilvl w:val="0"/>
          <w:numId w:val="11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 </w:t>
      </w:r>
      <w:r w:rsidR="00C60C09" w:rsidRPr="00E7176A">
        <w:rPr>
          <w:rFonts w:ascii="Arial" w:hAnsi="Arial" w:cs="Arial"/>
          <w:sz w:val="20"/>
        </w:rPr>
        <w:t>s</w:t>
      </w:r>
      <w:r w:rsidRPr="00E7176A">
        <w:rPr>
          <w:rFonts w:ascii="Arial" w:hAnsi="Arial" w:cs="Arial"/>
          <w:sz w:val="20"/>
        </w:rPr>
        <w:t>lecht</w:t>
      </w:r>
    </w:p>
    <w:p w:rsidR="001264FC" w:rsidRPr="00E7176A" w:rsidRDefault="001264FC" w:rsidP="00860A0D">
      <w:pPr>
        <w:pStyle w:val="Default"/>
        <w:ind w:left="709" w:hanging="425"/>
        <w:rPr>
          <w:sz w:val="20"/>
          <w:szCs w:val="20"/>
        </w:rPr>
      </w:pPr>
    </w:p>
    <w:p w:rsidR="001264FC" w:rsidRPr="00E7176A" w:rsidRDefault="001264FC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Hoe zou u over het algemeen uw </w:t>
      </w:r>
      <w:r w:rsidRPr="00E7176A">
        <w:rPr>
          <w:rFonts w:ascii="Arial" w:hAnsi="Arial" w:cs="Arial"/>
          <w:b/>
          <w:sz w:val="20"/>
          <w:u w:val="single"/>
        </w:rPr>
        <w:t>geestelijke gezondheid</w:t>
      </w:r>
      <w:r w:rsidRPr="00E7176A">
        <w:rPr>
          <w:rFonts w:ascii="Arial" w:hAnsi="Arial" w:cs="Arial"/>
          <w:b/>
          <w:sz w:val="20"/>
        </w:rPr>
        <w:t xml:space="preserve"> noemen? </w:t>
      </w:r>
    </w:p>
    <w:p w:rsidR="001264FC" w:rsidRPr="00E7176A" w:rsidRDefault="00BA193B" w:rsidP="00D907B5">
      <w:pPr>
        <w:pStyle w:val="Plattetekst"/>
        <w:numPr>
          <w:ilvl w:val="0"/>
          <w:numId w:val="12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u</w:t>
      </w:r>
      <w:r w:rsidR="001264FC" w:rsidRPr="00E7176A">
        <w:rPr>
          <w:rFonts w:ascii="Arial" w:hAnsi="Arial" w:cs="Arial"/>
          <w:sz w:val="20"/>
        </w:rPr>
        <w:t xml:space="preserve">itstekend </w:t>
      </w:r>
    </w:p>
    <w:p w:rsidR="001264FC" w:rsidRPr="00E7176A" w:rsidRDefault="00BA193B" w:rsidP="00D907B5">
      <w:pPr>
        <w:pStyle w:val="Plattetekst"/>
        <w:numPr>
          <w:ilvl w:val="0"/>
          <w:numId w:val="12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z</w:t>
      </w:r>
      <w:r w:rsidR="001264FC" w:rsidRPr="00E7176A">
        <w:rPr>
          <w:rFonts w:ascii="Arial" w:hAnsi="Arial" w:cs="Arial"/>
          <w:sz w:val="20"/>
        </w:rPr>
        <w:t xml:space="preserve">eer goed </w:t>
      </w:r>
    </w:p>
    <w:p w:rsidR="001264FC" w:rsidRPr="00E7176A" w:rsidRDefault="00BA193B" w:rsidP="00D907B5">
      <w:pPr>
        <w:pStyle w:val="Plattetekst"/>
        <w:numPr>
          <w:ilvl w:val="0"/>
          <w:numId w:val="12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g</w:t>
      </w:r>
      <w:r w:rsidR="001264FC" w:rsidRPr="00E7176A">
        <w:rPr>
          <w:rFonts w:ascii="Arial" w:hAnsi="Arial" w:cs="Arial"/>
          <w:sz w:val="20"/>
        </w:rPr>
        <w:t xml:space="preserve">oed </w:t>
      </w:r>
    </w:p>
    <w:p w:rsidR="001264FC" w:rsidRPr="00E7176A" w:rsidRDefault="00BA193B" w:rsidP="00D907B5">
      <w:pPr>
        <w:pStyle w:val="Plattetekst"/>
        <w:numPr>
          <w:ilvl w:val="0"/>
          <w:numId w:val="12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m</w:t>
      </w:r>
      <w:r w:rsidR="001264FC" w:rsidRPr="00E7176A">
        <w:rPr>
          <w:rFonts w:ascii="Arial" w:hAnsi="Arial" w:cs="Arial"/>
          <w:sz w:val="20"/>
        </w:rPr>
        <w:t xml:space="preserve">atig </w:t>
      </w:r>
    </w:p>
    <w:p w:rsidR="001264FC" w:rsidRPr="00E7176A" w:rsidRDefault="00BA193B" w:rsidP="00D907B5">
      <w:pPr>
        <w:pStyle w:val="Plattetekst"/>
        <w:numPr>
          <w:ilvl w:val="0"/>
          <w:numId w:val="12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s</w:t>
      </w:r>
      <w:r w:rsidR="001264FC" w:rsidRPr="00E7176A">
        <w:rPr>
          <w:rFonts w:ascii="Arial" w:hAnsi="Arial" w:cs="Arial"/>
          <w:sz w:val="20"/>
        </w:rPr>
        <w:t xml:space="preserve">lecht </w:t>
      </w:r>
    </w:p>
    <w:p w:rsidR="00CD4F5B" w:rsidRPr="00E7176A" w:rsidRDefault="00CD4F5B" w:rsidP="009050BF">
      <w:p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</w:p>
    <w:p w:rsidR="00860A0D" w:rsidRPr="00E7176A" w:rsidRDefault="00860A0D" w:rsidP="009050BF">
      <w:p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</w:p>
    <w:p w:rsidR="00CD4F5B" w:rsidRPr="00E7176A" w:rsidRDefault="002A2B26" w:rsidP="009050BF">
      <w:pPr>
        <w:numPr>
          <w:ilvl w:val="0"/>
          <w:numId w:val="2"/>
        </w:num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  <w:r w:rsidRPr="00E7176A">
        <w:rPr>
          <w:rFonts w:ascii="Arial" w:hAnsi="Arial" w:cs="Arial"/>
          <w:b/>
          <w:bCs/>
          <w:iCs/>
          <w:sz w:val="20"/>
          <w:u w:val="single"/>
        </w:rPr>
        <w:t>De omstandigheden in de voorziening</w:t>
      </w:r>
    </w:p>
    <w:p w:rsidR="00CD4F5B" w:rsidRPr="00E7176A" w:rsidRDefault="00CD4F5B" w:rsidP="009050BF">
      <w:pPr>
        <w:ind w:left="709" w:hanging="425"/>
        <w:rPr>
          <w:rFonts w:ascii="Arial" w:hAnsi="Arial" w:cs="Arial"/>
          <w:b/>
          <w:sz w:val="20"/>
        </w:rPr>
      </w:pPr>
    </w:p>
    <w:p w:rsidR="00CD4F5B" w:rsidRPr="00E7176A" w:rsidRDefault="00CD4F5B" w:rsidP="00860A0D">
      <w:pPr>
        <w:ind w:left="284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 xml:space="preserve">De volgende vragen gaan over </w:t>
      </w:r>
      <w:r w:rsidR="00860A0D" w:rsidRPr="00E7176A">
        <w:rPr>
          <w:rFonts w:ascii="Arial" w:hAnsi="Arial" w:cs="Arial"/>
          <w:sz w:val="20"/>
        </w:rPr>
        <w:t xml:space="preserve">de </w:t>
      </w:r>
      <w:r w:rsidR="00F05733" w:rsidRPr="00E7176A">
        <w:rPr>
          <w:rFonts w:ascii="Arial" w:hAnsi="Arial" w:cs="Arial"/>
          <w:b/>
          <w:sz w:val="20"/>
        </w:rPr>
        <w:t>omstandigheden</w:t>
      </w:r>
      <w:r w:rsidR="00F05733" w:rsidRPr="00E7176A">
        <w:rPr>
          <w:rFonts w:ascii="Arial" w:hAnsi="Arial" w:cs="Arial"/>
          <w:sz w:val="20"/>
        </w:rPr>
        <w:t xml:space="preserve"> </w:t>
      </w:r>
      <w:r w:rsidRPr="00E7176A">
        <w:rPr>
          <w:rFonts w:ascii="Arial" w:hAnsi="Arial" w:cs="Arial"/>
          <w:sz w:val="20"/>
        </w:rPr>
        <w:t xml:space="preserve">in de voorziening. Denk hierbij aan de </w:t>
      </w:r>
      <w:r w:rsidRPr="00E7176A">
        <w:rPr>
          <w:rFonts w:ascii="Arial" w:hAnsi="Arial" w:cs="Arial"/>
          <w:b/>
          <w:sz w:val="20"/>
        </w:rPr>
        <w:t>afgelopen 6 maanden</w:t>
      </w:r>
      <w:r w:rsidRPr="00E7176A">
        <w:rPr>
          <w:rFonts w:ascii="Arial" w:hAnsi="Arial" w:cs="Arial"/>
          <w:sz w:val="20"/>
        </w:rPr>
        <w:t>.</w:t>
      </w:r>
      <w:r w:rsidR="00EE71B7" w:rsidRPr="00E7176A">
        <w:rPr>
          <w:rFonts w:ascii="Arial" w:hAnsi="Arial" w:cs="Arial"/>
          <w:sz w:val="20"/>
        </w:rPr>
        <w:t xml:space="preserve"> Krijgt u </w:t>
      </w:r>
      <w:r w:rsidR="00EE71B7" w:rsidRPr="00E7176A">
        <w:rPr>
          <w:rFonts w:ascii="Arial" w:hAnsi="Arial" w:cs="Arial"/>
          <w:b/>
          <w:sz w:val="20"/>
        </w:rPr>
        <w:t>korter</w:t>
      </w:r>
      <w:r w:rsidR="00EE71B7" w:rsidRPr="00E7176A">
        <w:rPr>
          <w:rFonts w:ascii="Arial" w:hAnsi="Arial" w:cs="Arial"/>
          <w:sz w:val="20"/>
        </w:rPr>
        <w:t xml:space="preserve"> dan 6 maanden </w:t>
      </w:r>
      <w:r w:rsidR="00511E6F" w:rsidRPr="00E7176A">
        <w:rPr>
          <w:rFonts w:ascii="Arial" w:hAnsi="Arial" w:cs="Arial"/>
          <w:sz w:val="20"/>
        </w:rPr>
        <w:t>hulp</w:t>
      </w:r>
      <w:r w:rsidR="00EE71B7" w:rsidRPr="00E7176A">
        <w:rPr>
          <w:rFonts w:ascii="Arial" w:hAnsi="Arial" w:cs="Arial"/>
          <w:sz w:val="20"/>
        </w:rPr>
        <w:t xml:space="preserve"> vanuit de </w:t>
      </w:r>
      <w:r w:rsidR="00EE71B7" w:rsidRPr="00E7176A">
        <w:rPr>
          <w:rFonts w:ascii="Arial" w:hAnsi="Arial" w:cs="Arial"/>
          <w:b/>
          <w:sz w:val="20"/>
        </w:rPr>
        <w:t>voorziening</w:t>
      </w:r>
      <w:r w:rsidR="00EE71B7" w:rsidRPr="00E7176A">
        <w:rPr>
          <w:rFonts w:ascii="Arial" w:hAnsi="Arial" w:cs="Arial"/>
          <w:sz w:val="20"/>
        </w:rPr>
        <w:t xml:space="preserve">? </w:t>
      </w:r>
      <w:r w:rsidR="00EE71B7" w:rsidRPr="00E7176A">
        <w:rPr>
          <w:rFonts w:ascii="Arial" w:hAnsi="Arial" w:cs="Arial"/>
          <w:b/>
          <w:sz w:val="20"/>
        </w:rPr>
        <w:t>Beantwoordt</w:t>
      </w:r>
      <w:r w:rsidR="00EE71B7" w:rsidRPr="00E7176A">
        <w:rPr>
          <w:rFonts w:ascii="Arial" w:hAnsi="Arial" w:cs="Arial"/>
          <w:sz w:val="20"/>
        </w:rPr>
        <w:t xml:space="preserve"> de vragen dan </w:t>
      </w:r>
      <w:r w:rsidR="00EE71B7" w:rsidRPr="00E7176A">
        <w:rPr>
          <w:rFonts w:ascii="Arial" w:hAnsi="Arial" w:cs="Arial"/>
          <w:b/>
          <w:sz w:val="20"/>
        </w:rPr>
        <w:t>voor</w:t>
      </w:r>
      <w:r w:rsidR="00EE71B7" w:rsidRPr="00E7176A">
        <w:rPr>
          <w:rFonts w:ascii="Arial" w:hAnsi="Arial" w:cs="Arial"/>
          <w:sz w:val="20"/>
        </w:rPr>
        <w:t xml:space="preserve"> </w:t>
      </w:r>
      <w:r w:rsidR="00EE71B7" w:rsidRPr="00E7176A">
        <w:rPr>
          <w:rFonts w:ascii="Arial" w:hAnsi="Arial" w:cs="Arial"/>
          <w:b/>
          <w:sz w:val="20"/>
        </w:rPr>
        <w:t>die kortere tijd</w:t>
      </w:r>
      <w:r w:rsidR="00EE71B7" w:rsidRPr="00E7176A">
        <w:rPr>
          <w:rFonts w:ascii="Arial" w:hAnsi="Arial" w:cs="Arial"/>
          <w:iCs/>
          <w:sz w:val="20"/>
        </w:rPr>
        <w:t>.</w:t>
      </w:r>
    </w:p>
    <w:p w:rsidR="00733EEB" w:rsidRPr="00E7176A" w:rsidRDefault="00733EEB" w:rsidP="009050BF">
      <w:pPr>
        <w:ind w:left="709" w:hanging="425"/>
        <w:rPr>
          <w:rFonts w:ascii="Arial" w:hAnsi="Arial" w:cs="Arial"/>
          <w:b/>
          <w:sz w:val="20"/>
        </w:rPr>
      </w:pPr>
    </w:p>
    <w:p w:rsidR="00CD4F5B" w:rsidRPr="00E7176A" w:rsidRDefault="00CD4F5B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Heeft u </w:t>
      </w:r>
      <w:r w:rsidRPr="00E7176A">
        <w:rPr>
          <w:rFonts w:ascii="Arial" w:hAnsi="Arial" w:cs="Arial"/>
          <w:b/>
          <w:sz w:val="20"/>
          <w:u w:val="single"/>
        </w:rPr>
        <w:t>privacy</w:t>
      </w:r>
      <w:r w:rsidRPr="00E7176A">
        <w:rPr>
          <w:rFonts w:ascii="Arial" w:hAnsi="Arial" w:cs="Arial"/>
          <w:b/>
          <w:sz w:val="20"/>
        </w:rPr>
        <w:t xml:space="preserve"> in de voorziening? </w:t>
      </w:r>
    </w:p>
    <w:p w:rsidR="00CD4F5B" w:rsidRPr="00E7176A" w:rsidRDefault="00860A0D" w:rsidP="00D907B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nooit</w:t>
      </w:r>
    </w:p>
    <w:p w:rsidR="00CD4F5B" w:rsidRPr="00E7176A" w:rsidRDefault="00860A0D" w:rsidP="00D907B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soms</w:t>
      </w:r>
    </w:p>
    <w:p w:rsidR="00CD4F5B" w:rsidRPr="00E7176A" w:rsidRDefault="00860A0D" w:rsidP="00D907B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meestal</w:t>
      </w:r>
    </w:p>
    <w:p w:rsidR="00CD4F5B" w:rsidRPr="00E7176A" w:rsidRDefault="00860A0D" w:rsidP="00D907B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altijd</w:t>
      </w:r>
    </w:p>
    <w:p w:rsidR="00CD4F5B" w:rsidRPr="00E7176A" w:rsidRDefault="00CD4F5B" w:rsidP="009050BF">
      <w:pPr>
        <w:ind w:left="709" w:hanging="425"/>
        <w:rPr>
          <w:rFonts w:ascii="Arial" w:hAnsi="Arial" w:cs="Arial"/>
          <w:sz w:val="20"/>
        </w:rPr>
      </w:pPr>
    </w:p>
    <w:p w:rsidR="00CD4F5B" w:rsidRPr="00E7176A" w:rsidRDefault="00CD4F5B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Is de </w:t>
      </w:r>
      <w:r w:rsidRPr="00E7176A">
        <w:rPr>
          <w:rFonts w:ascii="Arial" w:hAnsi="Arial" w:cs="Arial"/>
          <w:b/>
          <w:sz w:val="20"/>
          <w:u w:val="single"/>
        </w:rPr>
        <w:t>sfeer prettig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nooit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soms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meestal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altijd</w:t>
      </w:r>
    </w:p>
    <w:p w:rsidR="00CD4F5B" w:rsidRPr="00E7176A" w:rsidRDefault="00CD4F5B" w:rsidP="009050BF">
      <w:pPr>
        <w:ind w:left="709" w:hanging="425"/>
        <w:rPr>
          <w:rFonts w:ascii="Arial" w:hAnsi="Arial" w:cs="Arial"/>
          <w:sz w:val="20"/>
        </w:rPr>
      </w:pPr>
    </w:p>
    <w:p w:rsidR="00CD4F5B" w:rsidRPr="00E7176A" w:rsidRDefault="00CD4F5B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Zijn de </w:t>
      </w:r>
      <w:r w:rsidRPr="00E7176A">
        <w:rPr>
          <w:rFonts w:ascii="Arial" w:hAnsi="Arial" w:cs="Arial"/>
          <w:b/>
          <w:sz w:val="20"/>
          <w:u w:val="single"/>
        </w:rPr>
        <w:t>huisregels duidelijk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nooit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soms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meestal</w:t>
      </w:r>
    </w:p>
    <w:p w:rsidR="00CD4F5B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altijd</w:t>
      </w:r>
    </w:p>
    <w:p w:rsidR="001F7D92" w:rsidRPr="00E7176A" w:rsidRDefault="001F7D92" w:rsidP="009050BF">
      <w:pPr>
        <w:ind w:left="709" w:hanging="425"/>
        <w:rPr>
          <w:rFonts w:ascii="Arial" w:hAnsi="Arial" w:cs="Arial"/>
          <w:b/>
          <w:sz w:val="20"/>
        </w:rPr>
      </w:pPr>
    </w:p>
    <w:p w:rsidR="001F7D92" w:rsidRPr="00E7176A" w:rsidRDefault="00FB2178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Is het</w:t>
      </w:r>
      <w:r w:rsidR="001F7D92" w:rsidRPr="00E7176A">
        <w:rPr>
          <w:rFonts w:ascii="Arial" w:hAnsi="Arial" w:cs="Arial"/>
          <w:b/>
          <w:sz w:val="20"/>
        </w:rPr>
        <w:t xml:space="preserve"> </w:t>
      </w:r>
      <w:r w:rsidR="001F7D92" w:rsidRPr="00E7176A">
        <w:rPr>
          <w:rFonts w:ascii="Arial" w:hAnsi="Arial" w:cs="Arial"/>
          <w:b/>
          <w:sz w:val="20"/>
          <w:u w:val="single"/>
        </w:rPr>
        <w:t>schoon</w:t>
      </w:r>
      <w:r w:rsidRPr="00E7176A">
        <w:rPr>
          <w:rFonts w:ascii="Arial" w:hAnsi="Arial" w:cs="Arial"/>
          <w:b/>
          <w:sz w:val="20"/>
        </w:rPr>
        <w:t xml:space="preserve"> in de voorziening</w:t>
      </w:r>
      <w:r w:rsidR="001F7D92" w:rsidRPr="00E7176A">
        <w:rPr>
          <w:rFonts w:ascii="Arial" w:hAnsi="Arial" w:cs="Arial"/>
          <w:b/>
          <w:sz w:val="20"/>
        </w:rPr>
        <w:t xml:space="preserve">? 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nooit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soms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meestal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altijd</w:t>
      </w:r>
    </w:p>
    <w:p w:rsidR="006E7348" w:rsidRPr="00E7176A" w:rsidRDefault="006E7348" w:rsidP="009050BF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1F7D92" w:rsidRPr="00E7176A" w:rsidRDefault="00D70717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Is het </w:t>
      </w:r>
      <w:r w:rsidRPr="00E7176A">
        <w:rPr>
          <w:rFonts w:ascii="Arial" w:hAnsi="Arial" w:cs="Arial"/>
          <w:b/>
          <w:sz w:val="20"/>
          <w:u w:val="single"/>
        </w:rPr>
        <w:t xml:space="preserve">eten </w:t>
      </w:r>
      <w:r w:rsidR="00D55A69" w:rsidRPr="00E7176A">
        <w:rPr>
          <w:rFonts w:ascii="Arial" w:hAnsi="Arial" w:cs="Arial"/>
          <w:b/>
          <w:sz w:val="20"/>
          <w:u w:val="single"/>
        </w:rPr>
        <w:t>g</w:t>
      </w:r>
      <w:r w:rsidR="00860A0D" w:rsidRPr="00E7176A">
        <w:rPr>
          <w:rFonts w:ascii="Arial" w:hAnsi="Arial" w:cs="Arial"/>
          <w:b/>
          <w:sz w:val="20"/>
          <w:u w:val="single"/>
        </w:rPr>
        <w:t>oe</w:t>
      </w:r>
      <w:r w:rsidR="00D55A69" w:rsidRPr="00E7176A">
        <w:rPr>
          <w:rFonts w:ascii="Arial" w:hAnsi="Arial" w:cs="Arial"/>
          <w:b/>
          <w:sz w:val="20"/>
          <w:u w:val="single"/>
        </w:rPr>
        <w:t>d</w:t>
      </w:r>
      <w:r w:rsidR="00D55A69" w:rsidRPr="00E7176A">
        <w:rPr>
          <w:rFonts w:ascii="Arial" w:hAnsi="Arial" w:cs="Arial"/>
          <w:b/>
          <w:sz w:val="20"/>
        </w:rPr>
        <w:t xml:space="preserve"> </w:t>
      </w:r>
      <w:r w:rsidRPr="00E7176A">
        <w:rPr>
          <w:rFonts w:ascii="Arial" w:hAnsi="Arial" w:cs="Arial"/>
          <w:b/>
          <w:sz w:val="20"/>
        </w:rPr>
        <w:t>dat u in de voorziening krijgt?</w:t>
      </w:r>
      <w:r w:rsidR="001F7D92" w:rsidRPr="00E7176A">
        <w:rPr>
          <w:rFonts w:ascii="Arial" w:hAnsi="Arial" w:cs="Arial"/>
          <w:b/>
          <w:sz w:val="20"/>
        </w:rPr>
        <w:t xml:space="preserve"> 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nooit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soms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meestal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altijd</w:t>
      </w:r>
    </w:p>
    <w:p w:rsidR="001F7D92" w:rsidRPr="00E7176A" w:rsidRDefault="00860A0D" w:rsidP="00D907B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F7D92" w:rsidRPr="00E7176A">
        <w:rPr>
          <w:rFonts w:ascii="Arial" w:hAnsi="Arial" w:cs="Arial"/>
          <w:iCs/>
          <w:sz w:val="20"/>
        </w:rPr>
        <w:t>niet van toepassing</w:t>
      </w:r>
    </w:p>
    <w:p w:rsidR="00CD4F5B" w:rsidRPr="00E7176A" w:rsidRDefault="00CD4F5B" w:rsidP="00697676">
      <w:pPr>
        <w:ind w:left="709" w:hanging="425"/>
        <w:rPr>
          <w:rFonts w:ascii="Arial" w:hAnsi="Arial" w:cs="Arial"/>
          <w:b/>
          <w:sz w:val="20"/>
        </w:rPr>
      </w:pPr>
    </w:p>
    <w:p w:rsidR="00FF6B27" w:rsidRPr="00E7176A" w:rsidRDefault="00FF6B27" w:rsidP="00697676">
      <w:pPr>
        <w:ind w:left="709" w:hanging="425"/>
        <w:rPr>
          <w:rFonts w:ascii="Arial" w:hAnsi="Arial" w:cs="Arial"/>
          <w:b/>
          <w:sz w:val="20"/>
        </w:rPr>
      </w:pPr>
    </w:p>
    <w:p w:rsidR="00CD4F5B" w:rsidRPr="00E7176A" w:rsidRDefault="00530641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Bent </w:t>
      </w:r>
      <w:r w:rsidR="00CD4F5B" w:rsidRPr="00E7176A">
        <w:rPr>
          <w:rFonts w:ascii="Arial" w:hAnsi="Arial" w:cs="Arial"/>
          <w:b/>
          <w:sz w:val="20"/>
        </w:rPr>
        <w:t xml:space="preserve">u </w:t>
      </w:r>
      <w:r w:rsidR="00CD4F5B" w:rsidRPr="00E7176A">
        <w:rPr>
          <w:rFonts w:ascii="Arial" w:hAnsi="Arial" w:cs="Arial"/>
          <w:b/>
          <w:sz w:val="20"/>
          <w:u w:val="single"/>
        </w:rPr>
        <w:t>veilig</w:t>
      </w:r>
      <w:r w:rsidR="00CD4F5B" w:rsidRPr="00E7176A">
        <w:rPr>
          <w:rFonts w:ascii="Arial" w:hAnsi="Arial" w:cs="Arial"/>
          <w:b/>
          <w:sz w:val="20"/>
        </w:rPr>
        <w:t xml:space="preserve"> in de voorziening? </w:t>
      </w:r>
    </w:p>
    <w:p w:rsidR="00CD4F5B" w:rsidRPr="00E7176A" w:rsidRDefault="00860A0D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nooit</w:t>
      </w:r>
    </w:p>
    <w:p w:rsidR="00CD4F5B" w:rsidRPr="00E7176A" w:rsidRDefault="00860A0D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soms</w:t>
      </w:r>
    </w:p>
    <w:p w:rsidR="00CD4F5B" w:rsidRPr="00E7176A" w:rsidRDefault="00860A0D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meestal</w:t>
      </w:r>
    </w:p>
    <w:p w:rsidR="00CD4F5B" w:rsidRPr="00E7176A" w:rsidRDefault="00860A0D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altijd</w:t>
      </w:r>
    </w:p>
    <w:p w:rsidR="00CD4F5B" w:rsidRPr="00E7176A" w:rsidRDefault="00CD4F5B" w:rsidP="00697676">
      <w:pPr>
        <w:ind w:left="709" w:hanging="425"/>
        <w:rPr>
          <w:rFonts w:ascii="Arial" w:hAnsi="Arial" w:cs="Arial"/>
          <w:sz w:val="20"/>
        </w:rPr>
      </w:pPr>
    </w:p>
    <w:p w:rsidR="008C1CE0" w:rsidRPr="00E7176A" w:rsidRDefault="00B12FC9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S</w:t>
      </w:r>
      <w:r w:rsidR="008C1CE0" w:rsidRPr="00E7176A">
        <w:rPr>
          <w:rFonts w:ascii="Arial" w:hAnsi="Arial" w:cs="Arial"/>
          <w:b/>
          <w:bCs/>
          <w:sz w:val="20"/>
        </w:rPr>
        <w:t>oms</w:t>
      </w:r>
      <w:r w:rsidRPr="00E7176A">
        <w:rPr>
          <w:rFonts w:ascii="Arial" w:hAnsi="Arial" w:cs="Arial"/>
          <w:b/>
          <w:bCs/>
          <w:sz w:val="20"/>
        </w:rPr>
        <w:t xml:space="preserve"> zijn er</w:t>
      </w:r>
      <w:r w:rsidR="008C1CE0" w:rsidRPr="00E7176A">
        <w:rPr>
          <w:rFonts w:ascii="Arial" w:hAnsi="Arial" w:cs="Arial"/>
          <w:b/>
          <w:bCs/>
          <w:sz w:val="20"/>
        </w:rPr>
        <w:t xml:space="preserve"> </w:t>
      </w:r>
      <w:r w:rsidR="008C1CE0" w:rsidRPr="00E7176A">
        <w:rPr>
          <w:rFonts w:ascii="Arial" w:hAnsi="Arial" w:cs="Arial"/>
          <w:b/>
          <w:bCs/>
          <w:sz w:val="20"/>
          <w:u w:val="single"/>
        </w:rPr>
        <w:t>vervelende situaties in de voorziening.</w:t>
      </w:r>
      <w:r w:rsidR="008C1CE0" w:rsidRPr="00E7176A">
        <w:rPr>
          <w:rFonts w:ascii="Arial" w:hAnsi="Arial" w:cs="Arial"/>
          <w:b/>
          <w:bCs/>
          <w:sz w:val="20"/>
        </w:rPr>
        <w:t xml:space="preserve"> Doordat iemand bijvoorbeeld overlast veroorzaakt. </w:t>
      </w:r>
      <w:r w:rsidR="008C1CE0" w:rsidRPr="00E7176A">
        <w:rPr>
          <w:rFonts w:ascii="Arial" w:hAnsi="Arial" w:cs="Arial"/>
          <w:b/>
          <w:bCs/>
          <w:sz w:val="20"/>
          <w:u w:val="single"/>
        </w:rPr>
        <w:t>Doen</w:t>
      </w:r>
      <w:r w:rsidR="008C1CE0" w:rsidRPr="00E7176A">
        <w:rPr>
          <w:rFonts w:ascii="Arial" w:hAnsi="Arial" w:cs="Arial"/>
          <w:b/>
          <w:bCs/>
          <w:sz w:val="20"/>
        </w:rPr>
        <w:t xml:space="preserve"> de </w:t>
      </w:r>
      <w:r w:rsidR="008C1CE0" w:rsidRPr="00E7176A">
        <w:rPr>
          <w:rFonts w:ascii="Arial" w:hAnsi="Arial" w:cs="Arial"/>
          <w:b/>
          <w:bCs/>
          <w:sz w:val="20"/>
          <w:u w:val="single"/>
        </w:rPr>
        <w:t>medewerkers</w:t>
      </w:r>
      <w:r w:rsidR="008C1CE0" w:rsidRPr="00E7176A">
        <w:rPr>
          <w:rFonts w:ascii="Arial" w:hAnsi="Arial" w:cs="Arial"/>
          <w:b/>
          <w:bCs/>
          <w:sz w:val="20"/>
        </w:rPr>
        <w:t xml:space="preserve"> er iets aan als er zoiets gebeurt</w:t>
      </w:r>
      <w:r w:rsidR="008C1CE0" w:rsidRPr="00E7176A">
        <w:rPr>
          <w:rFonts w:ascii="Arial" w:hAnsi="Arial" w:cs="Arial"/>
          <w:b/>
          <w:sz w:val="20"/>
        </w:rPr>
        <w:t xml:space="preserve">? </w:t>
      </w:r>
    </w:p>
    <w:p w:rsidR="0041334D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41334D" w:rsidRPr="00E7176A">
        <w:rPr>
          <w:rFonts w:ascii="Arial" w:hAnsi="Arial" w:cs="Arial"/>
          <w:iCs/>
          <w:sz w:val="20"/>
        </w:rPr>
        <w:t>nooit</w:t>
      </w:r>
    </w:p>
    <w:p w:rsidR="0041334D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41334D" w:rsidRPr="00E7176A">
        <w:rPr>
          <w:rFonts w:ascii="Arial" w:hAnsi="Arial" w:cs="Arial"/>
          <w:iCs/>
          <w:sz w:val="20"/>
        </w:rPr>
        <w:t>soms</w:t>
      </w:r>
    </w:p>
    <w:p w:rsidR="0041334D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41334D" w:rsidRPr="00E7176A">
        <w:rPr>
          <w:rFonts w:ascii="Arial" w:hAnsi="Arial" w:cs="Arial"/>
          <w:iCs/>
          <w:sz w:val="20"/>
        </w:rPr>
        <w:t>meestal</w:t>
      </w:r>
    </w:p>
    <w:p w:rsidR="0064645D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41334D" w:rsidRPr="00E7176A">
        <w:rPr>
          <w:rFonts w:ascii="Arial" w:hAnsi="Arial" w:cs="Arial"/>
          <w:iCs/>
          <w:sz w:val="20"/>
        </w:rPr>
        <w:t>altijd</w:t>
      </w:r>
    </w:p>
    <w:p w:rsidR="0064645D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64645D" w:rsidRPr="00E7176A">
        <w:rPr>
          <w:rFonts w:ascii="Arial" w:hAnsi="Arial" w:cs="Arial"/>
          <w:iCs/>
          <w:sz w:val="20"/>
        </w:rPr>
        <w:t>niet van toepassing</w:t>
      </w:r>
    </w:p>
    <w:p w:rsidR="008C1CE0" w:rsidRPr="00E7176A" w:rsidRDefault="008C1CE0" w:rsidP="00697676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B12FC9" w:rsidRPr="00E7176A" w:rsidRDefault="00B12FC9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S</w:t>
      </w:r>
      <w:r w:rsidRPr="00E7176A">
        <w:rPr>
          <w:rFonts w:ascii="Arial" w:hAnsi="Arial" w:cs="Arial"/>
          <w:b/>
          <w:bCs/>
          <w:sz w:val="20"/>
        </w:rPr>
        <w:t xml:space="preserve">oms zijn er </w:t>
      </w:r>
      <w:r w:rsidRPr="00E7176A">
        <w:rPr>
          <w:rFonts w:ascii="Arial" w:hAnsi="Arial" w:cs="Arial"/>
          <w:b/>
          <w:bCs/>
          <w:sz w:val="20"/>
          <w:u w:val="single"/>
        </w:rPr>
        <w:t>gevaarlijke situaties in of rondom de voorziening.</w:t>
      </w:r>
      <w:r w:rsidRPr="00E7176A">
        <w:rPr>
          <w:rFonts w:ascii="Arial" w:hAnsi="Arial" w:cs="Arial"/>
          <w:b/>
          <w:bCs/>
          <w:sz w:val="20"/>
        </w:rPr>
        <w:t xml:space="preserve"> Doordat iemand bijvoorbeeld bedreigend of agressief is. </w:t>
      </w:r>
      <w:r w:rsidRPr="00E7176A">
        <w:rPr>
          <w:rFonts w:ascii="Arial" w:hAnsi="Arial" w:cs="Arial"/>
          <w:b/>
          <w:bCs/>
          <w:sz w:val="20"/>
          <w:u w:val="single"/>
        </w:rPr>
        <w:t>Doen</w:t>
      </w:r>
      <w:r w:rsidRPr="00E7176A">
        <w:rPr>
          <w:rFonts w:ascii="Arial" w:hAnsi="Arial" w:cs="Arial"/>
          <w:b/>
          <w:bCs/>
          <w:sz w:val="20"/>
        </w:rPr>
        <w:t xml:space="preserve"> de </w:t>
      </w:r>
      <w:r w:rsidRPr="00E7176A">
        <w:rPr>
          <w:rFonts w:ascii="Arial" w:hAnsi="Arial" w:cs="Arial"/>
          <w:b/>
          <w:bCs/>
          <w:sz w:val="20"/>
          <w:u w:val="single"/>
        </w:rPr>
        <w:t>medewerkers</w:t>
      </w:r>
      <w:r w:rsidRPr="00E7176A">
        <w:rPr>
          <w:rFonts w:ascii="Arial" w:hAnsi="Arial" w:cs="Arial"/>
          <w:b/>
          <w:bCs/>
          <w:sz w:val="20"/>
        </w:rPr>
        <w:t xml:space="preserve"> er iets aan als er zoiets gebeurt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CD4F5B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nooit</w:t>
      </w:r>
    </w:p>
    <w:p w:rsidR="00CD4F5B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soms</w:t>
      </w:r>
    </w:p>
    <w:p w:rsidR="00CD4F5B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meestal</w:t>
      </w:r>
    </w:p>
    <w:p w:rsidR="00CD4F5B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4F5B" w:rsidRPr="00E7176A">
        <w:rPr>
          <w:rFonts w:ascii="Arial" w:hAnsi="Arial" w:cs="Arial"/>
          <w:iCs/>
          <w:sz w:val="20"/>
        </w:rPr>
        <w:t>altijd</w:t>
      </w:r>
    </w:p>
    <w:p w:rsidR="00CD4F5B" w:rsidRPr="00E7176A" w:rsidRDefault="008C1CE0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62557E" w:rsidRPr="00E7176A">
        <w:rPr>
          <w:rFonts w:ascii="Arial" w:hAnsi="Arial" w:cs="Arial"/>
          <w:sz w:val="20"/>
        </w:rPr>
        <w:t>niet van toepassing</w:t>
      </w:r>
    </w:p>
    <w:p w:rsidR="00B12FC9" w:rsidRPr="00E7176A" w:rsidRDefault="00B12FC9" w:rsidP="00697676">
      <w:p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</w:p>
    <w:p w:rsidR="008C297D" w:rsidRPr="00E7176A" w:rsidRDefault="008C297D" w:rsidP="00697676">
      <w:p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</w:p>
    <w:p w:rsidR="00BC1198" w:rsidRPr="00E7176A" w:rsidRDefault="002A2B26" w:rsidP="00697676">
      <w:pPr>
        <w:numPr>
          <w:ilvl w:val="0"/>
          <w:numId w:val="2"/>
        </w:numPr>
        <w:ind w:left="709" w:hanging="425"/>
        <w:rPr>
          <w:rFonts w:ascii="Arial" w:hAnsi="Arial" w:cs="Arial"/>
          <w:b/>
          <w:bCs/>
          <w:iCs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>Het contact met de medewerkers van de voorziening</w:t>
      </w:r>
    </w:p>
    <w:p w:rsidR="00B12FC9" w:rsidRPr="00E7176A" w:rsidRDefault="00B12FC9" w:rsidP="00697676">
      <w:pPr>
        <w:ind w:left="709" w:hanging="425"/>
        <w:rPr>
          <w:rFonts w:ascii="Arial" w:hAnsi="Arial" w:cs="Arial"/>
          <w:sz w:val="20"/>
        </w:rPr>
      </w:pPr>
    </w:p>
    <w:p w:rsidR="0081036A" w:rsidRPr="00E7176A" w:rsidRDefault="0081036A" w:rsidP="00AD607D">
      <w:pPr>
        <w:ind w:left="284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De volgende vragen gaan over </w:t>
      </w:r>
      <w:r w:rsidR="00556B9F" w:rsidRPr="00E7176A">
        <w:rPr>
          <w:rFonts w:ascii="Arial" w:hAnsi="Arial" w:cs="Arial"/>
          <w:sz w:val="20"/>
        </w:rPr>
        <w:t xml:space="preserve">de </w:t>
      </w:r>
      <w:r w:rsidR="000E2588" w:rsidRPr="00E7176A">
        <w:rPr>
          <w:rFonts w:ascii="Arial" w:hAnsi="Arial" w:cs="Arial"/>
          <w:b/>
          <w:sz w:val="20"/>
        </w:rPr>
        <w:t>medewerker</w:t>
      </w:r>
      <w:r w:rsidR="000E2588" w:rsidRPr="00E7176A">
        <w:rPr>
          <w:rFonts w:ascii="Arial" w:hAnsi="Arial" w:cs="Arial"/>
          <w:sz w:val="20"/>
        </w:rPr>
        <w:t xml:space="preserve"> </w:t>
      </w:r>
      <w:r w:rsidR="00556B9F" w:rsidRPr="00E7176A">
        <w:rPr>
          <w:rFonts w:ascii="Arial" w:hAnsi="Arial" w:cs="Arial"/>
          <w:b/>
          <w:sz w:val="20"/>
        </w:rPr>
        <w:t xml:space="preserve">van de </w:t>
      </w:r>
      <w:r w:rsidR="005D6734" w:rsidRPr="00E7176A">
        <w:rPr>
          <w:rFonts w:ascii="Arial" w:hAnsi="Arial" w:cs="Arial"/>
          <w:b/>
          <w:sz w:val="20"/>
        </w:rPr>
        <w:t>voorziening</w:t>
      </w:r>
      <w:r w:rsidR="00556B9F" w:rsidRPr="00E7176A">
        <w:rPr>
          <w:rFonts w:ascii="Arial" w:hAnsi="Arial" w:cs="Arial"/>
          <w:sz w:val="20"/>
        </w:rPr>
        <w:t xml:space="preserve"> met wie u de </w:t>
      </w:r>
      <w:r w:rsidR="00556B9F" w:rsidRPr="00E7176A">
        <w:rPr>
          <w:rFonts w:ascii="Arial" w:hAnsi="Arial" w:cs="Arial"/>
          <w:b/>
          <w:sz w:val="20"/>
        </w:rPr>
        <w:t>laatste 6 maanden het meeste contact</w:t>
      </w:r>
      <w:r w:rsidR="00556B9F" w:rsidRPr="00E7176A">
        <w:rPr>
          <w:rFonts w:ascii="Arial" w:hAnsi="Arial" w:cs="Arial"/>
          <w:sz w:val="20"/>
        </w:rPr>
        <w:t xml:space="preserve"> heeft ge</w:t>
      </w:r>
      <w:r w:rsidR="00C6249E" w:rsidRPr="00E7176A">
        <w:rPr>
          <w:rFonts w:ascii="Arial" w:hAnsi="Arial" w:cs="Arial"/>
          <w:sz w:val="20"/>
        </w:rPr>
        <w:t>had</w:t>
      </w:r>
      <w:r w:rsidR="00556B9F" w:rsidRPr="00E7176A">
        <w:rPr>
          <w:rFonts w:ascii="Arial" w:hAnsi="Arial" w:cs="Arial"/>
          <w:sz w:val="20"/>
        </w:rPr>
        <w:t>.</w:t>
      </w:r>
      <w:r w:rsidRPr="00E7176A">
        <w:rPr>
          <w:rFonts w:ascii="Arial" w:hAnsi="Arial" w:cs="Arial"/>
          <w:sz w:val="20"/>
        </w:rPr>
        <w:t xml:space="preserve"> </w:t>
      </w:r>
    </w:p>
    <w:p w:rsidR="00030E89" w:rsidRPr="00E7176A" w:rsidRDefault="00030E89" w:rsidP="00697676">
      <w:pPr>
        <w:ind w:left="709" w:hanging="425"/>
        <w:rPr>
          <w:rFonts w:ascii="Arial" w:hAnsi="Arial" w:cs="Arial"/>
          <w:sz w:val="20"/>
        </w:rPr>
      </w:pPr>
    </w:p>
    <w:p w:rsidR="00C40B8D" w:rsidRPr="00E7176A" w:rsidRDefault="00D17F2A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iCs/>
          <w:sz w:val="20"/>
        </w:rPr>
      </w:pPr>
      <w:r w:rsidRPr="00E7176A">
        <w:rPr>
          <w:rFonts w:ascii="Arial" w:hAnsi="Arial" w:cs="Arial"/>
          <w:b/>
          <w:iCs/>
          <w:sz w:val="20"/>
        </w:rPr>
        <w:t>Is</w:t>
      </w:r>
      <w:r w:rsidR="00641272" w:rsidRPr="00E7176A">
        <w:rPr>
          <w:rFonts w:ascii="Arial" w:hAnsi="Arial" w:cs="Arial"/>
          <w:b/>
          <w:iCs/>
          <w:sz w:val="20"/>
        </w:rPr>
        <w:t xml:space="preserve"> </w:t>
      </w:r>
      <w:r w:rsidR="000E2588" w:rsidRPr="00E7176A">
        <w:rPr>
          <w:rFonts w:ascii="Arial" w:hAnsi="Arial" w:cs="Arial"/>
          <w:b/>
          <w:iCs/>
          <w:sz w:val="20"/>
        </w:rPr>
        <w:t>de medewerker</w:t>
      </w:r>
      <w:r w:rsidR="00030E89" w:rsidRPr="00E7176A">
        <w:rPr>
          <w:rFonts w:ascii="Arial" w:hAnsi="Arial" w:cs="Arial"/>
          <w:b/>
          <w:iCs/>
          <w:sz w:val="20"/>
        </w:rPr>
        <w:t xml:space="preserve"> </w:t>
      </w:r>
      <w:r w:rsidR="00030E89" w:rsidRPr="00E7176A">
        <w:rPr>
          <w:rFonts w:ascii="Arial" w:hAnsi="Arial" w:cs="Arial"/>
          <w:b/>
          <w:iCs/>
          <w:sz w:val="20"/>
          <w:u w:val="single"/>
        </w:rPr>
        <w:t>beleefd</w:t>
      </w:r>
      <w:r w:rsidR="00030E89" w:rsidRPr="00E7176A">
        <w:rPr>
          <w:rFonts w:ascii="Arial" w:hAnsi="Arial" w:cs="Arial"/>
          <w:b/>
          <w:iCs/>
          <w:sz w:val="20"/>
        </w:rPr>
        <w:t xml:space="preserve"> tegen u? 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nooit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soms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meestal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altijd</w:t>
      </w:r>
    </w:p>
    <w:p w:rsidR="00C40B8D" w:rsidRPr="00E7176A" w:rsidRDefault="00C40B8D" w:rsidP="00697676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030E89" w:rsidRPr="00E7176A" w:rsidRDefault="008B0D5B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  <w:u w:val="single"/>
        </w:rPr>
        <w:t>L</w:t>
      </w:r>
      <w:r w:rsidR="00030E89" w:rsidRPr="00E7176A">
        <w:rPr>
          <w:rFonts w:ascii="Arial" w:hAnsi="Arial" w:cs="Arial"/>
          <w:b/>
          <w:sz w:val="20"/>
          <w:u w:val="single"/>
        </w:rPr>
        <w:t>uister</w:t>
      </w:r>
      <w:r w:rsidR="00D17F2A" w:rsidRPr="00E7176A">
        <w:rPr>
          <w:rFonts w:ascii="Arial" w:hAnsi="Arial" w:cs="Arial"/>
          <w:b/>
          <w:sz w:val="20"/>
          <w:u w:val="single"/>
        </w:rPr>
        <w:t>t</w:t>
      </w:r>
      <w:r w:rsidR="00030E89" w:rsidRPr="00E7176A">
        <w:rPr>
          <w:rFonts w:ascii="Arial" w:hAnsi="Arial" w:cs="Arial"/>
          <w:b/>
          <w:sz w:val="20"/>
        </w:rPr>
        <w:t xml:space="preserve"> </w:t>
      </w:r>
      <w:r w:rsidR="000E2588" w:rsidRPr="00E7176A">
        <w:rPr>
          <w:rFonts w:ascii="Arial" w:hAnsi="Arial" w:cs="Arial"/>
          <w:b/>
          <w:sz w:val="20"/>
        </w:rPr>
        <w:t>de medewerker</w:t>
      </w:r>
      <w:r w:rsidR="00E850F5" w:rsidRPr="00E7176A">
        <w:rPr>
          <w:rFonts w:ascii="Arial" w:hAnsi="Arial" w:cs="Arial"/>
          <w:b/>
          <w:iCs/>
          <w:sz w:val="20"/>
        </w:rPr>
        <w:t xml:space="preserve"> </w:t>
      </w:r>
      <w:r w:rsidR="00030E89" w:rsidRPr="00E7176A">
        <w:rPr>
          <w:rFonts w:ascii="Arial" w:hAnsi="Arial" w:cs="Arial"/>
          <w:b/>
          <w:sz w:val="20"/>
          <w:u w:val="single"/>
        </w:rPr>
        <w:t>aandachtig</w:t>
      </w:r>
      <w:r w:rsidR="00C40B8D" w:rsidRPr="00E7176A">
        <w:rPr>
          <w:rFonts w:ascii="Arial" w:hAnsi="Arial" w:cs="Arial"/>
          <w:b/>
          <w:sz w:val="20"/>
        </w:rPr>
        <w:t xml:space="preserve"> naar u?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nooit</w:t>
      </w:r>
    </w:p>
    <w:p w:rsidR="00C40B8D" w:rsidRPr="00E7176A" w:rsidRDefault="00D907B5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 xml:space="preserve"> </w:t>
      </w:r>
      <w:r w:rsidR="00C40B8D" w:rsidRPr="00E7176A">
        <w:rPr>
          <w:rFonts w:ascii="Arial" w:hAnsi="Arial" w:cs="Arial"/>
          <w:iCs/>
          <w:sz w:val="20"/>
        </w:rPr>
        <w:t>soms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meestal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altijd</w:t>
      </w:r>
    </w:p>
    <w:p w:rsidR="006745ED" w:rsidRPr="00E7176A" w:rsidRDefault="006745ED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C40B8D" w:rsidRPr="00E7176A" w:rsidRDefault="008B0D5B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H</w:t>
      </w:r>
      <w:r w:rsidR="00D17F2A" w:rsidRPr="00E7176A">
        <w:rPr>
          <w:rFonts w:ascii="Arial" w:hAnsi="Arial" w:cs="Arial"/>
          <w:b/>
          <w:sz w:val="20"/>
        </w:rPr>
        <w:t>eeft</w:t>
      </w:r>
      <w:r w:rsidR="00030E89" w:rsidRPr="00E7176A">
        <w:rPr>
          <w:rFonts w:ascii="Arial" w:hAnsi="Arial" w:cs="Arial"/>
          <w:b/>
          <w:sz w:val="20"/>
        </w:rPr>
        <w:t xml:space="preserve"> </w:t>
      </w:r>
      <w:r w:rsidR="000E2588" w:rsidRPr="00E7176A">
        <w:rPr>
          <w:rFonts w:ascii="Arial" w:hAnsi="Arial" w:cs="Arial"/>
          <w:b/>
          <w:sz w:val="20"/>
        </w:rPr>
        <w:t>de medewerker</w:t>
      </w:r>
      <w:r w:rsidR="00E850F5" w:rsidRPr="00E7176A">
        <w:rPr>
          <w:rFonts w:ascii="Arial" w:hAnsi="Arial" w:cs="Arial"/>
          <w:b/>
          <w:iCs/>
          <w:sz w:val="20"/>
        </w:rPr>
        <w:t xml:space="preserve"> </w:t>
      </w:r>
      <w:r w:rsidR="00030E89" w:rsidRPr="00E7176A">
        <w:rPr>
          <w:rFonts w:ascii="Arial" w:hAnsi="Arial" w:cs="Arial"/>
          <w:b/>
          <w:sz w:val="20"/>
          <w:u w:val="single"/>
        </w:rPr>
        <w:t>genoeg tijd</w:t>
      </w:r>
      <w:r w:rsidR="00030E89" w:rsidRPr="00E7176A">
        <w:rPr>
          <w:rFonts w:ascii="Arial" w:hAnsi="Arial" w:cs="Arial"/>
          <w:b/>
          <w:sz w:val="20"/>
        </w:rPr>
        <w:t xml:space="preserve"> voor u? 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lastRenderedPageBreak/>
        <w:tab/>
      </w:r>
      <w:r w:rsidR="00C40B8D" w:rsidRPr="00E7176A">
        <w:rPr>
          <w:rFonts w:ascii="Arial" w:hAnsi="Arial" w:cs="Arial"/>
          <w:iCs/>
          <w:sz w:val="20"/>
        </w:rPr>
        <w:t>nooit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soms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meestal</w:t>
      </w:r>
    </w:p>
    <w:p w:rsidR="00C40B8D" w:rsidRPr="00E7176A" w:rsidRDefault="00B12FC9" w:rsidP="00D907B5">
      <w:pPr>
        <w:pStyle w:val="Plattetekst"/>
        <w:numPr>
          <w:ilvl w:val="0"/>
          <w:numId w:val="15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altijd</w:t>
      </w:r>
    </w:p>
    <w:p w:rsidR="00C40B8D" w:rsidRPr="00E7176A" w:rsidRDefault="00C40B8D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FF6B27" w:rsidRPr="00E7176A" w:rsidRDefault="00FF6B27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FF6B27" w:rsidRPr="00E7176A" w:rsidRDefault="00FF6B27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FF6B27" w:rsidRPr="00E7176A" w:rsidRDefault="00FF6B27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FF6B27" w:rsidRPr="00E7176A" w:rsidRDefault="00FF6B27" w:rsidP="00697676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030E89" w:rsidRPr="00E7176A" w:rsidRDefault="008B0D5B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N</w:t>
      </w:r>
      <w:r w:rsidR="00030E89" w:rsidRPr="00E7176A">
        <w:rPr>
          <w:rFonts w:ascii="Arial" w:hAnsi="Arial" w:cs="Arial"/>
          <w:b/>
          <w:sz w:val="20"/>
        </w:rPr>
        <w:t>e</w:t>
      </w:r>
      <w:r w:rsidR="00D17F2A" w:rsidRPr="00E7176A">
        <w:rPr>
          <w:rFonts w:ascii="Arial" w:hAnsi="Arial" w:cs="Arial"/>
          <w:b/>
          <w:sz w:val="20"/>
        </w:rPr>
        <w:t>e</w:t>
      </w:r>
      <w:r w:rsidR="00030E89" w:rsidRPr="00E7176A">
        <w:rPr>
          <w:rFonts w:ascii="Arial" w:hAnsi="Arial" w:cs="Arial"/>
          <w:b/>
          <w:sz w:val="20"/>
        </w:rPr>
        <w:t>m</w:t>
      </w:r>
      <w:r w:rsidR="00D17F2A" w:rsidRPr="00E7176A">
        <w:rPr>
          <w:rFonts w:ascii="Arial" w:hAnsi="Arial" w:cs="Arial"/>
          <w:b/>
          <w:sz w:val="20"/>
        </w:rPr>
        <w:t>t</w:t>
      </w:r>
      <w:r w:rsidR="00030E89" w:rsidRPr="00E7176A">
        <w:rPr>
          <w:rFonts w:ascii="Arial" w:hAnsi="Arial" w:cs="Arial"/>
          <w:b/>
          <w:sz w:val="20"/>
        </w:rPr>
        <w:t xml:space="preserve"> </w:t>
      </w:r>
      <w:r w:rsidR="00B46D6A" w:rsidRPr="00E7176A">
        <w:rPr>
          <w:rFonts w:ascii="Arial" w:hAnsi="Arial" w:cs="Arial"/>
          <w:b/>
          <w:sz w:val="20"/>
        </w:rPr>
        <w:t>de medewerker</w:t>
      </w:r>
      <w:r w:rsidR="00030E89" w:rsidRPr="00E7176A">
        <w:rPr>
          <w:rFonts w:ascii="Arial" w:hAnsi="Arial" w:cs="Arial"/>
          <w:b/>
          <w:sz w:val="20"/>
        </w:rPr>
        <w:t xml:space="preserve"> u </w:t>
      </w:r>
      <w:r w:rsidR="00030E89" w:rsidRPr="00E7176A">
        <w:rPr>
          <w:rFonts w:ascii="Arial" w:hAnsi="Arial" w:cs="Arial"/>
          <w:b/>
          <w:sz w:val="20"/>
          <w:u w:val="single"/>
        </w:rPr>
        <w:t>serieus</w:t>
      </w:r>
      <w:r w:rsidR="00030E89" w:rsidRPr="00E7176A">
        <w:rPr>
          <w:rFonts w:ascii="Arial" w:hAnsi="Arial" w:cs="Arial"/>
          <w:b/>
          <w:sz w:val="20"/>
        </w:rPr>
        <w:t xml:space="preserve">? </w:t>
      </w:r>
    </w:p>
    <w:p w:rsidR="00C40B8D" w:rsidRPr="00E7176A" w:rsidRDefault="00B12FC9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nooit</w:t>
      </w:r>
    </w:p>
    <w:p w:rsidR="00C40B8D" w:rsidRPr="00E7176A" w:rsidRDefault="00B12FC9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soms</w:t>
      </w:r>
    </w:p>
    <w:p w:rsidR="00C40B8D" w:rsidRPr="00E7176A" w:rsidRDefault="00B12FC9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meestal</w:t>
      </w:r>
    </w:p>
    <w:p w:rsidR="00C40B8D" w:rsidRPr="00E7176A" w:rsidRDefault="00B12FC9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40B8D" w:rsidRPr="00E7176A">
        <w:rPr>
          <w:rFonts w:ascii="Arial" w:hAnsi="Arial" w:cs="Arial"/>
          <w:iCs/>
          <w:sz w:val="20"/>
        </w:rPr>
        <w:t>altijd</w:t>
      </w:r>
    </w:p>
    <w:p w:rsidR="00D27B9D" w:rsidRPr="00E7176A" w:rsidRDefault="00D27B9D" w:rsidP="00697676">
      <w:pPr>
        <w:ind w:left="709" w:hanging="425"/>
        <w:rPr>
          <w:rFonts w:ascii="Arial" w:hAnsi="Arial" w:cs="Arial"/>
          <w:sz w:val="20"/>
        </w:rPr>
      </w:pPr>
    </w:p>
    <w:p w:rsidR="00733EEB" w:rsidRPr="00E7176A" w:rsidRDefault="00733EEB" w:rsidP="00697676">
      <w:pPr>
        <w:ind w:left="709" w:hanging="425"/>
        <w:rPr>
          <w:rFonts w:ascii="Arial" w:hAnsi="Arial" w:cs="Arial"/>
          <w:sz w:val="20"/>
        </w:rPr>
      </w:pPr>
    </w:p>
    <w:p w:rsidR="00697676" w:rsidRPr="00E7176A" w:rsidRDefault="002A2B26" w:rsidP="00697676">
      <w:pPr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>Passende opvang en hulp vanuit de voorziening</w:t>
      </w:r>
    </w:p>
    <w:p w:rsidR="00D43BF6" w:rsidRPr="00E7176A" w:rsidRDefault="00D43BF6" w:rsidP="00697676">
      <w:pPr>
        <w:ind w:left="709" w:hanging="425"/>
        <w:rPr>
          <w:rFonts w:ascii="Arial" w:hAnsi="Arial" w:cs="Arial"/>
          <w:b/>
          <w:sz w:val="20"/>
        </w:rPr>
      </w:pPr>
    </w:p>
    <w:p w:rsidR="00677765" w:rsidRPr="00E7176A" w:rsidRDefault="00677765" w:rsidP="00697676">
      <w:pPr>
        <w:ind w:left="284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>De</w:t>
      </w:r>
      <w:r w:rsidR="002D532E" w:rsidRPr="00E7176A">
        <w:rPr>
          <w:rFonts w:ascii="Arial" w:hAnsi="Arial" w:cs="Arial"/>
          <w:sz w:val="20"/>
        </w:rPr>
        <w:t xml:space="preserve"> volgende vragen gaan over </w:t>
      </w:r>
      <w:r w:rsidR="00A47463" w:rsidRPr="00E7176A">
        <w:rPr>
          <w:rFonts w:ascii="Arial" w:hAnsi="Arial" w:cs="Arial"/>
          <w:b/>
          <w:sz w:val="20"/>
        </w:rPr>
        <w:t xml:space="preserve">alle </w:t>
      </w:r>
      <w:r w:rsidR="005D6734" w:rsidRPr="00E7176A">
        <w:rPr>
          <w:rFonts w:ascii="Arial" w:hAnsi="Arial" w:cs="Arial"/>
          <w:b/>
          <w:sz w:val="20"/>
        </w:rPr>
        <w:t xml:space="preserve">opvang en </w:t>
      </w:r>
      <w:r w:rsidR="00640660" w:rsidRPr="00E7176A">
        <w:rPr>
          <w:rFonts w:ascii="Arial" w:hAnsi="Arial" w:cs="Arial"/>
          <w:b/>
          <w:sz w:val="20"/>
        </w:rPr>
        <w:t>hulp</w:t>
      </w:r>
      <w:r w:rsidR="002D532E" w:rsidRPr="00E7176A">
        <w:rPr>
          <w:rFonts w:ascii="Arial" w:hAnsi="Arial" w:cs="Arial"/>
          <w:b/>
          <w:sz w:val="20"/>
        </w:rPr>
        <w:t xml:space="preserve"> vanuit de </w:t>
      </w:r>
      <w:r w:rsidR="005D6734" w:rsidRPr="00E7176A">
        <w:rPr>
          <w:rFonts w:ascii="Arial" w:hAnsi="Arial" w:cs="Arial"/>
          <w:b/>
          <w:sz w:val="20"/>
        </w:rPr>
        <w:t>voorziening</w:t>
      </w:r>
      <w:r w:rsidR="002D532E" w:rsidRPr="00E7176A">
        <w:rPr>
          <w:rFonts w:ascii="Arial" w:hAnsi="Arial" w:cs="Arial"/>
          <w:sz w:val="20"/>
        </w:rPr>
        <w:t>. De</w:t>
      </w:r>
      <w:r w:rsidRPr="00E7176A">
        <w:rPr>
          <w:rFonts w:ascii="Arial" w:hAnsi="Arial" w:cs="Arial"/>
          <w:sz w:val="20"/>
        </w:rPr>
        <w:t xml:space="preserve">nk </w:t>
      </w:r>
      <w:r w:rsidR="002D532E" w:rsidRPr="00E7176A">
        <w:rPr>
          <w:rFonts w:ascii="Arial" w:hAnsi="Arial" w:cs="Arial"/>
          <w:sz w:val="20"/>
        </w:rPr>
        <w:t>hier</w:t>
      </w:r>
      <w:r w:rsidRPr="00E7176A">
        <w:rPr>
          <w:rFonts w:ascii="Arial" w:hAnsi="Arial" w:cs="Arial"/>
          <w:sz w:val="20"/>
        </w:rPr>
        <w:t xml:space="preserve">bij aan de </w:t>
      </w:r>
      <w:r w:rsidRPr="00E7176A">
        <w:rPr>
          <w:rFonts w:ascii="Arial" w:hAnsi="Arial" w:cs="Arial"/>
          <w:b/>
          <w:sz w:val="20"/>
        </w:rPr>
        <w:t xml:space="preserve">afgelopen </w:t>
      </w:r>
      <w:r w:rsidR="00FD7DE5" w:rsidRPr="00E7176A">
        <w:rPr>
          <w:rFonts w:ascii="Arial" w:hAnsi="Arial" w:cs="Arial"/>
          <w:b/>
          <w:sz w:val="20"/>
        </w:rPr>
        <w:t>6</w:t>
      </w:r>
      <w:r w:rsidRPr="00E7176A">
        <w:rPr>
          <w:rFonts w:ascii="Arial" w:hAnsi="Arial" w:cs="Arial"/>
          <w:b/>
          <w:sz w:val="20"/>
        </w:rPr>
        <w:t xml:space="preserve"> maanden</w:t>
      </w:r>
      <w:r w:rsidRPr="00E7176A">
        <w:rPr>
          <w:rFonts w:ascii="Arial" w:hAnsi="Arial" w:cs="Arial"/>
          <w:sz w:val="20"/>
        </w:rPr>
        <w:t>.</w:t>
      </w:r>
    </w:p>
    <w:p w:rsidR="00677765" w:rsidRPr="00E7176A" w:rsidRDefault="00677765" w:rsidP="00697676">
      <w:pPr>
        <w:ind w:left="709" w:hanging="425"/>
        <w:rPr>
          <w:rFonts w:ascii="Arial" w:hAnsi="Arial" w:cs="Arial"/>
          <w:sz w:val="20"/>
          <w:u w:val="single"/>
        </w:rPr>
      </w:pPr>
    </w:p>
    <w:p w:rsidR="00F752E5" w:rsidRPr="00E7176A" w:rsidRDefault="00F752E5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Kunt u in de voorziening </w:t>
      </w:r>
      <w:r w:rsidRPr="00E7176A">
        <w:rPr>
          <w:rFonts w:ascii="Arial" w:hAnsi="Arial" w:cs="Arial"/>
          <w:b/>
          <w:sz w:val="20"/>
          <w:u w:val="single"/>
        </w:rPr>
        <w:t>zelf beslissingen</w:t>
      </w:r>
      <w:r w:rsidRPr="00E7176A">
        <w:rPr>
          <w:rFonts w:ascii="Arial" w:hAnsi="Arial" w:cs="Arial"/>
          <w:b/>
          <w:sz w:val="20"/>
        </w:rPr>
        <w:t xml:space="preserve"> nemen over uw leven</w:t>
      </w:r>
      <w:r w:rsidR="00837AD1" w:rsidRPr="00E7176A">
        <w:rPr>
          <w:rFonts w:ascii="Arial" w:hAnsi="Arial" w:cs="Arial"/>
          <w:b/>
          <w:sz w:val="20"/>
        </w:rPr>
        <w:t>?</w:t>
      </w:r>
      <w:r w:rsidRPr="00E7176A">
        <w:rPr>
          <w:rFonts w:ascii="Arial" w:hAnsi="Arial" w:cs="Arial"/>
          <w:b/>
          <w:sz w:val="20"/>
        </w:rPr>
        <w:t xml:space="preserve"> 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nooit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soms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meestal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altijd</w:t>
      </w:r>
    </w:p>
    <w:p w:rsidR="00F752E5" w:rsidRPr="00E7176A" w:rsidRDefault="00F752E5" w:rsidP="00697676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F752E5" w:rsidRPr="00E7176A" w:rsidRDefault="00837AD1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Houdt de voorziening</w:t>
      </w:r>
      <w:r w:rsidR="00F752E5" w:rsidRPr="00E7176A">
        <w:rPr>
          <w:rFonts w:ascii="Arial" w:hAnsi="Arial" w:cs="Arial"/>
          <w:b/>
          <w:sz w:val="20"/>
        </w:rPr>
        <w:t xml:space="preserve"> </w:t>
      </w:r>
      <w:r w:rsidR="00F752E5" w:rsidRPr="00E7176A">
        <w:rPr>
          <w:rFonts w:ascii="Arial" w:hAnsi="Arial" w:cs="Arial"/>
          <w:b/>
          <w:sz w:val="20"/>
          <w:u w:val="single"/>
        </w:rPr>
        <w:t>rekening</w:t>
      </w:r>
      <w:r w:rsidR="00F752E5" w:rsidRPr="00E7176A">
        <w:rPr>
          <w:rFonts w:ascii="Arial" w:hAnsi="Arial" w:cs="Arial"/>
          <w:b/>
          <w:sz w:val="20"/>
        </w:rPr>
        <w:t xml:space="preserve"> met </w:t>
      </w:r>
      <w:r w:rsidR="00F752E5" w:rsidRPr="00E7176A">
        <w:rPr>
          <w:rFonts w:ascii="Arial" w:hAnsi="Arial" w:cs="Arial"/>
          <w:b/>
          <w:sz w:val="20"/>
          <w:u w:val="single"/>
        </w:rPr>
        <w:t>wat u wilt</w:t>
      </w:r>
      <w:r w:rsidR="00F752E5" w:rsidRPr="00E7176A">
        <w:rPr>
          <w:rFonts w:ascii="Arial" w:hAnsi="Arial" w:cs="Arial"/>
          <w:b/>
          <w:sz w:val="20"/>
        </w:rPr>
        <w:t xml:space="preserve">? 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nooit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soms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meestal</w:t>
      </w:r>
    </w:p>
    <w:p w:rsidR="00F752E5" w:rsidRPr="00E7176A" w:rsidRDefault="00697676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752E5" w:rsidRPr="00E7176A">
        <w:rPr>
          <w:rFonts w:ascii="Arial" w:hAnsi="Arial" w:cs="Arial"/>
          <w:iCs/>
          <w:sz w:val="20"/>
        </w:rPr>
        <w:t>altijd</w:t>
      </w:r>
    </w:p>
    <w:p w:rsidR="00F752E5" w:rsidRPr="00E7176A" w:rsidRDefault="00F752E5" w:rsidP="00697676">
      <w:pPr>
        <w:ind w:left="709" w:hanging="425"/>
        <w:rPr>
          <w:rFonts w:ascii="Arial" w:hAnsi="Arial" w:cs="Arial"/>
          <w:sz w:val="20"/>
          <w:u w:val="single"/>
        </w:rPr>
      </w:pPr>
    </w:p>
    <w:p w:rsidR="00030815" w:rsidRPr="00E7176A" w:rsidRDefault="007C3F3E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</w:t>
      </w:r>
      <w:r w:rsidR="00D63CC2" w:rsidRPr="00E7176A">
        <w:rPr>
          <w:rFonts w:ascii="Arial" w:hAnsi="Arial" w:cs="Arial"/>
          <w:b/>
          <w:sz w:val="20"/>
          <w:u w:val="single"/>
        </w:rPr>
        <w:t xml:space="preserve">hulp </w:t>
      </w:r>
      <w:r w:rsidR="00146B32" w:rsidRPr="00E7176A">
        <w:rPr>
          <w:rFonts w:ascii="Arial" w:hAnsi="Arial" w:cs="Arial"/>
          <w:b/>
          <w:sz w:val="20"/>
          <w:u w:val="single"/>
        </w:rPr>
        <w:t xml:space="preserve">zo veel </w:t>
      </w:r>
      <w:r w:rsidR="0081546C" w:rsidRPr="00E7176A">
        <w:rPr>
          <w:rFonts w:ascii="Arial" w:hAnsi="Arial" w:cs="Arial"/>
          <w:b/>
          <w:sz w:val="20"/>
          <w:u w:val="single"/>
        </w:rPr>
        <w:t>als</w:t>
      </w:r>
      <w:r w:rsidR="0081546C" w:rsidRPr="00E7176A">
        <w:rPr>
          <w:rFonts w:ascii="Arial" w:hAnsi="Arial" w:cs="Arial"/>
          <w:b/>
          <w:sz w:val="20"/>
        </w:rPr>
        <w:t xml:space="preserve"> u </w:t>
      </w:r>
      <w:r w:rsidR="0081546C" w:rsidRPr="00E7176A">
        <w:rPr>
          <w:rFonts w:ascii="Arial" w:hAnsi="Arial" w:cs="Arial"/>
          <w:b/>
          <w:sz w:val="20"/>
          <w:u w:val="single"/>
        </w:rPr>
        <w:t>nodig</w:t>
      </w:r>
      <w:r w:rsidR="0081546C" w:rsidRPr="00E7176A">
        <w:rPr>
          <w:rFonts w:ascii="Arial" w:hAnsi="Arial" w:cs="Arial"/>
          <w:b/>
          <w:sz w:val="20"/>
        </w:rPr>
        <w:t xml:space="preserve"> heeft</w:t>
      </w:r>
      <w:r w:rsidRPr="00E7176A">
        <w:rPr>
          <w:rFonts w:ascii="Arial" w:hAnsi="Arial" w:cs="Arial"/>
          <w:b/>
          <w:sz w:val="20"/>
        </w:rPr>
        <w:t>?</w:t>
      </w:r>
      <w:r w:rsidR="0062536F" w:rsidRPr="00E7176A">
        <w:rPr>
          <w:rFonts w:ascii="Arial" w:hAnsi="Arial" w:cs="Arial"/>
          <w:b/>
          <w:sz w:val="20"/>
        </w:rPr>
        <w:t xml:space="preserve"> </w:t>
      </w:r>
    </w:p>
    <w:p w:rsidR="00030815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815" w:rsidRPr="00E7176A">
        <w:rPr>
          <w:rFonts w:ascii="Arial" w:hAnsi="Arial" w:cs="Arial"/>
          <w:iCs/>
          <w:sz w:val="20"/>
        </w:rPr>
        <w:t>nooit</w:t>
      </w:r>
    </w:p>
    <w:p w:rsidR="00030815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815" w:rsidRPr="00E7176A">
        <w:rPr>
          <w:rFonts w:ascii="Arial" w:hAnsi="Arial" w:cs="Arial"/>
          <w:iCs/>
          <w:sz w:val="20"/>
        </w:rPr>
        <w:t>soms</w:t>
      </w:r>
    </w:p>
    <w:p w:rsidR="00030815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815" w:rsidRPr="00E7176A">
        <w:rPr>
          <w:rFonts w:ascii="Arial" w:hAnsi="Arial" w:cs="Arial"/>
          <w:iCs/>
          <w:sz w:val="20"/>
        </w:rPr>
        <w:t>meestal</w:t>
      </w:r>
    </w:p>
    <w:p w:rsidR="00030815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815" w:rsidRPr="00E7176A">
        <w:rPr>
          <w:rFonts w:ascii="Arial" w:hAnsi="Arial" w:cs="Arial"/>
          <w:iCs/>
          <w:sz w:val="20"/>
        </w:rPr>
        <w:t>altijd</w:t>
      </w:r>
    </w:p>
    <w:p w:rsidR="000B0FF3" w:rsidRPr="00E7176A" w:rsidRDefault="000B0FF3" w:rsidP="00F84B4E">
      <w:pPr>
        <w:ind w:left="709" w:hanging="425"/>
        <w:rPr>
          <w:rFonts w:ascii="Arial" w:hAnsi="Arial" w:cs="Arial"/>
          <w:b/>
          <w:sz w:val="20"/>
        </w:rPr>
      </w:pPr>
    </w:p>
    <w:p w:rsidR="00A01AEE" w:rsidRPr="00E7176A" w:rsidRDefault="00A01AEE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</w:t>
      </w:r>
      <w:r w:rsidR="008039FD" w:rsidRPr="00E7176A">
        <w:rPr>
          <w:rFonts w:ascii="Arial" w:hAnsi="Arial" w:cs="Arial"/>
          <w:b/>
          <w:sz w:val="20"/>
          <w:u w:val="single"/>
        </w:rPr>
        <w:t xml:space="preserve">hulp </w:t>
      </w:r>
      <w:r w:rsidR="00D02DE3" w:rsidRPr="00E7176A">
        <w:rPr>
          <w:rFonts w:ascii="Arial" w:hAnsi="Arial" w:cs="Arial"/>
          <w:b/>
          <w:sz w:val="20"/>
          <w:u w:val="single"/>
        </w:rPr>
        <w:t xml:space="preserve">zo snel </w:t>
      </w:r>
      <w:r w:rsidRPr="00E7176A">
        <w:rPr>
          <w:rFonts w:ascii="Arial" w:hAnsi="Arial" w:cs="Arial"/>
          <w:b/>
          <w:sz w:val="20"/>
          <w:u w:val="single"/>
        </w:rPr>
        <w:t>als</w:t>
      </w:r>
      <w:r w:rsidRPr="00E7176A">
        <w:rPr>
          <w:rFonts w:ascii="Arial" w:hAnsi="Arial" w:cs="Arial"/>
          <w:b/>
          <w:sz w:val="20"/>
        </w:rPr>
        <w:t xml:space="preserve"> u </w:t>
      </w:r>
      <w:r w:rsidRPr="00E7176A">
        <w:rPr>
          <w:rFonts w:ascii="Arial" w:hAnsi="Arial" w:cs="Arial"/>
          <w:b/>
          <w:sz w:val="20"/>
          <w:u w:val="single"/>
        </w:rPr>
        <w:t>nodig</w:t>
      </w:r>
      <w:r w:rsidRPr="00E7176A">
        <w:rPr>
          <w:rFonts w:ascii="Arial" w:hAnsi="Arial" w:cs="Arial"/>
          <w:b/>
          <w:sz w:val="20"/>
        </w:rPr>
        <w:t xml:space="preserve"> heeft?</w:t>
      </w:r>
    </w:p>
    <w:p w:rsidR="00A01AEE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01AEE" w:rsidRPr="00E7176A">
        <w:rPr>
          <w:rFonts w:ascii="Arial" w:hAnsi="Arial" w:cs="Arial"/>
          <w:iCs/>
          <w:sz w:val="20"/>
        </w:rPr>
        <w:t>nooit</w:t>
      </w:r>
    </w:p>
    <w:p w:rsidR="00A01AEE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01AEE" w:rsidRPr="00E7176A">
        <w:rPr>
          <w:rFonts w:ascii="Arial" w:hAnsi="Arial" w:cs="Arial"/>
          <w:iCs/>
          <w:sz w:val="20"/>
        </w:rPr>
        <w:t>soms</w:t>
      </w:r>
    </w:p>
    <w:p w:rsidR="00A01AEE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01AEE" w:rsidRPr="00E7176A">
        <w:rPr>
          <w:rFonts w:ascii="Arial" w:hAnsi="Arial" w:cs="Arial"/>
          <w:iCs/>
          <w:sz w:val="20"/>
        </w:rPr>
        <w:t>meestal</w:t>
      </w:r>
    </w:p>
    <w:p w:rsidR="00A01AEE" w:rsidRPr="00E7176A" w:rsidRDefault="00D63CC2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01AEE" w:rsidRPr="00E7176A">
        <w:rPr>
          <w:rFonts w:ascii="Arial" w:hAnsi="Arial" w:cs="Arial"/>
          <w:iCs/>
          <w:sz w:val="20"/>
        </w:rPr>
        <w:t>altijd</w:t>
      </w:r>
    </w:p>
    <w:p w:rsidR="00A01AEE" w:rsidRPr="00E7176A" w:rsidRDefault="00A01AEE" w:rsidP="00F84B4E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0B0FF3" w:rsidRPr="00E7176A" w:rsidRDefault="000B0FF3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Kunt u medewerkers </w:t>
      </w:r>
      <w:r w:rsidRPr="00E7176A">
        <w:rPr>
          <w:rFonts w:ascii="Arial" w:hAnsi="Arial" w:cs="Arial"/>
          <w:b/>
          <w:sz w:val="20"/>
          <w:u w:val="single"/>
        </w:rPr>
        <w:t>bereiken als</w:t>
      </w:r>
      <w:r w:rsidRPr="00E7176A">
        <w:rPr>
          <w:rFonts w:ascii="Arial" w:hAnsi="Arial" w:cs="Arial"/>
          <w:b/>
          <w:sz w:val="20"/>
        </w:rPr>
        <w:t xml:space="preserve"> u hulp </w:t>
      </w:r>
      <w:r w:rsidRPr="00E7176A">
        <w:rPr>
          <w:rFonts w:ascii="Arial" w:hAnsi="Arial" w:cs="Arial"/>
          <w:b/>
          <w:sz w:val="20"/>
          <w:u w:val="single"/>
        </w:rPr>
        <w:t>nodig</w:t>
      </w:r>
      <w:r w:rsidRPr="00E7176A">
        <w:rPr>
          <w:rFonts w:ascii="Arial" w:hAnsi="Arial" w:cs="Arial"/>
          <w:b/>
          <w:sz w:val="20"/>
        </w:rPr>
        <w:t xml:space="preserve"> heeft?</w:t>
      </w:r>
    </w:p>
    <w:p w:rsidR="000B0FF3" w:rsidRPr="00E7176A" w:rsidRDefault="00F84B4E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B0FF3" w:rsidRPr="00E7176A">
        <w:rPr>
          <w:rFonts w:ascii="Arial" w:hAnsi="Arial" w:cs="Arial"/>
          <w:iCs/>
          <w:sz w:val="20"/>
        </w:rPr>
        <w:t>nooit</w:t>
      </w:r>
    </w:p>
    <w:p w:rsidR="000B0FF3" w:rsidRPr="00E7176A" w:rsidRDefault="00F84B4E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B0FF3" w:rsidRPr="00E7176A">
        <w:rPr>
          <w:rFonts w:ascii="Arial" w:hAnsi="Arial" w:cs="Arial"/>
          <w:iCs/>
          <w:sz w:val="20"/>
        </w:rPr>
        <w:t>soms</w:t>
      </w:r>
    </w:p>
    <w:p w:rsidR="000B0FF3" w:rsidRPr="00E7176A" w:rsidRDefault="00F84B4E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B0FF3" w:rsidRPr="00E7176A">
        <w:rPr>
          <w:rFonts w:ascii="Arial" w:hAnsi="Arial" w:cs="Arial"/>
          <w:iCs/>
          <w:sz w:val="20"/>
        </w:rPr>
        <w:t>meestal</w:t>
      </w:r>
    </w:p>
    <w:p w:rsidR="000B0FF3" w:rsidRPr="00E7176A" w:rsidRDefault="00F84B4E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D907B5" w:rsidRPr="00E7176A">
        <w:rPr>
          <w:rFonts w:ascii="Arial" w:hAnsi="Arial" w:cs="Arial"/>
          <w:iCs/>
          <w:sz w:val="20"/>
        </w:rPr>
        <w:t>A</w:t>
      </w:r>
      <w:r w:rsidR="000B0FF3" w:rsidRPr="00E7176A">
        <w:rPr>
          <w:rFonts w:ascii="Arial" w:hAnsi="Arial" w:cs="Arial"/>
          <w:iCs/>
          <w:sz w:val="20"/>
        </w:rPr>
        <w:t>ltijd</w:t>
      </w:r>
    </w:p>
    <w:p w:rsidR="00D907B5" w:rsidRPr="00E7176A" w:rsidRDefault="00D907B5" w:rsidP="00D907B5">
      <w:pPr>
        <w:pStyle w:val="Plattetekst"/>
        <w:spacing w:after="0"/>
        <w:ind w:left="284"/>
        <w:rPr>
          <w:rFonts w:ascii="Arial" w:hAnsi="Arial" w:cs="Arial"/>
          <w:iCs/>
          <w:sz w:val="20"/>
        </w:rPr>
      </w:pPr>
    </w:p>
    <w:p w:rsidR="008C297D" w:rsidRPr="00E7176A" w:rsidRDefault="008C297D" w:rsidP="009C5DB5">
      <w:pPr>
        <w:pStyle w:val="Lijstalinea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</w:t>
      </w:r>
      <w:r w:rsidRPr="00E7176A">
        <w:rPr>
          <w:rFonts w:ascii="Arial" w:hAnsi="Arial" w:cs="Arial"/>
          <w:b/>
          <w:sz w:val="20"/>
          <w:u w:val="single"/>
        </w:rPr>
        <w:t>advies</w:t>
      </w:r>
      <w:r w:rsidRPr="00E7176A">
        <w:rPr>
          <w:rFonts w:ascii="Arial" w:hAnsi="Arial" w:cs="Arial"/>
          <w:b/>
          <w:sz w:val="20"/>
        </w:rPr>
        <w:t xml:space="preserve"> bij uw </w:t>
      </w:r>
      <w:r w:rsidRPr="00E7176A">
        <w:rPr>
          <w:rFonts w:ascii="Arial" w:hAnsi="Arial" w:cs="Arial"/>
          <w:b/>
          <w:sz w:val="20"/>
          <w:u w:val="single"/>
        </w:rPr>
        <w:t>veiligheid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8C297D" w:rsidRPr="00E7176A" w:rsidRDefault="008C297D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nooit</w:t>
      </w:r>
    </w:p>
    <w:p w:rsidR="008C297D" w:rsidRPr="00E7176A" w:rsidRDefault="008C297D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soms</w:t>
      </w:r>
    </w:p>
    <w:p w:rsidR="008C297D" w:rsidRPr="00E7176A" w:rsidRDefault="008C297D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meestal</w:t>
      </w:r>
    </w:p>
    <w:p w:rsidR="008C297D" w:rsidRPr="00E7176A" w:rsidRDefault="008C297D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D907B5" w:rsidRPr="00E7176A">
        <w:rPr>
          <w:rFonts w:ascii="Arial" w:hAnsi="Arial" w:cs="Arial"/>
          <w:iCs/>
          <w:sz w:val="20"/>
        </w:rPr>
        <w:t>A</w:t>
      </w:r>
      <w:r w:rsidRPr="00E7176A">
        <w:rPr>
          <w:rFonts w:ascii="Arial" w:hAnsi="Arial" w:cs="Arial"/>
          <w:iCs/>
          <w:sz w:val="20"/>
        </w:rPr>
        <w:t>ltijd</w:t>
      </w:r>
    </w:p>
    <w:p w:rsidR="00D907B5" w:rsidRPr="00E7176A" w:rsidRDefault="00D907B5" w:rsidP="00D907B5">
      <w:pPr>
        <w:pStyle w:val="Plattetekst"/>
        <w:spacing w:after="0"/>
        <w:ind w:left="284"/>
        <w:rPr>
          <w:rFonts w:ascii="Arial" w:hAnsi="Arial" w:cs="Arial"/>
          <w:iCs/>
          <w:sz w:val="20"/>
        </w:rPr>
      </w:pPr>
    </w:p>
    <w:p w:rsidR="00FF6B27" w:rsidRPr="00E7176A" w:rsidRDefault="00FF6B27" w:rsidP="009C5DB5">
      <w:pPr>
        <w:pStyle w:val="Lijstalinea"/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Zijn er </w:t>
      </w:r>
      <w:r w:rsidRPr="00E7176A">
        <w:rPr>
          <w:rFonts w:ascii="Arial" w:hAnsi="Arial" w:cs="Arial"/>
          <w:b/>
          <w:sz w:val="20"/>
          <w:u w:val="single"/>
        </w:rPr>
        <w:t>afspraken</w:t>
      </w:r>
      <w:r w:rsidRPr="00E7176A">
        <w:rPr>
          <w:rFonts w:ascii="Arial" w:hAnsi="Arial" w:cs="Arial"/>
          <w:b/>
          <w:sz w:val="20"/>
        </w:rPr>
        <w:t xml:space="preserve"> met u gemaakt over uw </w:t>
      </w:r>
      <w:r w:rsidRPr="00E7176A">
        <w:rPr>
          <w:rFonts w:ascii="Arial" w:hAnsi="Arial" w:cs="Arial"/>
          <w:b/>
          <w:sz w:val="20"/>
          <w:u w:val="single"/>
        </w:rPr>
        <w:t>begeleiding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FF6B27" w:rsidRPr="00E7176A" w:rsidRDefault="00FF6B27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ja</w:t>
      </w:r>
    </w:p>
    <w:p w:rsidR="00FF6B27" w:rsidRPr="00E7176A" w:rsidRDefault="00D907B5" w:rsidP="00D907B5">
      <w:pPr>
        <w:pStyle w:val="Plattetekst"/>
        <w:numPr>
          <w:ilvl w:val="0"/>
          <w:numId w:val="16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 xml:space="preserve"> </w:t>
      </w:r>
      <w:r w:rsidR="00FF6B27" w:rsidRPr="00E7176A">
        <w:rPr>
          <w:rFonts w:ascii="Arial" w:hAnsi="Arial" w:cs="Arial"/>
          <w:iCs/>
          <w:sz w:val="20"/>
        </w:rPr>
        <w:t>nee</w:t>
      </w:r>
    </w:p>
    <w:p w:rsidR="00FF6B27" w:rsidRPr="00E7176A" w:rsidRDefault="00FF6B27" w:rsidP="00F84B4E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highlight w:val="yellow"/>
        </w:rPr>
      </w:pPr>
    </w:p>
    <w:p w:rsidR="00A36285" w:rsidRPr="00E7176A" w:rsidRDefault="00A36285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  <w:u w:val="single"/>
        </w:rPr>
        <w:t>Bespreken</w:t>
      </w:r>
      <w:r w:rsidRPr="00E7176A">
        <w:rPr>
          <w:rFonts w:ascii="Arial" w:hAnsi="Arial" w:cs="Arial"/>
          <w:b/>
          <w:sz w:val="20"/>
        </w:rPr>
        <w:t xml:space="preserve"> medewerkers met u </w:t>
      </w:r>
      <w:r w:rsidR="00F84B4E" w:rsidRPr="00E7176A">
        <w:rPr>
          <w:rFonts w:ascii="Arial" w:hAnsi="Arial" w:cs="Arial"/>
          <w:b/>
          <w:sz w:val="20"/>
        </w:rPr>
        <w:t xml:space="preserve">of de </w:t>
      </w:r>
      <w:r w:rsidR="00F84B4E" w:rsidRPr="00E7176A">
        <w:rPr>
          <w:rFonts w:ascii="Arial" w:hAnsi="Arial" w:cs="Arial"/>
          <w:b/>
          <w:sz w:val="20"/>
          <w:u w:val="single"/>
        </w:rPr>
        <w:t>opvang</w:t>
      </w:r>
      <w:r w:rsidR="00640660" w:rsidRPr="00E7176A">
        <w:rPr>
          <w:rFonts w:ascii="Arial" w:hAnsi="Arial" w:cs="Arial"/>
          <w:b/>
          <w:sz w:val="20"/>
          <w:u w:val="single"/>
        </w:rPr>
        <w:t xml:space="preserve"> en hulp</w:t>
      </w:r>
      <w:r w:rsidR="00F84B4E" w:rsidRPr="00E7176A">
        <w:rPr>
          <w:rFonts w:ascii="Arial" w:hAnsi="Arial" w:cs="Arial"/>
          <w:b/>
          <w:sz w:val="20"/>
          <w:u w:val="single"/>
        </w:rPr>
        <w:t xml:space="preserve"> nog steeds</w:t>
      </w:r>
      <w:r w:rsidR="00F84B4E" w:rsidRPr="00E7176A">
        <w:rPr>
          <w:rFonts w:ascii="Arial" w:hAnsi="Arial" w:cs="Arial"/>
          <w:b/>
          <w:sz w:val="20"/>
        </w:rPr>
        <w:t xml:space="preserve"> bij u </w:t>
      </w:r>
      <w:r w:rsidR="00F84B4E" w:rsidRPr="00E7176A">
        <w:rPr>
          <w:rFonts w:ascii="Arial" w:hAnsi="Arial" w:cs="Arial"/>
          <w:b/>
          <w:sz w:val="20"/>
          <w:u w:val="single"/>
        </w:rPr>
        <w:t>past</w:t>
      </w:r>
      <w:r w:rsidRPr="00E7176A">
        <w:rPr>
          <w:rFonts w:ascii="Arial" w:hAnsi="Arial" w:cs="Arial"/>
          <w:b/>
          <w:sz w:val="20"/>
        </w:rPr>
        <w:t>?</w:t>
      </w:r>
    </w:p>
    <w:p w:rsidR="00A36285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36285" w:rsidRPr="00E7176A">
        <w:rPr>
          <w:rFonts w:ascii="Arial" w:hAnsi="Arial" w:cs="Arial"/>
          <w:iCs/>
          <w:sz w:val="20"/>
        </w:rPr>
        <w:t>nooit</w:t>
      </w:r>
    </w:p>
    <w:p w:rsidR="00A36285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36285" w:rsidRPr="00E7176A">
        <w:rPr>
          <w:rFonts w:ascii="Arial" w:hAnsi="Arial" w:cs="Arial"/>
          <w:iCs/>
          <w:sz w:val="20"/>
        </w:rPr>
        <w:t>soms</w:t>
      </w:r>
    </w:p>
    <w:p w:rsidR="00A36285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36285" w:rsidRPr="00E7176A">
        <w:rPr>
          <w:rFonts w:ascii="Arial" w:hAnsi="Arial" w:cs="Arial"/>
          <w:iCs/>
          <w:sz w:val="20"/>
        </w:rPr>
        <w:t>meestal</w:t>
      </w:r>
    </w:p>
    <w:p w:rsidR="00A36285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A36285" w:rsidRPr="00E7176A">
        <w:rPr>
          <w:rFonts w:ascii="Arial" w:hAnsi="Arial" w:cs="Arial"/>
          <w:iCs/>
          <w:sz w:val="20"/>
        </w:rPr>
        <w:t>altijd</w:t>
      </w:r>
    </w:p>
    <w:p w:rsidR="00443284" w:rsidRPr="00E7176A" w:rsidRDefault="00443284" w:rsidP="00D907B5">
      <w:pPr>
        <w:pStyle w:val="Plattetekst"/>
        <w:spacing w:after="0"/>
        <w:ind w:hanging="425"/>
        <w:rPr>
          <w:rFonts w:ascii="Arial" w:hAnsi="Arial" w:cs="Arial"/>
          <w:iCs/>
          <w:sz w:val="20"/>
        </w:rPr>
      </w:pPr>
    </w:p>
    <w:p w:rsidR="0088174B" w:rsidRPr="00E7176A" w:rsidRDefault="0088174B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de </w:t>
      </w:r>
      <w:r w:rsidRPr="00E7176A">
        <w:rPr>
          <w:rFonts w:ascii="Arial" w:hAnsi="Arial" w:cs="Arial"/>
          <w:b/>
          <w:sz w:val="20"/>
          <w:u w:val="single"/>
        </w:rPr>
        <w:t>informatie</w:t>
      </w:r>
      <w:r w:rsidRPr="00E7176A">
        <w:rPr>
          <w:rFonts w:ascii="Arial" w:hAnsi="Arial" w:cs="Arial"/>
          <w:b/>
          <w:sz w:val="20"/>
        </w:rPr>
        <w:t xml:space="preserve"> die u </w:t>
      </w:r>
      <w:r w:rsidRPr="00E7176A">
        <w:rPr>
          <w:rFonts w:ascii="Arial" w:hAnsi="Arial" w:cs="Arial"/>
          <w:b/>
          <w:sz w:val="20"/>
          <w:u w:val="single"/>
        </w:rPr>
        <w:t>nodig</w:t>
      </w:r>
      <w:r w:rsidRPr="00E7176A">
        <w:rPr>
          <w:rFonts w:ascii="Arial" w:hAnsi="Arial" w:cs="Arial"/>
          <w:b/>
          <w:sz w:val="20"/>
        </w:rPr>
        <w:t xml:space="preserve"> </w:t>
      </w:r>
      <w:r w:rsidRPr="00E7176A">
        <w:rPr>
          <w:rFonts w:ascii="Arial" w:hAnsi="Arial" w:cs="Arial"/>
          <w:b/>
          <w:sz w:val="20"/>
          <w:u w:val="single"/>
        </w:rPr>
        <w:t>heeft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88174B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88174B" w:rsidRPr="00E7176A">
        <w:rPr>
          <w:rFonts w:ascii="Arial" w:hAnsi="Arial" w:cs="Arial"/>
          <w:iCs/>
          <w:sz w:val="20"/>
        </w:rPr>
        <w:t>nooit</w:t>
      </w:r>
    </w:p>
    <w:p w:rsidR="0088174B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88174B" w:rsidRPr="00E7176A">
        <w:rPr>
          <w:rFonts w:ascii="Arial" w:hAnsi="Arial" w:cs="Arial"/>
          <w:iCs/>
          <w:sz w:val="20"/>
        </w:rPr>
        <w:t>soms</w:t>
      </w:r>
    </w:p>
    <w:p w:rsidR="0088174B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88174B" w:rsidRPr="00E7176A">
        <w:rPr>
          <w:rFonts w:ascii="Arial" w:hAnsi="Arial" w:cs="Arial"/>
          <w:iCs/>
          <w:sz w:val="20"/>
        </w:rPr>
        <w:t>meestal</w:t>
      </w:r>
    </w:p>
    <w:p w:rsidR="0088174B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88174B" w:rsidRPr="00E7176A">
        <w:rPr>
          <w:rFonts w:ascii="Arial" w:hAnsi="Arial" w:cs="Arial"/>
          <w:iCs/>
          <w:sz w:val="20"/>
        </w:rPr>
        <w:t>altijd</w:t>
      </w:r>
    </w:p>
    <w:p w:rsidR="001B4AFE" w:rsidRPr="00E7176A" w:rsidRDefault="001B4AFE" w:rsidP="00A10FB9">
      <w:pPr>
        <w:ind w:left="567" w:hanging="283"/>
        <w:rPr>
          <w:rFonts w:ascii="Arial" w:hAnsi="Arial" w:cs="Arial"/>
          <w:sz w:val="20"/>
        </w:rPr>
      </w:pPr>
    </w:p>
    <w:p w:rsidR="001B4AFE" w:rsidRPr="00E7176A" w:rsidRDefault="006C3E3B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op het </w:t>
      </w:r>
      <w:r w:rsidRPr="00E7176A">
        <w:rPr>
          <w:rFonts w:ascii="Arial" w:hAnsi="Arial" w:cs="Arial"/>
          <w:b/>
          <w:sz w:val="20"/>
          <w:u w:val="single"/>
        </w:rPr>
        <w:t>juiste moment</w:t>
      </w:r>
      <w:r w:rsidRPr="00E7176A">
        <w:rPr>
          <w:rFonts w:ascii="Arial" w:hAnsi="Arial" w:cs="Arial"/>
          <w:b/>
          <w:sz w:val="20"/>
        </w:rPr>
        <w:t xml:space="preserve"> informatie? </w:t>
      </w:r>
    </w:p>
    <w:p w:rsidR="001B4AFE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B4AFE" w:rsidRPr="00E7176A">
        <w:rPr>
          <w:rFonts w:ascii="Arial" w:hAnsi="Arial" w:cs="Arial"/>
          <w:iCs/>
          <w:sz w:val="20"/>
        </w:rPr>
        <w:t>nooit</w:t>
      </w:r>
    </w:p>
    <w:p w:rsidR="001B4AFE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B4AFE" w:rsidRPr="00E7176A">
        <w:rPr>
          <w:rFonts w:ascii="Arial" w:hAnsi="Arial" w:cs="Arial"/>
          <w:iCs/>
          <w:sz w:val="20"/>
        </w:rPr>
        <w:t>soms</w:t>
      </w:r>
    </w:p>
    <w:p w:rsidR="001B4AFE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B4AFE" w:rsidRPr="00E7176A">
        <w:rPr>
          <w:rFonts w:ascii="Arial" w:hAnsi="Arial" w:cs="Arial"/>
          <w:iCs/>
          <w:sz w:val="20"/>
        </w:rPr>
        <w:t>meestal</w:t>
      </w:r>
    </w:p>
    <w:p w:rsidR="001B4AFE" w:rsidRPr="00E7176A" w:rsidRDefault="00F84B4E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1B4AFE" w:rsidRPr="00E7176A">
        <w:rPr>
          <w:rFonts w:ascii="Arial" w:hAnsi="Arial" w:cs="Arial"/>
          <w:iCs/>
          <w:sz w:val="20"/>
        </w:rPr>
        <w:t>altijd</w:t>
      </w:r>
    </w:p>
    <w:p w:rsidR="00F84B4E" w:rsidRPr="00E7176A" w:rsidRDefault="00F84B4E" w:rsidP="00F84B4E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F84B4E" w:rsidRPr="00E7176A" w:rsidRDefault="00F84B4E" w:rsidP="009C5DB5">
      <w:pPr>
        <w:pStyle w:val="Voettekst"/>
        <w:numPr>
          <w:ilvl w:val="0"/>
          <w:numId w:val="4"/>
        </w:numPr>
        <w:shd w:val="clear" w:color="auto" w:fill="FFFFFF"/>
        <w:tabs>
          <w:tab w:val="clear" w:pos="4536"/>
          <w:tab w:val="clear" w:pos="9072"/>
        </w:tabs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Leggen medewerkers</w:t>
      </w:r>
      <w:r w:rsidRPr="00E7176A">
        <w:rPr>
          <w:rFonts w:ascii="Arial" w:hAnsi="Arial" w:cs="Arial"/>
          <w:b/>
          <w:i/>
          <w:sz w:val="20"/>
        </w:rPr>
        <w:t xml:space="preserve"> </w:t>
      </w:r>
      <w:r w:rsidRPr="00E7176A">
        <w:rPr>
          <w:rFonts w:ascii="Arial" w:hAnsi="Arial" w:cs="Arial"/>
          <w:b/>
          <w:sz w:val="20"/>
        </w:rPr>
        <w:t xml:space="preserve">u dingen op een </w:t>
      </w:r>
      <w:r w:rsidRPr="00E7176A">
        <w:rPr>
          <w:rFonts w:ascii="Arial" w:hAnsi="Arial" w:cs="Arial"/>
          <w:b/>
          <w:sz w:val="20"/>
          <w:u w:val="single"/>
        </w:rPr>
        <w:t>begrijpelijke manier</w:t>
      </w:r>
      <w:r w:rsidRPr="00E7176A">
        <w:rPr>
          <w:rFonts w:ascii="Arial" w:hAnsi="Arial" w:cs="Arial"/>
          <w:b/>
          <w:sz w:val="20"/>
        </w:rPr>
        <w:t xml:space="preserve"> uit?</w:t>
      </w:r>
    </w:p>
    <w:p w:rsidR="00F84B4E" w:rsidRPr="00E7176A" w:rsidRDefault="00AD60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84B4E" w:rsidRPr="00E7176A">
        <w:rPr>
          <w:rFonts w:ascii="Arial" w:hAnsi="Arial" w:cs="Arial"/>
          <w:iCs/>
          <w:sz w:val="20"/>
        </w:rPr>
        <w:t>nooit</w:t>
      </w:r>
    </w:p>
    <w:p w:rsidR="00F84B4E" w:rsidRPr="00E7176A" w:rsidRDefault="00AD60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84B4E" w:rsidRPr="00E7176A">
        <w:rPr>
          <w:rFonts w:ascii="Arial" w:hAnsi="Arial" w:cs="Arial"/>
          <w:iCs/>
          <w:sz w:val="20"/>
        </w:rPr>
        <w:t>soms</w:t>
      </w:r>
    </w:p>
    <w:p w:rsidR="00F84B4E" w:rsidRPr="00E7176A" w:rsidRDefault="00AD60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84B4E" w:rsidRPr="00E7176A">
        <w:rPr>
          <w:rFonts w:ascii="Arial" w:hAnsi="Arial" w:cs="Arial"/>
          <w:iCs/>
          <w:sz w:val="20"/>
        </w:rPr>
        <w:t>meestal</w:t>
      </w:r>
    </w:p>
    <w:p w:rsidR="00F84B4E" w:rsidRPr="00E7176A" w:rsidRDefault="00AD60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F84B4E" w:rsidRPr="00E7176A">
        <w:rPr>
          <w:rFonts w:ascii="Arial" w:hAnsi="Arial" w:cs="Arial"/>
          <w:iCs/>
          <w:sz w:val="20"/>
        </w:rPr>
        <w:t>altijd</w:t>
      </w:r>
    </w:p>
    <w:p w:rsidR="00F84B4E" w:rsidRPr="00E7176A" w:rsidRDefault="00F84B4E" w:rsidP="00F84B4E">
      <w:pPr>
        <w:ind w:left="709" w:hanging="425"/>
        <w:rPr>
          <w:rFonts w:ascii="Arial" w:hAnsi="Arial" w:cs="Arial"/>
          <w:sz w:val="20"/>
        </w:rPr>
      </w:pPr>
    </w:p>
    <w:p w:rsidR="004D115C" w:rsidRPr="00E7176A" w:rsidRDefault="004D115C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Weet u </w:t>
      </w:r>
      <w:r w:rsidRPr="00E7176A">
        <w:rPr>
          <w:rFonts w:ascii="Arial" w:hAnsi="Arial" w:cs="Arial"/>
          <w:b/>
          <w:sz w:val="20"/>
          <w:u w:val="single"/>
        </w:rPr>
        <w:t>wat u kunt doen</w:t>
      </w:r>
      <w:r w:rsidRPr="00E7176A">
        <w:rPr>
          <w:rFonts w:ascii="Arial" w:hAnsi="Arial" w:cs="Arial"/>
          <w:b/>
          <w:sz w:val="20"/>
        </w:rPr>
        <w:t xml:space="preserve"> als u een </w:t>
      </w:r>
      <w:r w:rsidRPr="00E7176A">
        <w:rPr>
          <w:rFonts w:ascii="Arial" w:hAnsi="Arial" w:cs="Arial"/>
          <w:b/>
          <w:sz w:val="20"/>
          <w:u w:val="single"/>
        </w:rPr>
        <w:t>klacht</w:t>
      </w:r>
      <w:r w:rsidRPr="00E7176A">
        <w:rPr>
          <w:rFonts w:ascii="Arial" w:hAnsi="Arial" w:cs="Arial"/>
          <w:b/>
          <w:sz w:val="20"/>
        </w:rPr>
        <w:t xml:space="preserve"> heeft over de voorziening of een medewerker? </w:t>
      </w:r>
    </w:p>
    <w:p w:rsidR="004D115C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ja</w:t>
      </w:r>
    </w:p>
    <w:p w:rsidR="004D115C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nee</w:t>
      </w:r>
    </w:p>
    <w:p w:rsidR="004D115C" w:rsidRPr="00E7176A" w:rsidRDefault="004D115C" w:rsidP="00AD607D">
      <w:pPr>
        <w:ind w:left="709" w:hanging="425"/>
        <w:rPr>
          <w:rFonts w:ascii="Arial" w:hAnsi="Arial" w:cs="Arial"/>
          <w:b/>
          <w:sz w:val="20"/>
        </w:rPr>
      </w:pPr>
    </w:p>
    <w:p w:rsidR="008C297D" w:rsidRPr="00E7176A" w:rsidRDefault="008C297D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Is alle </w:t>
      </w:r>
      <w:r w:rsidRPr="00E7176A">
        <w:rPr>
          <w:rFonts w:ascii="Arial" w:hAnsi="Arial" w:cs="Arial"/>
          <w:b/>
          <w:sz w:val="20"/>
          <w:u w:val="single"/>
        </w:rPr>
        <w:t>hulp</w:t>
      </w:r>
      <w:r w:rsidRPr="00E7176A">
        <w:rPr>
          <w:rFonts w:ascii="Arial" w:hAnsi="Arial" w:cs="Arial"/>
          <w:b/>
          <w:sz w:val="20"/>
        </w:rPr>
        <w:t xml:space="preserve"> die u krijgt </w:t>
      </w:r>
      <w:r w:rsidRPr="00E7176A">
        <w:rPr>
          <w:rFonts w:ascii="Arial" w:hAnsi="Arial" w:cs="Arial"/>
          <w:b/>
          <w:sz w:val="20"/>
          <w:u w:val="single"/>
        </w:rPr>
        <w:t>op elkaar afgestemd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8C297D" w:rsidRPr="00E7176A" w:rsidRDefault="008C29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nooit</w:t>
      </w:r>
    </w:p>
    <w:p w:rsidR="008C297D" w:rsidRPr="00E7176A" w:rsidRDefault="008C29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soms</w:t>
      </w:r>
    </w:p>
    <w:p w:rsidR="008C297D" w:rsidRPr="00E7176A" w:rsidRDefault="008C29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meestal</w:t>
      </w:r>
    </w:p>
    <w:p w:rsidR="008C297D" w:rsidRPr="00E7176A" w:rsidRDefault="008C297D" w:rsidP="009C5DB5">
      <w:pPr>
        <w:pStyle w:val="Plattetekst"/>
        <w:numPr>
          <w:ilvl w:val="0"/>
          <w:numId w:val="17"/>
        </w:numPr>
        <w:tabs>
          <w:tab w:val="clear" w:pos="1438"/>
          <w:tab w:val="num" w:pos="681"/>
        </w:tabs>
        <w:spacing w:after="0"/>
        <w:ind w:left="681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altijd</w:t>
      </w:r>
    </w:p>
    <w:p w:rsidR="009411C2" w:rsidRPr="00E7176A" w:rsidRDefault="009411C2" w:rsidP="00AD607D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280748" w:rsidRPr="00E7176A" w:rsidRDefault="00280748" w:rsidP="00AD607D">
      <w:pPr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 xml:space="preserve"> </w:t>
      </w:r>
      <w:r w:rsidR="002A2B26" w:rsidRPr="00E7176A">
        <w:rPr>
          <w:rFonts w:ascii="Arial" w:hAnsi="Arial" w:cs="Arial"/>
          <w:b/>
          <w:sz w:val="20"/>
          <w:u w:val="single"/>
        </w:rPr>
        <w:t>Kinderen</w:t>
      </w:r>
    </w:p>
    <w:p w:rsidR="00280748" w:rsidRPr="00E7176A" w:rsidRDefault="00280748" w:rsidP="00AD607D">
      <w:pPr>
        <w:ind w:left="709" w:hanging="425"/>
        <w:rPr>
          <w:rFonts w:ascii="Arial" w:hAnsi="Arial" w:cs="Arial"/>
          <w:b/>
          <w:sz w:val="20"/>
        </w:rPr>
      </w:pPr>
    </w:p>
    <w:p w:rsidR="00280748" w:rsidRPr="00E7176A" w:rsidRDefault="00280748" w:rsidP="00AD607D">
      <w:pPr>
        <w:ind w:left="284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 xml:space="preserve">De volgende vragen gaan over </w:t>
      </w:r>
      <w:r w:rsidRPr="00E7176A">
        <w:rPr>
          <w:rFonts w:ascii="Arial" w:hAnsi="Arial" w:cs="Arial"/>
          <w:b/>
          <w:sz w:val="20"/>
        </w:rPr>
        <w:t>kinderen</w:t>
      </w:r>
      <w:r w:rsidRPr="00E7176A">
        <w:rPr>
          <w:rFonts w:ascii="Arial" w:hAnsi="Arial" w:cs="Arial"/>
          <w:sz w:val="20"/>
        </w:rPr>
        <w:t xml:space="preserve">. </w:t>
      </w:r>
      <w:r w:rsidRPr="00E7176A">
        <w:rPr>
          <w:rFonts w:ascii="Arial" w:hAnsi="Arial" w:cs="Arial"/>
          <w:sz w:val="20"/>
        </w:rPr>
        <w:lastRenderedPageBreak/>
        <w:t xml:space="preserve">Denk hierbij aan de </w:t>
      </w:r>
      <w:r w:rsidRPr="00E7176A">
        <w:rPr>
          <w:rFonts w:ascii="Arial" w:hAnsi="Arial" w:cs="Arial"/>
          <w:b/>
          <w:sz w:val="20"/>
        </w:rPr>
        <w:t>afgelopen 6 maanden</w:t>
      </w:r>
      <w:r w:rsidRPr="00E7176A">
        <w:rPr>
          <w:rFonts w:ascii="Arial" w:hAnsi="Arial" w:cs="Arial"/>
          <w:sz w:val="20"/>
        </w:rPr>
        <w:t>.</w:t>
      </w:r>
    </w:p>
    <w:p w:rsidR="00280748" w:rsidRPr="00E7176A" w:rsidRDefault="00280748" w:rsidP="00AD607D">
      <w:pPr>
        <w:ind w:left="709" w:hanging="425"/>
        <w:rPr>
          <w:rFonts w:ascii="Arial" w:hAnsi="Arial" w:cs="Arial"/>
          <w:sz w:val="20"/>
          <w:u w:val="single"/>
        </w:rPr>
      </w:pPr>
    </w:p>
    <w:p w:rsidR="00280748" w:rsidRPr="00E7176A" w:rsidRDefault="002576AF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Heeft u </w:t>
      </w:r>
      <w:r w:rsidRPr="00E7176A">
        <w:rPr>
          <w:rFonts w:ascii="Arial" w:hAnsi="Arial" w:cs="Arial"/>
          <w:b/>
          <w:sz w:val="20"/>
          <w:u w:val="single"/>
        </w:rPr>
        <w:t>kinderen</w:t>
      </w:r>
      <w:r w:rsidRPr="00E7176A">
        <w:rPr>
          <w:rFonts w:ascii="Arial" w:hAnsi="Arial" w:cs="Arial"/>
          <w:b/>
          <w:sz w:val="20"/>
        </w:rPr>
        <w:t xml:space="preserve">? En zo ja, zijn </w:t>
      </w:r>
      <w:r w:rsidR="00BC26F8" w:rsidRPr="00E7176A">
        <w:rPr>
          <w:rFonts w:ascii="Arial" w:hAnsi="Arial" w:cs="Arial"/>
          <w:b/>
          <w:sz w:val="20"/>
        </w:rPr>
        <w:t>uw</w:t>
      </w:r>
      <w:r w:rsidRPr="00E7176A">
        <w:rPr>
          <w:rFonts w:ascii="Arial" w:hAnsi="Arial" w:cs="Arial"/>
          <w:b/>
          <w:sz w:val="20"/>
        </w:rPr>
        <w:t xml:space="preserve"> kinderen</w:t>
      </w:r>
      <w:r w:rsidR="00BC26F8" w:rsidRPr="00E7176A">
        <w:rPr>
          <w:rFonts w:ascii="Arial" w:hAnsi="Arial" w:cs="Arial"/>
          <w:b/>
          <w:sz w:val="20"/>
        </w:rPr>
        <w:t xml:space="preserve"> </w:t>
      </w:r>
      <w:r w:rsidR="00BC26F8" w:rsidRPr="00E7176A">
        <w:rPr>
          <w:rFonts w:ascii="Arial" w:hAnsi="Arial" w:cs="Arial"/>
          <w:b/>
          <w:sz w:val="20"/>
          <w:u w:val="single"/>
        </w:rPr>
        <w:t>samen met</w:t>
      </w:r>
      <w:r w:rsidR="00280748" w:rsidRPr="00E7176A">
        <w:rPr>
          <w:rFonts w:ascii="Arial" w:hAnsi="Arial" w:cs="Arial"/>
          <w:b/>
          <w:sz w:val="20"/>
          <w:u w:val="single"/>
        </w:rPr>
        <w:t xml:space="preserve"> u in deze voorziening</w:t>
      </w:r>
      <w:r w:rsidR="00280748" w:rsidRPr="00E7176A">
        <w:rPr>
          <w:rFonts w:ascii="Arial" w:hAnsi="Arial" w:cs="Arial"/>
          <w:b/>
          <w:sz w:val="20"/>
        </w:rPr>
        <w:t>?</w:t>
      </w:r>
      <w:r w:rsidR="00280748" w:rsidRPr="00E7176A" w:rsidDel="007C042B">
        <w:rPr>
          <w:rFonts w:ascii="Arial" w:hAnsi="Arial" w:cs="Arial"/>
          <w:b/>
          <w:sz w:val="20"/>
        </w:rPr>
        <w:t xml:space="preserve"> </w:t>
      </w:r>
    </w:p>
    <w:p w:rsidR="00280748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b/>
          <w:i/>
          <w:sz w:val="20"/>
        </w:rPr>
      </w:pPr>
      <w:r w:rsidRPr="00E7176A">
        <w:rPr>
          <w:rFonts w:ascii="Arial" w:hAnsi="Arial" w:cs="Arial"/>
          <w:sz w:val="20"/>
        </w:rPr>
        <w:tab/>
      </w:r>
      <w:r w:rsidR="00BC26F8" w:rsidRPr="00E7176A">
        <w:rPr>
          <w:rFonts w:ascii="Arial" w:hAnsi="Arial" w:cs="Arial"/>
          <w:sz w:val="20"/>
        </w:rPr>
        <w:t>nee, ik heb geen kinderen</w:t>
      </w:r>
      <w:r w:rsidR="00280748" w:rsidRPr="00E7176A">
        <w:rPr>
          <w:rFonts w:ascii="Arial" w:hAnsi="Arial" w:cs="Arial"/>
          <w:sz w:val="20"/>
        </w:rPr>
        <w:t xml:space="preserve"> </w:t>
      </w:r>
      <w:r w:rsidR="002A2B26" w:rsidRPr="00E7176A">
        <w:rPr>
          <w:rFonts w:ascii="Arial" w:hAnsi="Arial" w:cs="Arial"/>
          <w:b/>
          <w:sz w:val="20"/>
        </w:rPr>
        <w:sym w:font="Wingdings" w:char="F0E0"/>
      </w:r>
      <w:r w:rsidR="00280748" w:rsidRPr="00E7176A">
        <w:rPr>
          <w:rFonts w:ascii="Arial" w:hAnsi="Arial" w:cs="Arial"/>
          <w:sz w:val="20"/>
        </w:rPr>
        <w:t xml:space="preserve"> </w:t>
      </w:r>
      <w:r w:rsidR="00280748" w:rsidRPr="00E7176A">
        <w:rPr>
          <w:rFonts w:ascii="Arial" w:hAnsi="Arial" w:cs="Arial"/>
          <w:b/>
          <w:i/>
          <w:sz w:val="20"/>
        </w:rPr>
        <w:t xml:space="preserve">ga naar vraag </w:t>
      </w:r>
      <w:r w:rsidR="007A797F" w:rsidRPr="00E7176A">
        <w:rPr>
          <w:rFonts w:ascii="Arial" w:hAnsi="Arial" w:cs="Arial"/>
          <w:b/>
          <w:i/>
          <w:sz w:val="20"/>
        </w:rPr>
        <w:t>4</w:t>
      </w:r>
      <w:r w:rsidR="00752B28" w:rsidRPr="00E7176A">
        <w:rPr>
          <w:rFonts w:ascii="Arial" w:hAnsi="Arial" w:cs="Arial"/>
          <w:b/>
          <w:i/>
          <w:sz w:val="20"/>
        </w:rPr>
        <w:t>2</w:t>
      </w:r>
      <w:r w:rsidR="007B6A56" w:rsidRPr="00E7176A">
        <w:rPr>
          <w:rFonts w:ascii="Arial" w:hAnsi="Arial" w:cs="Arial"/>
          <w:b/>
          <w:i/>
          <w:sz w:val="20"/>
        </w:rPr>
        <w:t xml:space="preserve"> </w:t>
      </w:r>
    </w:p>
    <w:p w:rsidR="00280748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b/>
          <w:i/>
          <w:sz w:val="20"/>
        </w:rPr>
      </w:pPr>
      <w:r w:rsidRPr="00E7176A">
        <w:rPr>
          <w:rFonts w:ascii="Arial" w:hAnsi="Arial" w:cs="Arial"/>
          <w:sz w:val="20"/>
        </w:rPr>
        <w:tab/>
      </w:r>
      <w:r w:rsidR="00280748" w:rsidRPr="00E7176A">
        <w:rPr>
          <w:rFonts w:ascii="Arial" w:hAnsi="Arial" w:cs="Arial"/>
          <w:sz w:val="20"/>
        </w:rPr>
        <w:t xml:space="preserve">ja, </w:t>
      </w:r>
      <w:r w:rsidR="0026674F" w:rsidRPr="00E7176A">
        <w:rPr>
          <w:rFonts w:ascii="Arial" w:hAnsi="Arial" w:cs="Arial"/>
          <w:sz w:val="20"/>
        </w:rPr>
        <w:t xml:space="preserve">maar </w:t>
      </w:r>
      <w:r w:rsidR="00A36285" w:rsidRPr="00E7176A">
        <w:rPr>
          <w:rFonts w:ascii="Arial" w:hAnsi="Arial" w:cs="Arial"/>
          <w:sz w:val="20"/>
        </w:rPr>
        <w:t xml:space="preserve">mijn </w:t>
      </w:r>
      <w:r w:rsidR="00D70717" w:rsidRPr="00E7176A">
        <w:rPr>
          <w:rFonts w:ascii="Arial" w:hAnsi="Arial" w:cs="Arial"/>
          <w:sz w:val="20"/>
        </w:rPr>
        <w:t xml:space="preserve">kinderen zijn </w:t>
      </w:r>
      <w:r w:rsidR="00D70717" w:rsidRPr="00E7176A">
        <w:rPr>
          <w:rFonts w:ascii="Arial" w:hAnsi="Arial" w:cs="Arial"/>
          <w:sz w:val="20"/>
          <w:u w:val="single"/>
        </w:rPr>
        <w:t>niet</w:t>
      </w:r>
      <w:r w:rsidR="00D70717" w:rsidRPr="00E7176A">
        <w:rPr>
          <w:rFonts w:ascii="Arial" w:hAnsi="Arial" w:cs="Arial"/>
          <w:sz w:val="20"/>
        </w:rPr>
        <w:t xml:space="preserve"> samen met mij </w:t>
      </w:r>
      <w:r w:rsidR="00BC26F8" w:rsidRPr="00E7176A">
        <w:rPr>
          <w:rFonts w:ascii="Arial" w:hAnsi="Arial" w:cs="Arial"/>
          <w:sz w:val="20"/>
        </w:rPr>
        <w:t xml:space="preserve">in deze voorziening </w:t>
      </w:r>
      <w:r w:rsidR="002A2B26" w:rsidRPr="00E7176A">
        <w:rPr>
          <w:rFonts w:ascii="Arial" w:hAnsi="Arial" w:cs="Arial"/>
          <w:b/>
          <w:sz w:val="20"/>
        </w:rPr>
        <w:sym w:font="Wingdings" w:char="F0E0"/>
      </w:r>
      <w:r w:rsidR="00BC26F8" w:rsidRPr="00E7176A">
        <w:rPr>
          <w:rFonts w:ascii="Arial" w:hAnsi="Arial" w:cs="Arial"/>
          <w:sz w:val="20"/>
        </w:rPr>
        <w:t xml:space="preserve"> </w:t>
      </w:r>
      <w:r w:rsidR="00BC26F8" w:rsidRPr="00E7176A">
        <w:rPr>
          <w:rFonts w:ascii="Arial" w:hAnsi="Arial" w:cs="Arial"/>
          <w:b/>
          <w:i/>
          <w:sz w:val="20"/>
        </w:rPr>
        <w:t xml:space="preserve">ga naar vraag </w:t>
      </w:r>
      <w:r w:rsidR="007A797F" w:rsidRPr="00E7176A">
        <w:rPr>
          <w:rFonts w:ascii="Arial" w:hAnsi="Arial" w:cs="Arial"/>
          <w:b/>
          <w:i/>
          <w:sz w:val="20"/>
        </w:rPr>
        <w:t>4</w:t>
      </w:r>
      <w:r w:rsidR="00752B28" w:rsidRPr="00E7176A">
        <w:rPr>
          <w:rFonts w:ascii="Arial" w:hAnsi="Arial" w:cs="Arial"/>
          <w:b/>
          <w:i/>
          <w:sz w:val="20"/>
        </w:rPr>
        <w:t>2</w:t>
      </w:r>
    </w:p>
    <w:p w:rsidR="00A36285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A36285" w:rsidRPr="00E7176A">
        <w:rPr>
          <w:rFonts w:ascii="Arial" w:hAnsi="Arial" w:cs="Arial"/>
          <w:sz w:val="20"/>
        </w:rPr>
        <w:t xml:space="preserve">ja, al mijn kinderen zijn samen met mij in deze voorziening </w:t>
      </w:r>
    </w:p>
    <w:p w:rsidR="00280748" w:rsidRPr="00E7176A" w:rsidRDefault="00AD607D" w:rsidP="009C5DB5">
      <w:pPr>
        <w:numPr>
          <w:ilvl w:val="0"/>
          <w:numId w:val="17"/>
        </w:numPr>
        <w:tabs>
          <w:tab w:val="clear" w:pos="1438"/>
          <w:tab w:val="num" w:pos="681"/>
        </w:tabs>
        <w:ind w:left="68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BC26F8" w:rsidRPr="00E7176A">
        <w:rPr>
          <w:rFonts w:ascii="Arial" w:hAnsi="Arial" w:cs="Arial"/>
          <w:sz w:val="20"/>
        </w:rPr>
        <w:t xml:space="preserve">ja, </w:t>
      </w:r>
      <w:r w:rsidR="00A8093D" w:rsidRPr="00E7176A">
        <w:rPr>
          <w:rFonts w:ascii="Arial" w:hAnsi="Arial" w:cs="Arial"/>
          <w:sz w:val="20"/>
        </w:rPr>
        <w:t xml:space="preserve">een </w:t>
      </w:r>
      <w:r w:rsidR="007B6A56" w:rsidRPr="00E7176A">
        <w:rPr>
          <w:rFonts w:ascii="Arial" w:hAnsi="Arial" w:cs="Arial"/>
          <w:sz w:val="20"/>
        </w:rPr>
        <w:t>aantal</w:t>
      </w:r>
      <w:r w:rsidR="00A8093D" w:rsidRPr="00E7176A">
        <w:rPr>
          <w:rFonts w:ascii="Arial" w:hAnsi="Arial" w:cs="Arial"/>
          <w:sz w:val="20"/>
        </w:rPr>
        <w:t xml:space="preserve"> van mijn kinderen </w:t>
      </w:r>
      <w:r w:rsidR="007B6A56" w:rsidRPr="00E7176A">
        <w:rPr>
          <w:rFonts w:ascii="Arial" w:hAnsi="Arial" w:cs="Arial"/>
          <w:sz w:val="20"/>
        </w:rPr>
        <w:t xml:space="preserve">is </w:t>
      </w:r>
      <w:r w:rsidR="00D70717" w:rsidRPr="00E7176A">
        <w:rPr>
          <w:rFonts w:ascii="Arial" w:hAnsi="Arial" w:cs="Arial"/>
          <w:sz w:val="20"/>
        </w:rPr>
        <w:t>samen met mij in deze voorziening</w:t>
      </w:r>
      <w:r w:rsidR="00280748" w:rsidRPr="00E7176A">
        <w:rPr>
          <w:rFonts w:ascii="Arial" w:hAnsi="Arial" w:cs="Arial"/>
          <w:sz w:val="20"/>
        </w:rPr>
        <w:t xml:space="preserve"> </w:t>
      </w:r>
    </w:p>
    <w:p w:rsidR="00871F60" w:rsidRPr="00E7176A" w:rsidRDefault="00AD607D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Zijn er </w:t>
      </w:r>
      <w:r w:rsidRPr="00E7176A">
        <w:rPr>
          <w:rFonts w:ascii="Arial" w:hAnsi="Arial" w:cs="Arial"/>
          <w:b/>
          <w:sz w:val="20"/>
          <w:u w:val="single"/>
        </w:rPr>
        <w:t>afspraken</w:t>
      </w:r>
      <w:r w:rsidRPr="00E7176A">
        <w:rPr>
          <w:rFonts w:ascii="Arial" w:hAnsi="Arial" w:cs="Arial"/>
          <w:b/>
          <w:sz w:val="20"/>
        </w:rPr>
        <w:t xml:space="preserve"> met u gemaakt over de </w:t>
      </w:r>
      <w:r w:rsidRPr="00E7176A">
        <w:rPr>
          <w:rFonts w:ascii="Arial" w:hAnsi="Arial" w:cs="Arial"/>
          <w:b/>
          <w:sz w:val="20"/>
          <w:u w:val="single"/>
        </w:rPr>
        <w:t>begeleiding</w:t>
      </w:r>
      <w:r w:rsidRPr="00E7176A">
        <w:rPr>
          <w:rFonts w:ascii="Arial" w:hAnsi="Arial" w:cs="Arial"/>
          <w:b/>
          <w:sz w:val="20"/>
        </w:rPr>
        <w:t xml:space="preserve"> van uw </w:t>
      </w:r>
      <w:r w:rsidRPr="00E7176A">
        <w:rPr>
          <w:rFonts w:ascii="Arial" w:hAnsi="Arial" w:cs="Arial"/>
          <w:b/>
          <w:sz w:val="20"/>
          <w:u w:val="single"/>
        </w:rPr>
        <w:t>kinderen</w:t>
      </w:r>
      <w:r w:rsidR="00871F60" w:rsidRPr="00E7176A">
        <w:rPr>
          <w:rFonts w:ascii="Arial" w:hAnsi="Arial" w:cs="Arial"/>
          <w:b/>
          <w:sz w:val="20"/>
        </w:rPr>
        <w:t xml:space="preserve">? </w:t>
      </w:r>
    </w:p>
    <w:p w:rsidR="00871F60" w:rsidRPr="00E7176A" w:rsidRDefault="00C60C09" w:rsidP="00D907B5">
      <w:pPr>
        <w:numPr>
          <w:ilvl w:val="0"/>
          <w:numId w:val="18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  <w:t>j</w:t>
      </w:r>
      <w:r w:rsidR="00AD607D" w:rsidRPr="00E7176A">
        <w:rPr>
          <w:rFonts w:ascii="Arial" w:hAnsi="Arial" w:cs="Arial"/>
          <w:sz w:val="20"/>
        </w:rPr>
        <w:t>a</w:t>
      </w:r>
      <w:r w:rsidR="00871F60" w:rsidRPr="00E7176A">
        <w:rPr>
          <w:rFonts w:ascii="Arial" w:hAnsi="Arial" w:cs="Arial"/>
          <w:sz w:val="20"/>
        </w:rPr>
        <w:t xml:space="preserve"> </w:t>
      </w:r>
    </w:p>
    <w:p w:rsidR="00871F60" w:rsidRPr="00E7176A" w:rsidRDefault="00AD607D" w:rsidP="00D907B5">
      <w:pPr>
        <w:numPr>
          <w:ilvl w:val="0"/>
          <w:numId w:val="18"/>
        </w:numPr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  <w:r w:rsidR="00C60C09" w:rsidRPr="00E7176A">
        <w:rPr>
          <w:rFonts w:ascii="Arial" w:hAnsi="Arial" w:cs="Arial"/>
          <w:sz w:val="20"/>
        </w:rPr>
        <w:t>n</w:t>
      </w:r>
      <w:r w:rsidRPr="00E7176A">
        <w:rPr>
          <w:rFonts w:ascii="Arial" w:hAnsi="Arial" w:cs="Arial"/>
          <w:sz w:val="20"/>
        </w:rPr>
        <w:t>ee</w:t>
      </w:r>
    </w:p>
    <w:p w:rsidR="00871F60" w:rsidRPr="00E7176A" w:rsidRDefault="00871F60" w:rsidP="007A797F">
      <w:pPr>
        <w:ind w:left="709" w:hanging="425"/>
        <w:rPr>
          <w:rFonts w:ascii="Arial" w:hAnsi="Arial" w:cs="Arial"/>
          <w:sz w:val="20"/>
        </w:rPr>
      </w:pPr>
    </w:p>
    <w:p w:rsidR="00280748" w:rsidRPr="00E7176A" w:rsidRDefault="00280748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Krijgen uw </w:t>
      </w:r>
      <w:r w:rsidRPr="00E7176A">
        <w:rPr>
          <w:rFonts w:ascii="Arial" w:hAnsi="Arial" w:cs="Arial"/>
          <w:b/>
          <w:sz w:val="20"/>
          <w:u w:val="single"/>
        </w:rPr>
        <w:t xml:space="preserve">kinderen </w:t>
      </w:r>
      <w:r w:rsidR="00AD607D" w:rsidRPr="00E7176A">
        <w:rPr>
          <w:rFonts w:ascii="Arial" w:hAnsi="Arial" w:cs="Arial"/>
          <w:b/>
          <w:sz w:val="20"/>
          <w:u w:val="single"/>
        </w:rPr>
        <w:t>hulp zo veel als</w:t>
      </w:r>
      <w:r w:rsidR="00AD607D" w:rsidRPr="00E7176A">
        <w:rPr>
          <w:rFonts w:ascii="Arial" w:hAnsi="Arial" w:cs="Arial"/>
          <w:b/>
          <w:sz w:val="20"/>
        </w:rPr>
        <w:t xml:space="preserve"> zij </w:t>
      </w:r>
      <w:r w:rsidR="00AD607D" w:rsidRPr="00E7176A">
        <w:rPr>
          <w:rFonts w:ascii="Arial" w:hAnsi="Arial" w:cs="Arial"/>
          <w:b/>
          <w:sz w:val="20"/>
          <w:u w:val="single"/>
        </w:rPr>
        <w:t>nodig</w:t>
      </w:r>
      <w:r w:rsidR="00AD607D" w:rsidRPr="00E7176A">
        <w:rPr>
          <w:rFonts w:ascii="Arial" w:hAnsi="Arial" w:cs="Arial"/>
          <w:b/>
          <w:sz w:val="20"/>
        </w:rPr>
        <w:t xml:space="preserve"> hebben?</w:t>
      </w:r>
      <w:r w:rsidRPr="00E7176A">
        <w:rPr>
          <w:rFonts w:ascii="Arial" w:hAnsi="Arial" w:cs="Arial"/>
          <w:b/>
          <w:sz w:val="20"/>
        </w:rPr>
        <w:t xml:space="preserve"> 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nooit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soms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meestal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altijd</w:t>
      </w:r>
    </w:p>
    <w:p w:rsidR="00871F60" w:rsidRPr="00E7176A" w:rsidRDefault="00871F60" w:rsidP="007A797F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280748" w:rsidRPr="00E7176A" w:rsidRDefault="00530641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Zijn</w:t>
      </w:r>
      <w:r w:rsidR="00280748" w:rsidRPr="00E7176A">
        <w:rPr>
          <w:rFonts w:ascii="Arial" w:hAnsi="Arial" w:cs="Arial"/>
          <w:b/>
          <w:sz w:val="20"/>
        </w:rPr>
        <w:t xml:space="preserve"> uw </w:t>
      </w:r>
      <w:r w:rsidR="00280748" w:rsidRPr="00E7176A">
        <w:rPr>
          <w:rFonts w:ascii="Arial" w:hAnsi="Arial" w:cs="Arial"/>
          <w:b/>
          <w:sz w:val="20"/>
          <w:u w:val="single"/>
        </w:rPr>
        <w:t>kinderen veilig</w:t>
      </w:r>
      <w:r w:rsidR="00280748" w:rsidRPr="00E7176A">
        <w:rPr>
          <w:rFonts w:ascii="Arial" w:hAnsi="Arial" w:cs="Arial"/>
          <w:b/>
          <w:sz w:val="20"/>
        </w:rPr>
        <w:t xml:space="preserve"> in de voorziening? 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nooit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soms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meestal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altijd</w:t>
      </w:r>
    </w:p>
    <w:p w:rsidR="00280748" w:rsidRPr="00E7176A" w:rsidRDefault="00280748" w:rsidP="007A797F">
      <w:pPr>
        <w:ind w:left="709" w:hanging="425"/>
        <w:rPr>
          <w:rFonts w:ascii="Arial" w:hAnsi="Arial" w:cs="Arial"/>
          <w:sz w:val="20"/>
        </w:rPr>
      </w:pPr>
    </w:p>
    <w:p w:rsidR="00280748" w:rsidRPr="00E7176A" w:rsidRDefault="00280748" w:rsidP="009C5DB5">
      <w:pPr>
        <w:numPr>
          <w:ilvl w:val="0"/>
          <w:numId w:val="4"/>
        </w:num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Krijgt u </w:t>
      </w:r>
      <w:r w:rsidR="00AD607D" w:rsidRPr="00E7176A">
        <w:rPr>
          <w:rFonts w:ascii="Arial" w:hAnsi="Arial" w:cs="Arial"/>
          <w:b/>
          <w:sz w:val="20"/>
        </w:rPr>
        <w:t xml:space="preserve">advies bij de </w:t>
      </w:r>
      <w:r w:rsidR="00AD607D" w:rsidRPr="00E7176A">
        <w:rPr>
          <w:rFonts w:ascii="Arial" w:hAnsi="Arial" w:cs="Arial"/>
          <w:b/>
          <w:sz w:val="20"/>
          <w:u w:val="single"/>
        </w:rPr>
        <w:t>opvoeding</w:t>
      </w:r>
      <w:r w:rsidR="00AD607D" w:rsidRPr="00E7176A">
        <w:rPr>
          <w:rFonts w:ascii="Arial" w:hAnsi="Arial" w:cs="Arial"/>
          <w:b/>
          <w:sz w:val="20"/>
        </w:rPr>
        <w:t xml:space="preserve"> van uw kinderen</w:t>
      </w:r>
      <w:r w:rsidRPr="00E7176A">
        <w:rPr>
          <w:rFonts w:ascii="Arial" w:hAnsi="Arial" w:cs="Arial"/>
          <w:b/>
          <w:sz w:val="20"/>
        </w:rPr>
        <w:t xml:space="preserve">? 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nooit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soms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meestal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altijd</w:t>
      </w:r>
    </w:p>
    <w:p w:rsidR="00280748" w:rsidRPr="00E7176A" w:rsidRDefault="00280748" w:rsidP="007A797F">
      <w:pPr>
        <w:pStyle w:val="Plattetekst"/>
        <w:spacing w:after="0"/>
        <w:ind w:left="709" w:hanging="425"/>
        <w:rPr>
          <w:rFonts w:ascii="Arial" w:hAnsi="Arial" w:cs="Arial"/>
          <w:iCs/>
          <w:sz w:val="20"/>
        </w:rPr>
      </w:pPr>
    </w:p>
    <w:p w:rsidR="00280748" w:rsidRPr="00E7176A" w:rsidRDefault="00280748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iCs/>
          <w:sz w:val="20"/>
        </w:rPr>
      </w:pPr>
      <w:r w:rsidRPr="00E7176A">
        <w:rPr>
          <w:rFonts w:ascii="Arial" w:hAnsi="Arial" w:cs="Arial"/>
          <w:b/>
          <w:iCs/>
          <w:sz w:val="20"/>
        </w:rPr>
        <w:t xml:space="preserve">Zijn er </w:t>
      </w:r>
      <w:r w:rsidRPr="00E7176A">
        <w:rPr>
          <w:rFonts w:ascii="Arial" w:hAnsi="Arial" w:cs="Arial"/>
          <w:b/>
          <w:iCs/>
          <w:sz w:val="20"/>
          <w:u w:val="single"/>
        </w:rPr>
        <w:t>speelactiviteiten</w:t>
      </w:r>
      <w:r w:rsidRPr="00E7176A">
        <w:rPr>
          <w:rFonts w:ascii="Arial" w:hAnsi="Arial" w:cs="Arial"/>
          <w:b/>
          <w:iCs/>
          <w:sz w:val="20"/>
        </w:rPr>
        <w:t xml:space="preserve"> voor uw kinderen die </w:t>
      </w:r>
      <w:r w:rsidRPr="00E7176A">
        <w:rPr>
          <w:rFonts w:ascii="Arial" w:hAnsi="Arial" w:cs="Arial"/>
          <w:b/>
          <w:iCs/>
          <w:sz w:val="20"/>
          <w:u w:val="single"/>
        </w:rPr>
        <w:t>passen</w:t>
      </w:r>
      <w:r w:rsidRPr="00E7176A">
        <w:rPr>
          <w:rFonts w:ascii="Arial" w:hAnsi="Arial" w:cs="Arial"/>
          <w:b/>
          <w:iCs/>
          <w:sz w:val="20"/>
        </w:rPr>
        <w:t xml:space="preserve"> bij hun </w:t>
      </w:r>
      <w:r w:rsidRPr="00E7176A">
        <w:rPr>
          <w:rFonts w:ascii="Arial" w:hAnsi="Arial" w:cs="Arial"/>
          <w:b/>
          <w:iCs/>
          <w:sz w:val="20"/>
          <w:u w:val="single"/>
        </w:rPr>
        <w:t>leeftijd</w:t>
      </w:r>
      <w:r w:rsidRPr="00E7176A">
        <w:rPr>
          <w:rFonts w:ascii="Arial" w:hAnsi="Arial" w:cs="Arial"/>
          <w:b/>
          <w:iCs/>
          <w:sz w:val="20"/>
        </w:rPr>
        <w:t xml:space="preserve">? 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nooit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soms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meestal</w:t>
      </w:r>
    </w:p>
    <w:p w:rsidR="00280748" w:rsidRPr="00E7176A" w:rsidRDefault="00AD607D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280748" w:rsidRPr="00E7176A">
        <w:rPr>
          <w:rFonts w:ascii="Arial" w:hAnsi="Arial" w:cs="Arial"/>
          <w:iCs/>
          <w:sz w:val="20"/>
        </w:rPr>
        <w:t>altijd</w:t>
      </w:r>
    </w:p>
    <w:p w:rsidR="006745ED" w:rsidRPr="00E7176A" w:rsidRDefault="006745ED" w:rsidP="007A797F">
      <w:pPr>
        <w:pStyle w:val="Lijstalinea"/>
        <w:ind w:left="709" w:hanging="425"/>
        <w:rPr>
          <w:rFonts w:ascii="Arial" w:hAnsi="Arial" w:cs="Arial"/>
          <w:sz w:val="20"/>
        </w:rPr>
      </w:pPr>
    </w:p>
    <w:p w:rsidR="006745ED" w:rsidRPr="00E7176A" w:rsidRDefault="006745ED" w:rsidP="007A797F">
      <w:pPr>
        <w:pStyle w:val="Lijstalinea"/>
        <w:ind w:left="709" w:hanging="425"/>
        <w:rPr>
          <w:rFonts w:ascii="Arial" w:hAnsi="Arial" w:cs="Arial"/>
          <w:sz w:val="20"/>
        </w:rPr>
      </w:pPr>
    </w:p>
    <w:p w:rsidR="00722048" w:rsidRPr="00E7176A" w:rsidRDefault="00CE2043" w:rsidP="007A797F">
      <w:pPr>
        <w:numPr>
          <w:ilvl w:val="0"/>
          <w:numId w:val="2"/>
        </w:numPr>
        <w:ind w:left="709" w:hanging="425"/>
        <w:rPr>
          <w:rFonts w:ascii="Arial" w:hAnsi="Arial" w:cs="Arial"/>
          <w:b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>Resultaat van de hulp vanuit de voorziening en van andere instanties</w:t>
      </w:r>
      <w:r w:rsidR="00722048" w:rsidRPr="00E7176A">
        <w:rPr>
          <w:rFonts w:ascii="Arial" w:hAnsi="Arial" w:cs="Arial"/>
          <w:b/>
          <w:sz w:val="20"/>
          <w:u w:val="single"/>
        </w:rPr>
        <w:t xml:space="preserve"> </w:t>
      </w:r>
    </w:p>
    <w:p w:rsidR="00722048" w:rsidRPr="00E7176A" w:rsidRDefault="00722048" w:rsidP="007A797F">
      <w:pPr>
        <w:ind w:left="709" w:hanging="425"/>
        <w:rPr>
          <w:rFonts w:ascii="Arial" w:hAnsi="Arial" w:cs="Arial"/>
          <w:sz w:val="20"/>
        </w:rPr>
      </w:pPr>
    </w:p>
    <w:p w:rsidR="008C297D" w:rsidRPr="00E7176A" w:rsidRDefault="008C297D" w:rsidP="008C297D">
      <w:pPr>
        <w:ind w:left="284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 xml:space="preserve">De volgende vragen gaan over het </w:t>
      </w:r>
      <w:r w:rsidRPr="00E7176A">
        <w:rPr>
          <w:rFonts w:ascii="Arial" w:hAnsi="Arial" w:cs="Arial"/>
          <w:b/>
          <w:sz w:val="20"/>
        </w:rPr>
        <w:t xml:space="preserve">resultaat </w:t>
      </w:r>
      <w:r w:rsidRPr="00E7176A">
        <w:rPr>
          <w:rFonts w:ascii="Arial" w:hAnsi="Arial" w:cs="Arial"/>
          <w:sz w:val="20"/>
        </w:rPr>
        <w:t xml:space="preserve">van de </w:t>
      </w:r>
      <w:r w:rsidRPr="00E7176A">
        <w:rPr>
          <w:rFonts w:ascii="Arial" w:hAnsi="Arial" w:cs="Arial"/>
          <w:b/>
          <w:sz w:val="20"/>
        </w:rPr>
        <w:t>hulp die u heeft gehad</w:t>
      </w:r>
      <w:r w:rsidRPr="00E7176A">
        <w:rPr>
          <w:rFonts w:ascii="Arial" w:hAnsi="Arial" w:cs="Arial"/>
          <w:sz w:val="20"/>
        </w:rPr>
        <w:t xml:space="preserve"> </w:t>
      </w:r>
      <w:r w:rsidRPr="00E7176A">
        <w:rPr>
          <w:rFonts w:ascii="Arial" w:hAnsi="Arial" w:cs="Arial"/>
          <w:b/>
          <w:sz w:val="20"/>
        </w:rPr>
        <w:t>vanuit de voorziening en van andere instanties</w:t>
      </w:r>
      <w:r w:rsidRPr="00E7176A">
        <w:rPr>
          <w:rFonts w:ascii="Arial" w:hAnsi="Arial" w:cs="Arial"/>
          <w:sz w:val="20"/>
        </w:rPr>
        <w:t xml:space="preserve">. Voorbeelden van andere instanties zijn de </w:t>
      </w:r>
      <w:r w:rsidRPr="00E7176A">
        <w:rPr>
          <w:rFonts w:ascii="Arial" w:hAnsi="Arial" w:cs="Arial"/>
          <w:b/>
          <w:sz w:val="20"/>
        </w:rPr>
        <w:t>ggz</w:t>
      </w:r>
      <w:r w:rsidRPr="00E7176A">
        <w:rPr>
          <w:rFonts w:ascii="Arial" w:hAnsi="Arial" w:cs="Arial"/>
          <w:sz w:val="20"/>
        </w:rPr>
        <w:t xml:space="preserve"> of een </w:t>
      </w:r>
      <w:r w:rsidRPr="00E7176A">
        <w:rPr>
          <w:rFonts w:ascii="Arial" w:hAnsi="Arial" w:cs="Arial"/>
          <w:b/>
          <w:sz w:val="20"/>
        </w:rPr>
        <w:t>rechtswinkel</w:t>
      </w:r>
      <w:r w:rsidRPr="00E7176A">
        <w:rPr>
          <w:rFonts w:ascii="Arial" w:hAnsi="Arial" w:cs="Arial"/>
          <w:sz w:val="20"/>
        </w:rPr>
        <w:t xml:space="preserve">. </w:t>
      </w:r>
      <w:r w:rsidRPr="00E7176A">
        <w:rPr>
          <w:rFonts w:ascii="Arial" w:hAnsi="Arial" w:cs="Arial"/>
          <w:sz w:val="20"/>
        </w:rPr>
        <w:t xml:space="preserve">Denk hierbij aan de </w:t>
      </w:r>
      <w:r w:rsidRPr="00E7176A">
        <w:rPr>
          <w:rFonts w:ascii="Arial" w:hAnsi="Arial" w:cs="Arial"/>
          <w:b/>
          <w:sz w:val="20"/>
        </w:rPr>
        <w:t>afgelopen 6 maanden</w:t>
      </w:r>
      <w:r w:rsidRPr="00E7176A">
        <w:rPr>
          <w:rFonts w:ascii="Arial" w:hAnsi="Arial" w:cs="Arial"/>
          <w:sz w:val="20"/>
        </w:rPr>
        <w:t>.</w:t>
      </w:r>
    </w:p>
    <w:p w:rsidR="008C297D" w:rsidRPr="00E7176A" w:rsidRDefault="008C297D" w:rsidP="007A797F">
      <w:pPr>
        <w:ind w:left="709" w:hanging="425"/>
        <w:rPr>
          <w:rFonts w:ascii="Arial" w:hAnsi="Arial" w:cs="Arial"/>
          <w:sz w:val="20"/>
        </w:rPr>
      </w:pPr>
    </w:p>
    <w:p w:rsidR="007A797F" w:rsidRPr="00E7176A" w:rsidRDefault="007A797F" w:rsidP="009C5DB5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Gaat het door de hulp </w:t>
      </w:r>
      <w:r w:rsidRPr="00E7176A">
        <w:rPr>
          <w:rFonts w:ascii="Arial" w:hAnsi="Arial" w:cs="Arial"/>
          <w:b/>
          <w:sz w:val="20"/>
          <w:u w:val="single"/>
        </w:rPr>
        <w:t>beter met u</w:t>
      </w:r>
      <w:r w:rsidRPr="00E7176A">
        <w:rPr>
          <w:rFonts w:ascii="Arial" w:hAnsi="Arial" w:cs="Arial"/>
          <w:b/>
          <w:sz w:val="20"/>
        </w:rPr>
        <w:t>?</w:t>
      </w:r>
    </w:p>
    <w:p w:rsidR="007A797F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nooit</w:t>
      </w:r>
    </w:p>
    <w:p w:rsidR="007A797F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soms</w:t>
      </w:r>
    </w:p>
    <w:p w:rsidR="007A797F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meestal</w:t>
      </w:r>
    </w:p>
    <w:p w:rsidR="007A797F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  <w:t>altijd</w:t>
      </w:r>
    </w:p>
    <w:p w:rsidR="007A797F" w:rsidRPr="00E7176A" w:rsidRDefault="007A797F" w:rsidP="007A797F">
      <w:p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</w:p>
    <w:p w:rsidR="005B0025" w:rsidRPr="00E7176A" w:rsidRDefault="00ED094D" w:rsidP="009C5DB5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Kunt </w:t>
      </w:r>
      <w:r w:rsidR="005B0025" w:rsidRPr="00E7176A">
        <w:rPr>
          <w:rFonts w:ascii="Arial" w:hAnsi="Arial" w:cs="Arial"/>
          <w:b/>
          <w:sz w:val="20"/>
        </w:rPr>
        <w:t xml:space="preserve">u door de </w:t>
      </w:r>
      <w:r w:rsidR="00D55A69" w:rsidRPr="00E7176A">
        <w:rPr>
          <w:rFonts w:ascii="Arial" w:hAnsi="Arial" w:cs="Arial"/>
          <w:b/>
          <w:sz w:val="20"/>
        </w:rPr>
        <w:t>hulp</w:t>
      </w:r>
      <w:r w:rsidR="005B0025" w:rsidRPr="00E7176A">
        <w:rPr>
          <w:rFonts w:ascii="Arial" w:hAnsi="Arial" w:cs="Arial"/>
          <w:b/>
          <w:sz w:val="20"/>
        </w:rPr>
        <w:t xml:space="preserve"> </w:t>
      </w:r>
      <w:r w:rsidR="005B0025" w:rsidRPr="00E7176A">
        <w:rPr>
          <w:rFonts w:ascii="Arial" w:hAnsi="Arial" w:cs="Arial"/>
          <w:b/>
          <w:sz w:val="20"/>
          <w:u w:val="single"/>
        </w:rPr>
        <w:t xml:space="preserve">beter </w:t>
      </w:r>
      <w:r w:rsidRPr="00E7176A">
        <w:rPr>
          <w:rFonts w:ascii="Arial" w:hAnsi="Arial" w:cs="Arial"/>
          <w:b/>
          <w:sz w:val="20"/>
          <w:u w:val="single"/>
        </w:rPr>
        <w:t>de</w:t>
      </w:r>
      <w:r w:rsidR="005B0025" w:rsidRPr="00E7176A">
        <w:rPr>
          <w:rFonts w:ascii="Arial" w:hAnsi="Arial" w:cs="Arial"/>
          <w:b/>
          <w:sz w:val="20"/>
          <w:u w:val="single"/>
        </w:rPr>
        <w:t xml:space="preserve"> dingen doen</w:t>
      </w:r>
      <w:r w:rsidR="005B0025" w:rsidRPr="00E7176A">
        <w:rPr>
          <w:rFonts w:ascii="Arial" w:hAnsi="Arial" w:cs="Arial"/>
          <w:b/>
          <w:sz w:val="20"/>
        </w:rPr>
        <w:t xml:space="preserve"> die u belangrijk vindt? </w:t>
      </w:r>
    </w:p>
    <w:p w:rsidR="005B0025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nooit</w:t>
      </w:r>
    </w:p>
    <w:p w:rsidR="005B0025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soms</w:t>
      </w:r>
    </w:p>
    <w:p w:rsidR="005B0025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meestal</w:t>
      </w:r>
    </w:p>
    <w:p w:rsidR="005B0025" w:rsidRPr="00E7176A" w:rsidRDefault="007A797F" w:rsidP="00D907B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altijd</w:t>
      </w:r>
    </w:p>
    <w:p w:rsidR="005B0025" w:rsidRPr="00E7176A" w:rsidRDefault="005B0025" w:rsidP="007A797F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</w:rPr>
      </w:pPr>
    </w:p>
    <w:p w:rsidR="005B0025" w:rsidRPr="00E7176A" w:rsidRDefault="005B0025" w:rsidP="009C5DB5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Kunt u door de </w:t>
      </w:r>
      <w:r w:rsidR="00D55A69" w:rsidRPr="00E7176A">
        <w:rPr>
          <w:rFonts w:ascii="Arial" w:hAnsi="Arial" w:cs="Arial"/>
          <w:b/>
          <w:sz w:val="20"/>
        </w:rPr>
        <w:t>hulp</w:t>
      </w:r>
      <w:r w:rsidRPr="00E7176A">
        <w:rPr>
          <w:rFonts w:ascii="Arial" w:hAnsi="Arial" w:cs="Arial"/>
          <w:b/>
          <w:sz w:val="20"/>
        </w:rPr>
        <w:t xml:space="preserve"> </w:t>
      </w:r>
      <w:r w:rsidRPr="00E7176A">
        <w:rPr>
          <w:rFonts w:ascii="Arial" w:hAnsi="Arial" w:cs="Arial"/>
          <w:b/>
          <w:sz w:val="20"/>
          <w:u w:val="single"/>
        </w:rPr>
        <w:t>beter omgaan met mensen en situaties</w:t>
      </w:r>
      <w:r w:rsidRPr="00E7176A">
        <w:rPr>
          <w:rFonts w:ascii="Arial" w:hAnsi="Arial" w:cs="Arial"/>
          <w:b/>
          <w:sz w:val="20"/>
        </w:rPr>
        <w:t>, waar u eerder problemen mee had?</w:t>
      </w:r>
    </w:p>
    <w:p w:rsidR="005B0025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nooit</w:t>
      </w:r>
    </w:p>
    <w:p w:rsidR="005B0025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soms</w:t>
      </w:r>
    </w:p>
    <w:p w:rsidR="005B0025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meestal</w:t>
      </w:r>
    </w:p>
    <w:p w:rsidR="005B0025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5B0025" w:rsidRPr="00E7176A">
        <w:rPr>
          <w:rFonts w:ascii="Arial" w:hAnsi="Arial" w:cs="Arial"/>
          <w:iCs/>
          <w:sz w:val="20"/>
        </w:rPr>
        <w:t>altijd</w:t>
      </w:r>
    </w:p>
    <w:p w:rsidR="007A797F" w:rsidRPr="00E7176A" w:rsidRDefault="007A797F" w:rsidP="007A797F">
      <w:pPr>
        <w:ind w:left="709" w:hanging="425"/>
        <w:rPr>
          <w:rFonts w:ascii="Arial" w:hAnsi="Arial" w:cs="Arial"/>
          <w:b/>
          <w:sz w:val="20"/>
        </w:rPr>
      </w:pPr>
    </w:p>
    <w:p w:rsidR="00991051" w:rsidRPr="00E7176A" w:rsidRDefault="002B52E7" w:rsidP="009C5DB5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Kunt u door de hulp </w:t>
      </w:r>
      <w:r w:rsidRPr="00E7176A">
        <w:rPr>
          <w:rFonts w:ascii="Arial" w:hAnsi="Arial" w:cs="Arial"/>
          <w:b/>
          <w:sz w:val="20"/>
          <w:u w:val="single"/>
        </w:rPr>
        <w:t>beter</w:t>
      </w:r>
      <w:r w:rsidRPr="00E7176A">
        <w:rPr>
          <w:rFonts w:ascii="Arial" w:hAnsi="Arial" w:cs="Arial"/>
          <w:b/>
          <w:sz w:val="20"/>
        </w:rPr>
        <w:t xml:space="preserve"> </w:t>
      </w:r>
      <w:r w:rsidRPr="00E7176A">
        <w:rPr>
          <w:rFonts w:ascii="Arial" w:hAnsi="Arial" w:cs="Arial"/>
          <w:b/>
          <w:sz w:val="20"/>
          <w:u w:val="single"/>
        </w:rPr>
        <w:t>beslissingen nemen</w:t>
      </w:r>
      <w:r w:rsidRPr="00E7176A">
        <w:rPr>
          <w:rFonts w:ascii="Arial" w:hAnsi="Arial" w:cs="Arial"/>
          <w:b/>
          <w:sz w:val="20"/>
        </w:rPr>
        <w:t xml:space="preserve"> over uw leven</w:t>
      </w:r>
      <w:r w:rsidR="00A15142" w:rsidRPr="00E7176A">
        <w:rPr>
          <w:rFonts w:ascii="Arial" w:hAnsi="Arial" w:cs="Arial"/>
          <w:b/>
          <w:sz w:val="20"/>
        </w:rPr>
        <w:t>?</w:t>
      </w:r>
      <w:r w:rsidR="00F42657" w:rsidRPr="00E7176A">
        <w:rPr>
          <w:rFonts w:ascii="Arial" w:hAnsi="Arial" w:cs="Arial"/>
          <w:b/>
          <w:sz w:val="20"/>
        </w:rPr>
        <w:t xml:space="preserve"> </w:t>
      </w:r>
    </w:p>
    <w:p w:rsidR="00991051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991051" w:rsidRPr="00E7176A">
        <w:rPr>
          <w:rFonts w:ascii="Arial" w:hAnsi="Arial" w:cs="Arial"/>
          <w:iCs/>
          <w:sz w:val="20"/>
        </w:rPr>
        <w:t>nooit</w:t>
      </w:r>
    </w:p>
    <w:p w:rsidR="00991051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991051" w:rsidRPr="00E7176A">
        <w:rPr>
          <w:rFonts w:ascii="Arial" w:hAnsi="Arial" w:cs="Arial"/>
          <w:iCs/>
          <w:sz w:val="20"/>
        </w:rPr>
        <w:t>soms</w:t>
      </w:r>
    </w:p>
    <w:p w:rsidR="00991051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991051" w:rsidRPr="00E7176A">
        <w:rPr>
          <w:rFonts w:ascii="Arial" w:hAnsi="Arial" w:cs="Arial"/>
          <w:iCs/>
          <w:sz w:val="20"/>
        </w:rPr>
        <w:t>meestal</w:t>
      </w:r>
    </w:p>
    <w:p w:rsidR="00991051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991051" w:rsidRPr="00E7176A">
        <w:rPr>
          <w:rFonts w:ascii="Arial" w:hAnsi="Arial" w:cs="Arial"/>
          <w:iCs/>
          <w:sz w:val="20"/>
        </w:rPr>
        <w:t>altijd</w:t>
      </w:r>
    </w:p>
    <w:p w:rsidR="00991051" w:rsidRPr="00E7176A" w:rsidRDefault="00991051" w:rsidP="007A797F">
      <w:pPr>
        <w:ind w:left="709" w:hanging="425"/>
        <w:rPr>
          <w:rFonts w:ascii="Arial" w:hAnsi="Arial" w:cs="Arial"/>
          <w:b/>
          <w:sz w:val="20"/>
        </w:rPr>
      </w:pPr>
    </w:p>
    <w:p w:rsidR="00CD5719" w:rsidRPr="00E7176A" w:rsidRDefault="00CD5719" w:rsidP="009C5DB5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Heeft u door de </w:t>
      </w:r>
      <w:r w:rsidR="008B06A4" w:rsidRPr="00E7176A">
        <w:rPr>
          <w:rFonts w:ascii="Arial" w:hAnsi="Arial" w:cs="Arial"/>
          <w:b/>
          <w:sz w:val="20"/>
        </w:rPr>
        <w:t xml:space="preserve">hulp </w:t>
      </w:r>
      <w:r w:rsidRPr="00E7176A">
        <w:rPr>
          <w:rFonts w:ascii="Arial" w:hAnsi="Arial" w:cs="Arial"/>
          <w:b/>
          <w:sz w:val="20"/>
          <w:u w:val="single"/>
        </w:rPr>
        <w:t>meer hoop</w:t>
      </w:r>
      <w:r w:rsidRPr="00E7176A">
        <w:rPr>
          <w:rFonts w:ascii="Arial" w:hAnsi="Arial" w:cs="Arial"/>
          <w:b/>
          <w:sz w:val="20"/>
        </w:rPr>
        <w:t xml:space="preserve"> voor de toekomst?</w:t>
      </w:r>
    </w:p>
    <w:p w:rsidR="00CD5719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5719" w:rsidRPr="00E7176A">
        <w:rPr>
          <w:rFonts w:ascii="Arial" w:hAnsi="Arial" w:cs="Arial"/>
          <w:iCs/>
          <w:sz w:val="20"/>
        </w:rPr>
        <w:t>nooit</w:t>
      </w:r>
    </w:p>
    <w:p w:rsidR="00CD5719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5719" w:rsidRPr="00E7176A">
        <w:rPr>
          <w:rFonts w:ascii="Arial" w:hAnsi="Arial" w:cs="Arial"/>
          <w:iCs/>
          <w:sz w:val="20"/>
        </w:rPr>
        <w:t>soms</w:t>
      </w:r>
    </w:p>
    <w:p w:rsidR="00CD5719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5719" w:rsidRPr="00E7176A">
        <w:rPr>
          <w:rFonts w:ascii="Arial" w:hAnsi="Arial" w:cs="Arial"/>
          <w:iCs/>
          <w:sz w:val="20"/>
        </w:rPr>
        <w:t>meestal</w:t>
      </w:r>
    </w:p>
    <w:p w:rsidR="00CD5719" w:rsidRPr="00E7176A" w:rsidRDefault="007A797F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CD5719" w:rsidRPr="00E7176A">
        <w:rPr>
          <w:rFonts w:ascii="Arial" w:hAnsi="Arial" w:cs="Arial"/>
          <w:iCs/>
          <w:sz w:val="20"/>
        </w:rPr>
        <w:t>altijd</w:t>
      </w:r>
    </w:p>
    <w:p w:rsidR="00CD5719" w:rsidRPr="00E7176A" w:rsidRDefault="00CD5719" w:rsidP="007A797F">
      <w:pPr>
        <w:ind w:left="709" w:hanging="425"/>
        <w:rPr>
          <w:rFonts w:ascii="Arial" w:hAnsi="Arial" w:cs="Arial"/>
          <w:b/>
          <w:sz w:val="20"/>
        </w:rPr>
      </w:pPr>
    </w:p>
    <w:p w:rsidR="00BF307F" w:rsidRPr="00E7176A" w:rsidRDefault="00BF307F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Krijgt u </w:t>
      </w:r>
      <w:r w:rsidRPr="00E7176A">
        <w:rPr>
          <w:rFonts w:ascii="Arial" w:hAnsi="Arial" w:cs="Arial"/>
          <w:b/>
          <w:sz w:val="20"/>
          <w:u w:val="single"/>
        </w:rPr>
        <w:t>hulp</w:t>
      </w:r>
      <w:r w:rsidRPr="00E7176A">
        <w:rPr>
          <w:rFonts w:ascii="Arial" w:hAnsi="Arial" w:cs="Arial"/>
          <w:b/>
          <w:sz w:val="20"/>
        </w:rPr>
        <w:t xml:space="preserve"> van </w:t>
      </w:r>
      <w:r w:rsidRPr="00E7176A">
        <w:rPr>
          <w:rFonts w:ascii="Arial" w:hAnsi="Arial" w:cs="Arial"/>
          <w:b/>
          <w:sz w:val="20"/>
          <w:u w:val="single"/>
        </w:rPr>
        <w:t>andere instanties</w:t>
      </w:r>
      <w:r w:rsidRPr="00E7176A">
        <w:rPr>
          <w:rFonts w:ascii="Arial" w:hAnsi="Arial" w:cs="Arial"/>
          <w:b/>
          <w:sz w:val="20"/>
        </w:rPr>
        <w:t>?</w:t>
      </w:r>
    </w:p>
    <w:p w:rsidR="00BF307F" w:rsidRPr="00E7176A" w:rsidRDefault="002A2B26" w:rsidP="002A2B26">
      <w:pPr>
        <w:pStyle w:val="Plattetekst"/>
        <w:numPr>
          <w:ilvl w:val="0"/>
          <w:numId w:val="19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 </w:t>
      </w:r>
      <w:r w:rsidR="00BF307F" w:rsidRPr="00E7176A">
        <w:rPr>
          <w:rFonts w:ascii="Arial" w:hAnsi="Arial" w:cs="Arial"/>
          <w:sz w:val="20"/>
        </w:rPr>
        <w:t>ja</w:t>
      </w:r>
    </w:p>
    <w:p w:rsidR="00BF307F" w:rsidRPr="00E7176A" w:rsidRDefault="002A2B26" w:rsidP="002A2B26">
      <w:pPr>
        <w:numPr>
          <w:ilvl w:val="0"/>
          <w:numId w:val="19"/>
        </w:numPr>
        <w:rPr>
          <w:rFonts w:ascii="Arial" w:hAnsi="Arial" w:cs="Arial"/>
          <w:b/>
          <w:bCs/>
          <w:iCs/>
          <w:sz w:val="20"/>
          <w:u w:val="single"/>
        </w:rPr>
      </w:pPr>
      <w:r w:rsidRPr="00E7176A">
        <w:rPr>
          <w:rFonts w:ascii="Arial" w:hAnsi="Arial" w:cs="Arial"/>
          <w:sz w:val="20"/>
        </w:rPr>
        <w:t xml:space="preserve"> </w:t>
      </w:r>
      <w:r w:rsidR="00BF307F" w:rsidRPr="00E7176A">
        <w:rPr>
          <w:rFonts w:ascii="Arial" w:hAnsi="Arial" w:cs="Arial"/>
          <w:sz w:val="20"/>
        </w:rPr>
        <w:t>nee</w:t>
      </w:r>
    </w:p>
    <w:p w:rsidR="00BF307F" w:rsidRPr="00E7176A" w:rsidRDefault="00BF307F" w:rsidP="007A797F">
      <w:pPr>
        <w:ind w:left="709" w:hanging="425"/>
        <w:rPr>
          <w:rFonts w:ascii="Arial" w:hAnsi="Arial" w:cs="Arial"/>
          <w:b/>
          <w:sz w:val="20"/>
        </w:rPr>
      </w:pPr>
    </w:p>
    <w:p w:rsidR="006745ED" w:rsidRPr="00E7176A" w:rsidRDefault="006745ED" w:rsidP="007A797F">
      <w:pPr>
        <w:ind w:left="709" w:hanging="425"/>
        <w:rPr>
          <w:rFonts w:ascii="Arial" w:hAnsi="Arial" w:cs="Arial"/>
          <w:b/>
          <w:sz w:val="20"/>
        </w:rPr>
      </w:pPr>
    </w:p>
    <w:p w:rsidR="007A797F" w:rsidRPr="00E7176A" w:rsidRDefault="002A2B26" w:rsidP="00CE2043">
      <w:pPr>
        <w:numPr>
          <w:ilvl w:val="0"/>
          <w:numId w:val="2"/>
        </w:numPr>
        <w:ind w:hanging="436"/>
        <w:rPr>
          <w:rFonts w:ascii="Arial" w:hAnsi="Arial" w:cs="Arial"/>
          <w:b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t>Algemeen oordeel</w:t>
      </w:r>
      <w:r w:rsidR="00CE2043" w:rsidRPr="00E7176A">
        <w:rPr>
          <w:rFonts w:ascii="Arial" w:hAnsi="Arial" w:cs="Arial"/>
          <w:b/>
          <w:sz w:val="20"/>
          <w:u w:val="single"/>
        </w:rPr>
        <w:t xml:space="preserve"> over deze voorziening</w:t>
      </w:r>
    </w:p>
    <w:p w:rsidR="007A797F" w:rsidRPr="00E7176A" w:rsidRDefault="007A797F" w:rsidP="007A797F">
      <w:pPr>
        <w:ind w:left="709" w:hanging="425"/>
        <w:rPr>
          <w:rFonts w:ascii="Arial" w:hAnsi="Arial" w:cs="Arial"/>
          <w:b/>
          <w:sz w:val="20"/>
        </w:rPr>
      </w:pPr>
    </w:p>
    <w:p w:rsidR="00CE2043" w:rsidRPr="00E7176A" w:rsidRDefault="00CE2043" w:rsidP="00CE2043">
      <w:pPr>
        <w:ind w:left="284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sz w:val="20"/>
        </w:rPr>
        <w:t xml:space="preserve">De volgende vraag gaat over wat u van de </w:t>
      </w:r>
      <w:r w:rsidRPr="00E7176A">
        <w:rPr>
          <w:rFonts w:ascii="Arial" w:hAnsi="Arial" w:cs="Arial"/>
          <w:b/>
          <w:sz w:val="20"/>
        </w:rPr>
        <w:t>voorziening</w:t>
      </w:r>
      <w:r w:rsidRPr="00E7176A">
        <w:rPr>
          <w:rFonts w:ascii="Arial" w:hAnsi="Arial" w:cs="Arial"/>
          <w:sz w:val="20"/>
        </w:rPr>
        <w:t xml:space="preserve"> vindt. Denk hierbij aan de </w:t>
      </w:r>
      <w:r w:rsidRPr="00E7176A">
        <w:rPr>
          <w:rFonts w:ascii="Arial" w:hAnsi="Arial" w:cs="Arial"/>
          <w:b/>
          <w:sz w:val="20"/>
        </w:rPr>
        <w:t>afgelopen 6 maanden</w:t>
      </w:r>
      <w:r w:rsidRPr="00E7176A">
        <w:rPr>
          <w:rFonts w:ascii="Arial" w:hAnsi="Arial" w:cs="Arial"/>
          <w:sz w:val="20"/>
        </w:rPr>
        <w:t>.</w:t>
      </w:r>
      <w:r w:rsidRPr="00E7176A">
        <w:rPr>
          <w:rFonts w:ascii="Arial" w:hAnsi="Arial" w:cs="Arial"/>
          <w:b/>
          <w:sz w:val="20"/>
        </w:rPr>
        <w:t xml:space="preserve"> </w:t>
      </w:r>
    </w:p>
    <w:p w:rsidR="00CE2043" w:rsidRPr="00E7176A" w:rsidRDefault="00CE2043" w:rsidP="007A797F">
      <w:pPr>
        <w:ind w:left="709" w:hanging="425"/>
        <w:rPr>
          <w:rFonts w:ascii="Arial" w:hAnsi="Arial" w:cs="Arial"/>
          <w:b/>
          <w:sz w:val="20"/>
        </w:rPr>
      </w:pPr>
    </w:p>
    <w:p w:rsidR="00030E89" w:rsidRPr="00E7176A" w:rsidRDefault="00030E89" w:rsidP="009C5DB5">
      <w:pPr>
        <w:pStyle w:val="Plattetekst2"/>
        <w:numPr>
          <w:ilvl w:val="0"/>
          <w:numId w:val="4"/>
        </w:numPr>
        <w:shd w:val="clear" w:color="auto" w:fill="FFFFFF"/>
        <w:ind w:left="709" w:hanging="425"/>
        <w:rPr>
          <w:rFonts w:ascii="Arial" w:hAnsi="Arial" w:cs="Arial"/>
          <w:b/>
          <w:bCs/>
          <w:color w:val="auto"/>
          <w:sz w:val="20"/>
          <w:szCs w:val="20"/>
        </w:rPr>
      </w:pP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Welk 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>cijfer</w:t>
      </w: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 geeft u 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>de</w:t>
      </w:r>
      <w:r w:rsidR="00F95F6C" w:rsidRPr="00E7176A">
        <w:rPr>
          <w:rFonts w:ascii="Arial" w:hAnsi="Arial" w:cs="Arial"/>
          <w:b/>
          <w:color w:val="auto"/>
          <w:sz w:val="20"/>
          <w:szCs w:val="20"/>
          <w:u w:val="single"/>
        </w:rPr>
        <w:t>ze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5D6734" w:rsidRPr="00E7176A">
        <w:rPr>
          <w:rFonts w:ascii="Arial" w:hAnsi="Arial" w:cs="Arial"/>
          <w:b/>
          <w:color w:val="auto"/>
          <w:sz w:val="20"/>
          <w:szCs w:val="20"/>
          <w:u w:val="single"/>
        </w:rPr>
        <w:t>voorziening</w:t>
      </w:r>
      <w:r w:rsidRPr="00E7176A">
        <w:rPr>
          <w:rFonts w:ascii="Arial" w:hAnsi="Arial" w:cs="Arial"/>
          <w:b/>
          <w:color w:val="auto"/>
          <w:sz w:val="20"/>
          <w:szCs w:val="20"/>
        </w:rPr>
        <w:t>?</w:t>
      </w:r>
      <w:r w:rsidRPr="00E7176A">
        <w:rPr>
          <w:rFonts w:ascii="Arial" w:hAnsi="Arial" w:cs="Arial"/>
          <w:b/>
          <w:bCs/>
          <w:color w:val="auto"/>
          <w:sz w:val="20"/>
          <w:szCs w:val="20"/>
        </w:rPr>
        <w:t xml:space="preserve"> Een 0 betekent: heel erg slecht. Een 10 betekent: uitstekend.</w:t>
      </w:r>
    </w:p>
    <w:p w:rsidR="00030E89" w:rsidRPr="00E7176A" w:rsidRDefault="007A797F" w:rsidP="009C5DB5">
      <w:pPr>
        <w:numPr>
          <w:ilvl w:val="0"/>
          <w:numId w:val="19"/>
        </w:numPr>
        <w:shd w:val="clear" w:color="auto" w:fill="FFFFFF"/>
        <w:tabs>
          <w:tab w:val="left" w:pos="360"/>
        </w:tabs>
        <w:rPr>
          <w:rFonts w:ascii="Arial" w:hAnsi="Arial" w:cs="Arial"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E89" w:rsidRPr="00E7176A">
        <w:rPr>
          <w:rFonts w:ascii="Arial" w:hAnsi="Arial" w:cs="Arial"/>
          <w:sz w:val="20"/>
        </w:rPr>
        <w:t>0</w:t>
      </w:r>
      <w:r w:rsidR="00447768" w:rsidRPr="00E7176A">
        <w:rPr>
          <w:rFonts w:ascii="Arial" w:hAnsi="Arial" w:cs="Arial"/>
          <w:sz w:val="20"/>
        </w:rPr>
        <w:t xml:space="preserve">  </w:t>
      </w:r>
      <w:r w:rsidR="00030E89" w:rsidRPr="00E7176A">
        <w:rPr>
          <w:rFonts w:ascii="Arial" w:hAnsi="Arial" w:cs="Arial"/>
          <w:iCs/>
          <w:sz w:val="20"/>
        </w:rPr>
        <w:t xml:space="preserve">heel erg slechte </w:t>
      </w:r>
      <w:r w:rsidR="005D6734" w:rsidRPr="00E7176A">
        <w:rPr>
          <w:rFonts w:ascii="Arial" w:hAnsi="Arial" w:cs="Arial"/>
          <w:iCs/>
          <w:sz w:val="20"/>
        </w:rPr>
        <w:t>voorziening</w:t>
      </w:r>
    </w:p>
    <w:p w:rsidR="00030E89" w:rsidRPr="00E7176A" w:rsidRDefault="007A797F" w:rsidP="009C5DB5">
      <w:pPr>
        <w:numPr>
          <w:ilvl w:val="0"/>
          <w:numId w:val="19"/>
        </w:numPr>
        <w:shd w:val="clear" w:color="auto" w:fill="FFFFFF"/>
        <w:tabs>
          <w:tab w:val="left" w:pos="360"/>
        </w:tabs>
        <w:rPr>
          <w:rFonts w:ascii="Arial" w:hAnsi="Arial" w:cs="Arial"/>
          <w:sz w:val="20"/>
        </w:rPr>
      </w:pPr>
      <w:r w:rsidRPr="00E7176A">
        <w:rPr>
          <w:rFonts w:ascii="Arial" w:hAnsi="Arial" w:cs="Arial"/>
          <w:iCs/>
          <w:sz w:val="20"/>
        </w:rPr>
        <w:tab/>
      </w:r>
      <w:r w:rsidR="00030E89" w:rsidRPr="00E7176A">
        <w:rPr>
          <w:rFonts w:ascii="Arial" w:hAnsi="Arial" w:cs="Arial"/>
          <w:sz w:val="20"/>
        </w:rPr>
        <w:t>1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2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lastRenderedPageBreak/>
        <w:t>3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4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5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6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7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8</w:t>
      </w:r>
    </w:p>
    <w:p w:rsidR="00030E89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9</w:t>
      </w:r>
      <w:r w:rsidR="007A797F" w:rsidRPr="00E7176A">
        <w:rPr>
          <w:rFonts w:ascii="Arial" w:hAnsi="Arial" w:cs="Arial"/>
          <w:sz w:val="20"/>
        </w:rPr>
        <w:tab/>
      </w:r>
      <w:r w:rsidRPr="00E7176A">
        <w:rPr>
          <w:rFonts w:ascii="Arial" w:hAnsi="Arial" w:cs="Arial"/>
          <w:sz w:val="20"/>
        </w:rPr>
        <w:tab/>
      </w:r>
    </w:p>
    <w:p w:rsidR="00CE2043" w:rsidRPr="00E7176A" w:rsidRDefault="00030E89" w:rsidP="002A2B26">
      <w:pPr>
        <w:numPr>
          <w:ilvl w:val="0"/>
          <w:numId w:val="19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E7176A">
        <w:rPr>
          <w:rFonts w:ascii="Arial" w:hAnsi="Arial" w:cs="Arial"/>
          <w:sz w:val="20"/>
        </w:rPr>
        <w:t>10</w:t>
      </w:r>
      <w:r w:rsidR="00447768" w:rsidRPr="00E7176A">
        <w:rPr>
          <w:rFonts w:ascii="Arial" w:hAnsi="Arial" w:cs="Arial"/>
          <w:iCs/>
          <w:sz w:val="20"/>
        </w:rPr>
        <w:t xml:space="preserve">  </w:t>
      </w:r>
      <w:r w:rsidRPr="00E7176A">
        <w:rPr>
          <w:rFonts w:ascii="Arial" w:hAnsi="Arial" w:cs="Arial"/>
          <w:iCs/>
          <w:sz w:val="20"/>
        </w:rPr>
        <w:t xml:space="preserve">uitstekende </w:t>
      </w:r>
      <w:r w:rsidR="005D6734" w:rsidRPr="00E7176A">
        <w:rPr>
          <w:rFonts w:ascii="Arial" w:hAnsi="Arial" w:cs="Arial"/>
          <w:iCs/>
          <w:sz w:val="20"/>
        </w:rPr>
        <w:t>voorzieni</w:t>
      </w:r>
      <w:r w:rsidR="00CE2043" w:rsidRPr="00E7176A">
        <w:rPr>
          <w:rFonts w:ascii="Arial" w:hAnsi="Arial" w:cs="Arial"/>
          <w:iCs/>
          <w:sz w:val="20"/>
        </w:rPr>
        <w:t>ng</w:t>
      </w:r>
    </w:p>
    <w:p w:rsidR="00C34DF3" w:rsidRPr="00E7176A" w:rsidRDefault="00C34DF3" w:rsidP="00CE2043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</w:rPr>
      </w:pPr>
    </w:p>
    <w:p w:rsidR="00CE2043" w:rsidRPr="00E7176A" w:rsidRDefault="00BF307F" w:rsidP="00CE204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425"/>
        <w:rPr>
          <w:rFonts w:ascii="Arial" w:hAnsi="Arial" w:cs="Arial"/>
          <w:b/>
          <w:iCs/>
          <w:sz w:val="20"/>
          <w:u w:val="single"/>
        </w:rPr>
      </w:pPr>
      <w:r w:rsidRPr="00E7176A">
        <w:rPr>
          <w:rFonts w:ascii="Arial" w:hAnsi="Arial" w:cs="Arial"/>
          <w:b/>
          <w:sz w:val="20"/>
          <w:u w:val="single"/>
        </w:rPr>
        <w:br w:type="page"/>
      </w:r>
      <w:r w:rsidR="00C34DF3" w:rsidRPr="00E7176A">
        <w:rPr>
          <w:rFonts w:ascii="Arial" w:hAnsi="Arial" w:cs="Arial"/>
          <w:b/>
          <w:sz w:val="20"/>
          <w:u w:val="single"/>
        </w:rPr>
        <w:lastRenderedPageBreak/>
        <w:t>Laatste vragen</w:t>
      </w:r>
    </w:p>
    <w:p w:rsidR="00CE2043" w:rsidRPr="00E7176A" w:rsidRDefault="00CE2043" w:rsidP="00CE2043">
      <w:p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</w:rPr>
      </w:pPr>
    </w:p>
    <w:p w:rsidR="004D115C" w:rsidRPr="00E7176A" w:rsidRDefault="004D115C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 xml:space="preserve">Heeft iemand u </w:t>
      </w:r>
      <w:r w:rsidRPr="00E7176A">
        <w:rPr>
          <w:rFonts w:ascii="Arial" w:hAnsi="Arial" w:cs="Arial"/>
          <w:b/>
          <w:sz w:val="20"/>
          <w:u w:val="single"/>
        </w:rPr>
        <w:t>geholpen</w:t>
      </w:r>
      <w:r w:rsidRPr="00E7176A">
        <w:rPr>
          <w:rFonts w:ascii="Arial" w:hAnsi="Arial" w:cs="Arial"/>
          <w:b/>
          <w:sz w:val="20"/>
        </w:rPr>
        <w:t xml:space="preserve"> om deze vragenlijst in te vullen?</w:t>
      </w:r>
    </w:p>
    <w:p w:rsidR="009223FD" w:rsidRPr="00E7176A" w:rsidRDefault="009223FD" w:rsidP="009223FD">
      <w:pPr>
        <w:pStyle w:val="Plattetekst"/>
        <w:spacing w:after="0"/>
        <w:ind w:left="709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</w:rPr>
        <w:t>U mag meer dan één hokje aankruisen.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Nee </w:t>
      </w:r>
      <w:r w:rsidR="00204AC2" w:rsidRPr="00E7176A">
        <w:rPr>
          <w:rFonts w:ascii="Arial" w:hAnsi="Arial" w:cs="Arial"/>
          <w:b/>
          <w:sz w:val="20"/>
        </w:rPr>
        <w:sym w:font="Wingdings" w:char="F0E0"/>
      </w:r>
      <w:r w:rsidRPr="00E7176A">
        <w:rPr>
          <w:rFonts w:ascii="Arial" w:hAnsi="Arial" w:cs="Arial"/>
          <w:sz w:val="20"/>
        </w:rPr>
        <w:t xml:space="preserve"> </w:t>
      </w:r>
      <w:r w:rsidRPr="00204AC2">
        <w:rPr>
          <w:rFonts w:ascii="Arial" w:hAnsi="Arial" w:cs="Arial"/>
          <w:b/>
          <w:i/>
          <w:sz w:val="20"/>
        </w:rPr>
        <w:t xml:space="preserve">ga naar vraag </w:t>
      </w:r>
      <w:r w:rsidR="007A797F" w:rsidRPr="00204AC2">
        <w:rPr>
          <w:rFonts w:ascii="Arial" w:hAnsi="Arial" w:cs="Arial"/>
          <w:b/>
          <w:i/>
          <w:sz w:val="20"/>
        </w:rPr>
        <w:t>51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Ja, een onderzoeker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Ja, een medewerker van de voorziening</w:t>
      </w:r>
    </w:p>
    <w:p w:rsidR="007813E3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Ja, een tolk</w:t>
      </w:r>
      <w:r w:rsidRPr="00E7176A">
        <w:rPr>
          <w:rFonts w:ascii="Arial" w:hAnsi="Arial" w:cs="Arial"/>
          <w:sz w:val="20"/>
        </w:rPr>
        <w:tab/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Ja, iemand anders, namelijk:</w:t>
      </w:r>
    </w:p>
    <w:p w:rsidR="007813E3" w:rsidRPr="00E7176A" w:rsidRDefault="0000249F" w:rsidP="006745ED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39370</wp:posOffset>
                </wp:positionV>
                <wp:extent cx="2284095" cy="259080"/>
                <wp:effectExtent l="6985" t="6985" r="13970" b="10160"/>
                <wp:wrapNone/>
                <wp:docPr id="15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4" o:spid="_x0000_s1046" type="#_x0000_t202" style="position:absolute;left:0;text-align:left;margin-left:35.35pt;margin-top:3.1pt;width:179.85pt;height:20.4pt;z-index:2516659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">
                <v:textbox>
                  <w:txbxContent>
                    <w:p w:rsidR="00696C6E" w:rsidRDefault="00696C6E"/>
                  </w:txbxContent>
                </v:textbox>
              </v:shape>
            </w:pict>
          </mc:Fallback>
        </mc:AlternateContent>
      </w:r>
    </w:p>
    <w:p w:rsidR="006745ED" w:rsidRPr="00E7176A" w:rsidRDefault="006745ED" w:rsidP="006745ED">
      <w:pPr>
        <w:pStyle w:val="Plattetekst"/>
        <w:spacing w:after="0"/>
        <w:ind w:left="709" w:hanging="425"/>
        <w:rPr>
          <w:rFonts w:ascii="Arial" w:hAnsi="Arial" w:cs="Arial"/>
          <w:sz w:val="20"/>
        </w:rPr>
      </w:pPr>
    </w:p>
    <w:p w:rsidR="008C297D" w:rsidRPr="00E7176A" w:rsidRDefault="008C297D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BF307F" w:rsidRPr="00E7176A" w:rsidRDefault="00BF307F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</w:p>
    <w:p w:rsidR="004D115C" w:rsidRPr="00E7176A" w:rsidRDefault="004D115C" w:rsidP="009C5DB5">
      <w:pPr>
        <w:pStyle w:val="Plattetekst"/>
        <w:numPr>
          <w:ilvl w:val="0"/>
          <w:numId w:val="4"/>
        </w:numPr>
        <w:spacing w:after="0"/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b/>
          <w:sz w:val="20"/>
          <w:u w:val="single"/>
        </w:rPr>
        <w:t>Hoe</w:t>
      </w:r>
      <w:r w:rsidRPr="00E7176A">
        <w:rPr>
          <w:rFonts w:ascii="Arial" w:hAnsi="Arial" w:cs="Arial"/>
          <w:b/>
          <w:sz w:val="20"/>
        </w:rPr>
        <w:t xml:space="preserve"> heeft die persoon u </w:t>
      </w:r>
      <w:r w:rsidRPr="00E7176A">
        <w:rPr>
          <w:rFonts w:ascii="Arial" w:hAnsi="Arial" w:cs="Arial"/>
          <w:b/>
          <w:sz w:val="20"/>
          <w:u w:val="single"/>
        </w:rPr>
        <w:t>geholpen</w:t>
      </w:r>
      <w:r w:rsidRPr="00E7176A">
        <w:rPr>
          <w:rFonts w:ascii="Arial" w:hAnsi="Arial" w:cs="Arial"/>
          <w:b/>
          <w:sz w:val="20"/>
        </w:rPr>
        <w:t xml:space="preserve">? U mag meer dan één </w:t>
      </w:r>
      <w:r w:rsidR="00BA44D8" w:rsidRPr="00E7176A">
        <w:rPr>
          <w:rFonts w:ascii="Arial" w:hAnsi="Arial" w:cs="Arial"/>
          <w:b/>
          <w:sz w:val="20"/>
        </w:rPr>
        <w:t>hokje</w:t>
      </w:r>
      <w:r w:rsidRPr="00E7176A">
        <w:rPr>
          <w:rFonts w:ascii="Arial" w:hAnsi="Arial" w:cs="Arial"/>
          <w:b/>
          <w:sz w:val="20"/>
        </w:rPr>
        <w:t xml:space="preserve"> aankruisen.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Heeft de vragen voorgelezen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Heeft mijn antwoorden opgeschreven</w:t>
      </w:r>
    </w:p>
    <w:p w:rsidR="004D115C" w:rsidRPr="00E7176A" w:rsidRDefault="004D115C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Heeft de vragen in mijn plaats beantwoord</w:t>
      </w:r>
    </w:p>
    <w:p w:rsidR="006745ED" w:rsidRPr="00E7176A" w:rsidRDefault="006745ED" w:rsidP="002A2B26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Heeft de vragen in mijn taal vertaald</w:t>
      </w:r>
    </w:p>
    <w:p w:rsidR="008C297D" w:rsidRPr="00E7176A" w:rsidRDefault="008C297D" w:rsidP="002A2B26">
      <w:pPr>
        <w:pStyle w:val="Default"/>
        <w:numPr>
          <w:ilvl w:val="0"/>
          <w:numId w:val="20"/>
        </w:numPr>
        <w:rPr>
          <w:rFonts w:ascii="Arial" w:hAnsi="Arial" w:cs="Arial"/>
          <w:color w:val="auto"/>
          <w:sz w:val="20"/>
          <w:szCs w:val="20"/>
        </w:rPr>
      </w:pPr>
      <w:r w:rsidRPr="00E7176A">
        <w:rPr>
          <w:rFonts w:ascii="Arial" w:hAnsi="Arial" w:cs="Arial"/>
          <w:color w:val="auto"/>
          <w:sz w:val="20"/>
          <w:szCs w:val="20"/>
        </w:rPr>
        <w:t xml:space="preserve">Heeft op een andere manier geholpen,  namelijk: </w:t>
      </w:r>
    </w:p>
    <w:p w:rsidR="008C297D" w:rsidRPr="00E7176A" w:rsidRDefault="0000249F" w:rsidP="008C297D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</w:rPr>
      </w:pPr>
      <w:r w:rsidRPr="00E7176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33655</wp:posOffset>
                </wp:positionV>
                <wp:extent cx="2246630" cy="520065"/>
                <wp:effectExtent l="10795" t="6350" r="9525" b="6985"/>
                <wp:wrapNone/>
                <wp:docPr id="14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8C29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47" type="#_x0000_t202" style="position:absolute;left:0;text-align:left;margin-left:33.5pt;margin-top:2.65pt;width:176.9pt;height:40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">
                <v:textbox>
                  <w:txbxContent>
                    <w:p w:rsidR="00696C6E" w:rsidRDefault="00696C6E" w:rsidP="008C297D"/>
                  </w:txbxContent>
                </v:textbox>
              </v:shape>
            </w:pict>
          </mc:Fallback>
        </mc:AlternateContent>
      </w:r>
    </w:p>
    <w:p w:rsidR="008C297D" w:rsidRPr="00E7176A" w:rsidRDefault="008C297D" w:rsidP="008C297D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8C297D" w:rsidRPr="00E7176A" w:rsidRDefault="008C297D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</w:p>
    <w:p w:rsidR="008C297D" w:rsidRPr="00E7176A" w:rsidRDefault="008C297D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</w:p>
    <w:p w:rsidR="008C297D" w:rsidRPr="00E7176A" w:rsidRDefault="008C297D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</w:p>
    <w:p w:rsidR="008C297D" w:rsidRPr="00E7176A" w:rsidRDefault="008C297D" w:rsidP="008C297D">
      <w:pPr>
        <w:pStyle w:val="Plattetekst"/>
        <w:spacing w:after="0"/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(a.u.b. in blokletters)</w:t>
      </w:r>
    </w:p>
    <w:p w:rsidR="00B12F46" w:rsidRPr="00E7176A" w:rsidRDefault="00B12F46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8C297D" w:rsidRPr="00E7176A" w:rsidRDefault="008C297D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BF307F" w:rsidRPr="00E7176A" w:rsidRDefault="00BF307F" w:rsidP="006745ED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</w:rPr>
      </w:pPr>
    </w:p>
    <w:p w:rsidR="00CE6697" w:rsidRPr="00E7176A" w:rsidRDefault="008C297D" w:rsidP="00CE6697">
      <w:pPr>
        <w:pStyle w:val="Default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Hoe kan de 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>opvang en hulp vanuit de voorziening verbeterd worden</w:t>
      </w:r>
      <w:r w:rsidR="00CE6697" w:rsidRPr="00E7176A">
        <w:rPr>
          <w:rFonts w:ascii="Arial" w:hAnsi="Arial" w:cs="Arial"/>
          <w:b/>
          <w:color w:val="auto"/>
          <w:sz w:val="20"/>
          <w:szCs w:val="20"/>
          <w:u w:val="single"/>
        </w:rPr>
        <w:t>?</w:t>
      </w: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BF307F" w:rsidRPr="00E7176A" w:rsidRDefault="0000249F" w:rsidP="00C13E1B">
      <w:pPr>
        <w:pStyle w:val="Default"/>
        <w:ind w:left="502"/>
        <w:rPr>
          <w:rFonts w:ascii="Arial" w:hAnsi="Arial" w:cs="Arial"/>
          <w:sz w:val="20"/>
          <w:szCs w:val="20"/>
        </w:rPr>
      </w:pPr>
      <w:r w:rsidRPr="00E7176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2406650" cy="3025775"/>
                <wp:effectExtent l="8890" t="10795" r="13335" b="11430"/>
                <wp:docPr id="1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02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B255C" w:rsidRDefault="00696C6E" w:rsidP="00CE66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6" o:spid="_x0000_s1048" type="#_x0000_t202" style="width:189.5pt;height:2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">
                <v:textbox>
                  <w:txbxContent>
                    <w:p w:rsidR="00696C6E" w:rsidRPr="00BB255C" w:rsidRDefault="00696C6E" w:rsidP="00CE6697"/>
                  </w:txbxContent>
                </v:textbox>
                <w10:anchorlock/>
              </v:shape>
            </w:pict>
          </mc:Fallback>
        </mc:AlternateContent>
      </w:r>
      <w:r w:rsidR="00BF307F" w:rsidRPr="00E7176A">
        <w:rPr>
          <w:rFonts w:ascii="Arial" w:hAnsi="Arial" w:cs="Arial"/>
          <w:sz w:val="20"/>
          <w:szCs w:val="20"/>
        </w:rPr>
        <w:t>(a.u.b. in blokletters)</w:t>
      </w:r>
    </w:p>
    <w:p w:rsidR="00BF307F" w:rsidRPr="00E7176A" w:rsidRDefault="00BF307F" w:rsidP="00BF307F">
      <w:pPr>
        <w:pStyle w:val="Default"/>
        <w:ind w:left="142"/>
        <w:rPr>
          <w:rFonts w:ascii="Arial" w:hAnsi="Arial" w:cs="Arial"/>
          <w:color w:val="auto"/>
          <w:sz w:val="20"/>
          <w:szCs w:val="20"/>
        </w:rPr>
      </w:pPr>
    </w:p>
    <w:p w:rsidR="00B12F46" w:rsidRPr="00E7176A" w:rsidRDefault="00B12F46" w:rsidP="00CE6697">
      <w:pPr>
        <w:pStyle w:val="Default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Op welke 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>datum</w:t>
      </w:r>
      <w:r w:rsidRPr="00E7176A">
        <w:rPr>
          <w:rFonts w:ascii="Arial" w:hAnsi="Arial" w:cs="Arial"/>
          <w:b/>
          <w:color w:val="auto"/>
          <w:sz w:val="20"/>
          <w:szCs w:val="20"/>
        </w:rPr>
        <w:t xml:space="preserve"> heeft u de vragenlijst </w:t>
      </w:r>
      <w:r w:rsidRPr="00E7176A">
        <w:rPr>
          <w:rFonts w:ascii="Arial" w:hAnsi="Arial" w:cs="Arial"/>
          <w:b/>
          <w:color w:val="auto"/>
          <w:sz w:val="20"/>
          <w:szCs w:val="20"/>
          <w:u w:val="single"/>
        </w:rPr>
        <w:t>ingevuld</w:t>
      </w:r>
      <w:r w:rsidRPr="00E7176A">
        <w:rPr>
          <w:rFonts w:ascii="Arial" w:hAnsi="Arial" w:cs="Arial"/>
          <w:b/>
          <w:sz w:val="20"/>
          <w:szCs w:val="20"/>
        </w:rPr>
        <w:t xml:space="preserve">? </w:t>
      </w:r>
    </w:p>
    <w:p w:rsidR="00B12F46" w:rsidRPr="00E7176A" w:rsidRDefault="00B12F46" w:rsidP="006745ED">
      <w:pPr>
        <w:ind w:left="709" w:hanging="425"/>
        <w:rPr>
          <w:rFonts w:ascii="Arial" w:hAnsi="Arial" w:cs="Arial"/>
          <w:sz w:val="20"/>
        </w:rPr>
      </w:pPr>
    </w:p>
    <w:p w:rsidR="00B12F46" w:rsidRPr="00E7176A" w:rsidRDefault="0000249F" w:rsidP="006745ED">
      <w:p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12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49" type="#_x0000_t202" style="position:absolute;left:0;text-align:left;margin-left:143.05pt;margin-top:3.1pt;width:17.8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Y2YLgIAAFo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11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50" type="#_x0000_t202" style="position:absolute;left:0;text-align:left;margin-left:125.25pt;margin-top:3.1pt;width:17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C1GZ+YLQIAAFoEAAAOAAAAAAAAAAAAAAAAAC4CAABk&#10;cnMvZTJvRG9jLnhtbFBLAQItABQABgAIAAAAIQCH9JrO3wAAAAgBAAAPAAAAAAAAAAAAAAAAAIcE&#10;AABkcnMvZG93bnJldi54bWxQSwUGAAAAAAQABADzAAAAkwUAAAAA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10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51" type="#_x0000_t202" style="position:absolute;left:0;text-align:left;margin-left:107.45pt;margin-top:3.1pt;width:17.8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Cyr38ksAgAAWgQAAA4AAAAAAAAAAAAAAAAALgIAAGRy&#10;cy9lMm9Eb2MueG1sUEsBAi0AFAAGAAgAAAAhABbFi+nfAAAACAEAAA8AAAAAAAAAAAAAAAAAhgQA&#10;AGRycy9kb3ducmV2LnhtbFBLBQYAAAAABAAEAPMAAACSBQAAAAA=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9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52" type="#_x0000_t202" style="position:absolute;left:0;text-align:left;margin-left:89.65pt;margin-top:3.1pt;width:17.8pt;height:1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TGzbDywCAABZBAAADgAAAAAAAAAAAAAAAAAuAgAAZHJz&#10;L2Uyb0RvYy54bWxQSwECLQAUAAYACAAAACEAtfOuN94AAAAIAQAADwAAAAAAAAAAAAAAAACGBAAA&#10;ZHJzL2Rvd25yZXYueG1sUEsFBgAAAAAEAAQA8wAAAJEFAAAAAA==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8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53" type="#_x0000_t202" style="position:absolute;left:0;text-align:left;margin-left:53.65pt;margin-top:3.1pt;width:17.8pt;height:1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7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Default="00696C6E" w:rsidP="00B12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54" type="#_x0000_t202" style="position:absolute;left:0;text-align:left;margin-left:35.85pt;margin-top:3.1pt;width:17.8pt;height:1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pPLQIAAFk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">
                <v:textbox>
                  <w:txbxContent>
                    <w:p w:rsidR="00696C6E" w:rsidRDefault="00696C6E" w:rsidP="00B12F46"/>
                  </w:txbxContent>
                </v:textbox>
              </v:shape>
            </w:pict>
          </mc:Fallback>
        </mc:AlternateContent>
      </w:r>
      <w:r w:rsidR="00B12F46" w:rsidRPr="00E7176A">
        <w:rPr>
          <w:rFonts w:ascii="Arial" w:hAnsi="Arial" w:cs="Arial"/>
          <w:sz w:val="20"/>
        </w:rPr>
        <w:t xml:space="preserve">                 -   </w:t>
      </w:r>
      <w:r w:rsidR="00B12F46" w:rsidRPr="00E7176A">
        <w:rPr>
          <w:rFonts w:ascii="Arial" w:hAnsi="Arial" w:cs="Arial"/>
          <w:b/>
          <w:sz w:val="20"/>
        </w:rPr>
        <w:t xml:space="preserve">    </w:t>
      </w:r>
    </w:p>
    <w:p w:rsidR="00B12F46" w:rsidRPr="00E7176A" w:rsidRDefault="00B12F46" w:rsidP="006745ED">
      <w:pPr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</w:p>
    <w:p w:rsidR="00B12F46" w:rsidRPr="00E7176A" w:rsidRDefault="00B12F46" w:rsidP="00836DF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Maand</w:t>
      </w:r>
      <w:r w:rsidRPr="00E7176A">
        <w:rPr>
          <w:rFonts w:ascii="Arial" w:hAnsi="Arial" w:cs="Arial"/>
          <w:sz w:val="20"/>
        </w:rPr>
        <w:tab/>
        <w:t xml:space="preserve">         Jaar</w:t>
      </w:r>
    </w:p>
    <w:p w:rsidR="00B12F46" w:rsidRPr="00E7176A" w:rsidRDefault="00B12F46" w:rsidP="006745ED">
      <w:pPr>
        <w:ind w:left="709" w:hanging="425"/>
        <w:rPr>
          <w:rFonts w:ascii="Arial" w:hAnsi="Arial" w:cs="Arial"/>
          <w:sz w:val="20"/>
        </w:rPr>
      </w:pPr>
    </w:p>
    <w:p w:rsidR="00B12F46" w:rsidRPr="00E7176A" w:rsidRDefault="00B12F46" w:rsidP="00836DF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 xml:space="preserve">Bijvoorbeeld: </w:t>
      </w:r>
    </w:p>
    <w:p w:rsidR="00B12F46" w:rsidRPr="00E7176A" w:rsidRDefault="00B12F46" w:rsidP="006745ED">
      <w:pPr>
        <w:ind w:left="709" w:hanging="425"/>
        <w:rPr>
          <w:rFonts w:ascii="Arial" w:hAnsi="Arial" w:cs="Arial"/>
          <w:sz w:val="20"/>
        </w:rPr>
      </w:pPr>
    </w:p>
    <w:p w:rsidR="00B12F46" w:rsidRPr="00E7176A" w:rsidRDefault="0000249F" w:rsidP="006745ED">
      <w:pPr>
        <w:ind w:left="709" w:hanging="425"/>
        <w:rPr>
          <w:rFonts w:ascii="Arial" w:hAnsi="Arial" w:cs="Arial"/>
          <w:b/>
          <w:sz w:val="20"/>
        </w:rPr>
      </w:pP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6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CF72F4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55" type="#_x0000_t202" style="position:absolute;left:0;text-align:left;margin-left:143.05pt;margin-top:3.1pt;width:17.8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TI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DIUDTILQIAAFkEAAAOAAAAAAAAAAAAAAAAAC4CAABk&#10;cnMvZTJvRG9jLnhtbFBLAQItABQABgAIAAAAIQAIUAxF3wAAAAgBAAAPAAAAAAAAAAAAAAAAAIcE&#10;AABkcnMvZG93bnJldi54bWxQSwUGAAAAAAQABADzAAAAkwUAAAAA&#10;">
                <v:textbox>
                  <w:txbxContent>
                    <w:p w:rsidR="00696C6E" w:rsidRPr="00BA193B" w:rsidRDefault="00CF72F4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5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E801FB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56" type="#_x0000_t202" style="position:absolute;left:0;text-align:left;margin-left:125.25pt;margin-top:3.1pt;width:17.8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94TLAIAAFk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">
                <v:textbox>
                  <w:txbxContent>
                    <w:p w:rsidR="00696C6E" w:rsidRPr="00BA193B" w:rsidRDefault="00E801FB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4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57" type="#_x0000_t202" style="position:absolute;left:0;text-align:left;margin-left:107.45pt;margin-top:3.1pt;width:17.8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">
                <v:textbox>
                  <w:txbxContent>
                    <w:p w:rsidR="00696C6E" w:rsidRPr="00BA193B" w:rsidRDefault="00696C6E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58" type="#_x0000_t202" style="position:absolute;left:0;text-align:left;margin-left:89.65pt;margin-top:3.1pt;width:17.8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">
                <v:textbox>
                  <w:txbxContent>
                    <w:p w:rsidR="00696C6E" w:rsidRPr="00BA193B" w:rsidRDefault="00696C6E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59" type="#_x0000_t202" style="position:absolute;left:0;text-align:left;margin-left:53.65pt;margin-top:3.1pt;width:17.8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GtpBa0tAgAAWQQAAA4AAAAAAAAAAAAAAAAALgIAAGRy&#10;cy9lMm9Eb2MueG1sUEsBAi0AFAAGAAgAAAAhAG3iGujeAAAACAEAAA8AAAAAAAAAAAAAAAAAhwQA&#10;AGRycy9kb3ducmV2LnhtbFBLBQYAAAAABAAEAPMAAACSBQAAAAA=&#10;">
                <v:textbox>
                  <w:txbxContent>
                    <w:p w:rsidR="00696C6E" w:rsidRPr="00BA193B" w:rsidRDefault="00696C6E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7176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C6E" w:rsidRPr="00BA193B" w:rsidRDefault="00696C6E" w:rsidP="00B12F46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60" type="#_x0000_t202" style="position:absolute;left:0;text-align:left;margin-left:35.85pt;margin-top:3.1pt;width:17.8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">
                <v:textbox>
                  <w:txbxContent>
                    <w:p w:rsidR="00696C6E" w:rsidRPr="00BA193B" w:rsidRDefault="00696C6E" w:rsidP="00B12F46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12F46" w:rsidRPr="00E7176A">
        <w:rPr>
          <w:rFonts w:ascii="Arial" w:hAnsi="Arial" w:cs="Arial"/>
          <w:sz w:val="20"/>
        </w:rPr>
        <w:t xml:space="preserve">                 -   </w:t>
      </w:r>
      <w:r w:rsidR="00B12F46" w:rsidRPr="00E7176A">
        <w:rPr>
          <w:rFonts w:ascii="Arial" w:hAnsi="Arial" w:cs="Arial"/>
          <w:b/>
          <w:sz w:val="20"/>
        </w:rPr>
        <w:t xml:space="preserve">    </w:t>
      </w:r>
    </w:p>
    <w:p w:rsidR="00B12F46" w:rsidRPr="00E7176A" w:rsidRDefault="00B12F46" w:rsidP="006745ED">
      <w:pPr>
        <w:ind w:left="709" w:hanging="425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ab/>
      </w:r>
    </w:p>
    <w:p w:rsidR="00B12F46" w:rsidRPr="00E7176A" w:rsidRDefault="00B12F46" w:rsidP="00836DFB">
      <w:pPr>
        <w:ind w:left="709" w:hanging="1"/>
        <w:rPr>
          <w:rFonts w:ascii="Arial" w:hAnsi="Arial" w:cs="Arial"/>
          <w:sz w:val="20"/>
        </w:rPr>
      </w:pPr>
      <w:r w:rsidRPr="00E7176A">
        <w:rPr>
          <w:rFonts w:ascii="Arial" w:hAnsi="Arial" w:cs="Arial"/>
          <w:sz w:val="20"/>
        </w:rPr>
        <w:t>Maand</w:t>
      </w:r>
      <w:r w:rsidRPr="00E7176A">
        <w:rPr>
          <w:rFonts w:ascii="Arial" w:hAnsi="Arial" w:cs="Arial"/>
          <w:sz w:val="20"/>
        </w:rPr>
        <w:tab/>
        <w:t xml:space="preserve">         Jaar</w:t>
      </w:r>
    </w:p>
    <w:p w:rsidR="00E7176A" w:rsidRDefault="00E7176A" w:rsidP="006745ED">
      <w:pPr>
        <w:pStyle w:val="Default"/>
        <w:ind w:left="709" w:hanging="425"/>
        <w:rPr>
          <w:rFonts w:ascii="Arial" w:hAnsi="Arial" w:cs="Arial"/>
          <w:b/>
          <w:color w:val="auto"/>
          <w:sz w:val="22"/>
          <w:szCs w:val="22"/>
        </w:rPr>
        <w:sectPr w:rsidR="00E7176A" w:rsidSect="00E7176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DF51A0" w:rsidRPr="00E7176A" w:rsidRDefault="00DF51A0" w:rsidP="006745ED">
      <w:pPr>
        <w:pStyle w:val="Default"/>
        <w:ind w:left="709" w:hanging="425"/>
        <w:rPr>
          <w:rFonts w:ascii="Arial" w:hAnsi="Arial" w:cs="Arial"/>
          <w:b/>
          <w:color w:val="auto"/>
          <w:sz w:val="22"/>
          <w:szCs w:val="22"/>
        </w:rPr>
      </w:pPr>
    </w:p>
    <w:p w:rsidR="00092F4A" w:rsidRPr="00E7176A" w:rsidRDefault="00092F4A" w:rsidP="006745ED">
      <w:pPr>
        <w:ind w:left="709" w:hanging="425"/>
        <w:rPr>
          <w:rFonts w:ascii="Arial" w:hAnsi="Arial" w:cs="Arial"/>
          <w:szCs w:val="22"/>
        </w:rPr>
      </w:pPr>
      <w:r w:rsidRPr="00E7176A">
        <w:rPr>
          <w:rFonts w:ascii="Arial" w:hAnsi="Arial" w:cs="Arial"/>
          <w:szCs w:val="22"/>
        </w:rPr>
        <w:t xml:space="preserve">  </w:t>
      </w:r>
    </w:p>
    <w:p w:rsidR="00DF51A0" w:rsidRPr="00E7176A" w:rsidRDefault="00092F4A" w:rsidP="006745ED">
      <w:pPr>
        <w:ind w:left="709" w:hanging="425"/>
        <w:rPr>
          <w:rFonts w:ascii="Arial" w:hAnsi="Arial" w:cs="Arial"/>
          <w:b/>
          <w:szCs w:val="22"/>
        </w:rPr>
      </w:pPr>
      <w:r w:rsidRPr="00E7176A">
        <w:rPr>
          <w:rFonts w:ascii="Arial" w:hAnsi="Arial" w:cs="Arial"/>
          <w:szCs w:val="22"/>
        </w:rPr>
        <w:t xml:space="preserve">      </w:t>
      </w:r>
      <w:r w:rsidR="00DF51A0" w:rsidRPr="00E7176A">
        <w:rPr>
          <w:rFonts w:ascii="Arial" w:hAnsi="Arial" w:cs="Arial"/>
          <w:szCs w:val="22"/>
        </w:rPr>
        <w:t xml:space="preserve">             </w:t>
      </w:r>
      <w:r w:rsidR="00DF51A0" w:rsidRPr="00E7176A">
        <w:rPr>
          <w:rFonts w:ascii="Arial" w:hAnsi="Arial" w:cs="Arial"/>
          <w:b/>
          <w:szCs w:val="22"/>
        </w:rPr>
        <w:t xml:space="preserve">        </w:t>
      </w:r>
    </w:p>
    <w:p w:rsidR="00DF51A0" w:rsidRPr="00204AC2" w:rsidRDefault="00DF51A0" w:rsidP="006745ED">
      <w:pPr>
        <w:ind w:left="709" w:hanging="425"/>
        <w:rPr>
          <w:rFonts w:ascii="Arial" w:hAnsi="Arial" w:cs="Arial"/>
          <w:sz w:val="20"/>
        </w:rPr>
      </w:pPr>
    </w:p>
    <w:p w:rsidR="00A7641F" w:rsidRPr="00204AC2" w:rsidRDefault="00A7641F" w:rsidP="006745ED">
      <w:pPr>
        <w:ind w:left="709" w:hanging="425"/>
        <w:rPr>
          <w:rFonts w:ascii="Arial" w:hAnsi="Arial" w:cs="Arial"/>
          <w:sz w:val="20"/>
        </w:rPr>
      </w:pPr>
    </w:p>
    <w:p w:rsidR="00A7641F" w:rsidRPr="00204AC2" w:rsidRDefault="00A7641F" w:rsidP="006745ED">
      <w:pPr>
        <w:ind w:left="709" w:hanging="425"/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    </w:t>
      </w:r>
    </w:p>
    <w:p w:rsidR="00A7641F" w:rsidRPr="00204AC2" w:rsidRDefault="00A7641F" w:rsidP="008C297D">
      <w:pPr>
        <w:ind w:left="709" w:hanging="425"/>
        <w:rPr>
          <w:rFonts w:ascii="Arial" w:hAnsi="Arial" w:cs="Arial"/>
          <w:b/>
          <w:sz w:val="20"/>
        </w:rPr>
        <w:sectPr w:rsidR="00A7641F" w:rsidRPr="00204AC2" w:rsidSect="0010364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204AC2">
        <w:rPr>
          <w:rFonts w:ascii="Arial" w:hAnsi="Arial" w:cs="Arial"/>
          <w:sz w:val="20"/>
        </w:rPr>
        <w:t xml:space="preserve">             </w:t>
      </w:r>
      <w:r w:rsidR="008C297D" w:rsidRPr="00204AC2">
        <w:rPr>
          <w:rFonts w:ascii="Arial" w:hAnsi="Arial" w:cs="Arial"/>
          <w:b/>
          <w:sz w:val="20"/>
        </w:rPr>
        <w:t xml:space="preserve">      </w:t>
      </w:r>
    </w:p>
    <w:p w:rsidR="00CE6697" w:rsidRPr="00204AC2" w:rsidRDefault="00CE6697" w:rsidP="00676A3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F49BD" w:rsidRPr="00204AC2" w:rsidRDefault="00EF49BD" w:rsidP="00EF49BD">
      <w:pPr>
        <w:rPr>
          <w:rFonts w:ascii="Arial" w:hAnsi="Arial" w:cs="Arial"/>
          <w:b/>
          <w:sz w:val="20"/>
          <w:u w:val="single"/>
        </w:rPr>
      </w:pPr>
      <w:r w:rsidRPr="00204AC2">
        <w:rPr>
          <w:rFonts w:ascii="Arial" w:hAnsi="Arial" w:cs="Arial"/>
          <w:b/>
          <w:sz w:val="20"/>
          <w:u w:val="single"/>
        </w:rPr>
        <w:t>Wat doet u met de ingevulde vragenlijst?</w:t>
      </w:r>
    </w:p>
    <w:p w:rsidR="00D14357" w:rsidRPr="00204AC2" w:rsidRDefault="0095215A" w:rsidP="00D14357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Is </w:t>
      </w:r>
      <w:r w:rsidR="00BB255C" w:rsidRPr="00204AC2">
        <w:rPr>
          <w:rFonts w:ascii="Arial" w:hAnsi="Arial" w:cs="Arial"/>
          <w:sz w:val="20"/>
        </w:rPr>
        <w:t>d</w:t>
      </w:r>
      <w:r w:rsidR="00833827" w:rsidRPr="00204AC2">
        <w:rPr>
          <w:rFonts w:ascii="Arial" w:hAnsi="Arial" w:cs="Arial"/>
          <w:sz w:val="20"/>
        </w:rPr>
        <w:t xml:space="preserve">e </w:t>
      </w:r>
      <w:r w:rsidR="00833827" w:rsidRPr="00204AC2">
        <w:rPr>
          <w:rFonts w:ascii="Arial" w:hAnsi="Arial" w:cs="Arial"/>
          <w:sz w:val="20"/>
          <w:u w:val="single"/>
        </w:rPr>
        <w:t>onderzoeker aanwezig</w:t>
      </w:r>
      <w:r w:rsidR="00D14357" w:rsidRPr="00204AC2">
        <w:rPr>
          <w:rFonts w:ascii="Arial" w:hAnsi="Arial" w:cs="Arial"/>
          <w:sz w:val="20"/>
        </w:rPr>
        <w:t>? Geef de vragenlijst dan terug aan de onderzoeker</w:t>
      </w:r>
      <w:r w:rsidR="001B1112" w:rsidRPr="00204AC2">
        <w:rPr>
          <w:rFonts w:ascii="Arial" w:hAnsi="Arial" w:cs="Arial"/>
          <w:sz w:val="20"/>
        </w:rPr>
        <w:t>.</w:t>
      </w:r>
    </w:p>
    <w:p w:rsidR="00C27DCE" w:rsidRPr="00204AC2" w:rsidRDefault="00C27DCE" w:rsidP="00C27DCE">
      <w:pPr>
        <w:ind w:left="720"/>
        <w:rPr>
          <w:rFonts w:ascii="Arial" w:hAnsi="Arial" w:cs="Arial"/>
          <w:sz w:val="20"/>
        </w:rPr>
      </w:pPr>
    </w:p>
    <w:p w:rsidR="00D14357" w:rsidRPr="00204AC2" w:rsidRDefault="00833827" w:rsidP="00D14357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Is de </w:t>
      </w:r>
      <w:r w:rsidRPr="00204AC2">
        <w:rPr>
          <w:rFonts w:ascii="Arial" w:hAnsi="Arial" w:cs="Arial"/>
          <w:sz w:val="20"/>
          <w:u w:val="single"/>
        </w:rPr>
        <w:t>onderzoeker niet aanwezig</w:t>
      </w:r>
      <w:r w:rsidR="00D14357" w:rsidRPr="00204AC2">
        <w:rPr>
          <w:rFonts w:ascii="Arial" w:hAnsi="Arial" w:cs="Arial"/>
          <w:sz w:val="20"/>
        </w:rPr>
        <w:t>? Doe dan dit:</w:t>
      </w:r>
    </w:p>
    <w:p w:rsidR="00D14357" w:rsidRPr="00204AC2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Vraag aan </w:t>
      </w:r>
      <w:r w:rsidR="00533CCB" w:rsidRPr="00204AC2">
        <w:rPr>
          <w:rFonts w:ascii="Arial" w:hAnsi="Arial" w:cs="Arial"/>
          <w:sz w:val="20"/>
        </w:rPr>
        <w:t>de begeleider</w:t>
      </w:r>
      <w:r w:rsidR="007171EC" w:rsidRPr="00204AC2">
        <w:rPr>
          <w:rFonts w:ascii="Arial" w:hAnsi="Arial" w:cs="Arial"/>
          <w:sz w:val="20"/>
        </w:rPr>
        <w:t xml:space="preserve"> </w:t>
      </w:r>
      <w:r w:rsidRPr="00204AC2">
        <w:rPr>
          <w:rFonts w:ascii="Arial" w:hAnsi="Arial" w:cs="Arial"/>
          <w:sz w:val="20"/>
        </w:rPr>
        <w:t>een antwoordenvelop.</w:t>
      </w:r>
    </w:p>
    <w:p w:rsidR="00D14357" w:rsidRPr="00204AC2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Doe de vragenlijst in de antwoordenvelop en doe </w:t>
      </w:r>
      <w:r w:rsidR="002A2B26" w:rsidRPr="00204AC2">
        <w:rPr>
          <w:rFonts w:ascii="Arial" w:hAnsi="Arial" w:cs="Arial"/>
          <w:sz w:val="20"/>
        </w:rPr>
        <w:t xml:space="preserve">deze </w:t>
      </w:r>
      <w:r w:rsidRPr="00204AC2">
        <w:rPr>
          <w:rFonts w:ascii="Arial" w:hAnsi="Arial" w:cs="Arial"/>
          <w:sz w:val="20"/>
        </w:rPr>
        <w:t>dicht.</w:t>
      </w:r>
    </w:p>
    <w:p w:rsidR="00554183" w:rsidRPr="00204AC2" w:rsidRDefault="00D14357" w:rsidP="00D14357">
      <w:pPr>
        <w:numPr>
          <w:ilvl w:val="1"/>
          <w:numId w:val="3"/>
        </w:numPr>
        <w:rPr>
          <w:rFonts w:ascii="Arial" w:hAnsi="Arial" w:cs="Arial"/>
          <w:sz w:val="20"/>
        </w:rPr>
      </w:pPr>
      <w:r w:rsidRPr="00204AC2">
        <w:rPr>
          <w:rFonts w:ascii="Arial" w:hAnsi="Arial" w:cs="Arial"/>
          <w:sz w:val="20"/>
        </w:rPr>
        <w:t xml:space="preserve">Geef de envelop aan </w:t>
      </w:r>
      <w:r w:rsidR="00533CCB" w:rsidRPr="00204AC2">
        <w:rPr>
          <w:rFonts w:ascii="Arial" w:hAnsi="Arial" w:cs="Arial"/>
          <w:sz w:val="20"/>
        </w:rPr>
        <w:t>de begeleider</w:t>
      </w:r>
      <w:r w:rsidRPr="00204AC2">
        <w:rPr>
          <w:rFonts w:ascii="Arial" w:hAnsi="Arial" w:cs="Arial"/>
          <w:sz w:val="20"/>
        </w:rPr>
        <w:t xml:space="preserve">. </w:t>
      </w:r>
      <w:r w:rsidR="00533CCB" w:rsidRPr="00204AC2">
        <w:rPr>
          <w:rFonts w:ascii="Arial" w:hAnsi="Arial" w:cs="Arial"/>
          <w:sz w:val="20"/>
        </w:rPr>
        <w:t>Hij/</w:t>
      </w:r>
      <w:r w:rsidR="00E801FB" w:rsidRPr="00204AC2">
        <w:rPr>
          <w:rFonts w:ascii="Arial" w:hAnsi="Arial" w:cs="Arial"/>
          <w:sz w:val="20"/>
        </w:rPr>
        <w:t>Z</w:t>
      </w:r>
      <w:r w:rsidR="004531E6" w:rsidRPr="00204AC2">
        <w:rPr>
          <w:rFonts w:ascii="Arial" w:hAnsi="Arial" w:cs="Arial"/>
          <w:sz w:val="20"/>
        </w:rPr>
        <w:t>ij</w:t>
      </w:r>
      <w:r w:rsidR="00D12037" w:rsidRPr="00204AC2">
        <w:rPr>
          <w:rFonts w:ascii="Arial" w:hAnsi="Arial" w:cs="Arial"/>
          <w:sz w:val="20"/>
        </w:rPr>
        <w:t xml:space="preserve"> </w:t>
      </w:r>
      <w:r w:rsidRPr="00204AC2">
        <w:rPr>
          <w:rFonts w:ascii="Arial" w:hAnsi="Arial" w:cs="Arial"/>
          <w:sz w:val="20"/>
        </w:rPr>
        <w:t xml:space="preserve">zorgt ervoor dat de envelop bij de onderzoekers komt. </w:t>
      </w:r>
    </w:p>
    <w:p w:rsidR="004522C7" w:rsidRPr="00E7176A" w:rsidRDefault="004522C7" w:rsidP="004522C7">
      <w:pPr>
        <w:rPr>
          <w:rFonts w:ascii="Arial" w:hAnsi="Arial" w:cs="Arial"/>
          <w:szCs w:val="22"/>
        </w:rPr>
      </w:pPr>
    </w:p>
    <w:p w:rsidR="002A2B26" w:rsidRPr="00E7176A" w:rsidRDefault="002A2B26" w:rsidP="002A2B26">
      <w:pPr>
        <w:pStyle w:val="C2-CtrSglS"/>
        <w:spacing w:line="280" w:lineRule="atLeast"/>
        <w:rPr>
          <w:rFonts w:cs="Arial"/>
          <w:b/>
          <w:sz w:val="22"/>
          <w:szCs w:val="22"/>
          <w:lang w:val="nl-NL"/>
        </w:rPr>
      </w:pPr>
    </w:p>
    <w:p w:rsidR="002A2B26" w:rsidRPr="00E7176A" w:rsidRDefault="002A2B26" w:rsidP="002A2B26">
      <w:pPr>
        <w:pStyle w:val="C2-CtrSglS"/>
        <w:spacing w:line="280" w:lineRule="atLeast"/>
        <w:rPr>
          <w:rFonts w:cs="Arial"/>
          <w:b/>
          <w:sz w:val="22"/>
          <w:szCs w:val="22"/>
          <w:lang w:val="nl-NL"/>
        </w:rPr>
      </w:pPr>
      <w:r w:rsidRPr="00E7176A">
        <w:rPr>
          <w:rFonts w:cs="Arial"/>
          <w:b/>
          <w:sz w:val="22"/>
          <w:szCs w:val="22"/>
          <w:lang w:val="nl-NL"/>
        </w:rPr>
        <w:t>HARTELIJK BEDANKT VOOR HET INVULLEN</w:t>
      </w:r>
    </w:p>
    <w:p w:rsidR="004522C7" w:rsidRPr="00E7176A" w:rsidRDefault="002A2B26" w:rsidP="002A2B26">
      <w:pPr>
        <w:jc w:val="center"/>
        <w:rPr>
          <w:rFonts w:ascii="Arial" w:hAnsi="Arial" w:cs="Arial"/>
          <w:szCs w:val="22"/>
        </w:rPr>
      </w:pPr>
      <w:r w:rsidRPr="00E7176A">
        <w:rPr>
          <w:rFonts w:ascii="Arial" w:hAnsi="Arial" w:cs="Arial"/>
          <w:b/>
          <w:szCs w:val="22"/>
        </w:rPr>
        <w:t>VAN DE VRAGENLIJST</w:t>
      </w:r>
    </w:p>
    <w:sectPr w:rsidR="004522C7" w:rsidRPr="00E7176A" w:rsidSect="0003081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2B" w:rsidRDefault="00AF4B2B" w:rsidP="003E4884">
      <w:r>
        <w:separator/>
      </w:r>
    </w:p>
  </w:endnote>
  <w:endnote w:type="continuationSeparator" w:id="0">
    <w:p w:rsidR="00AF4B2B" w:rsidRDefault="00AF4B2B" w:rsidP="003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6E" w:rsidRDefault="00696C6E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249F">
      <w:rPr>
        <w:noProof/>
      </w:rPr>
      <w:t>1</w:t>
    </w:r>
    <w:r>
      <w:fldChar w:fldCharType="end"/>
    </w:r>
  </w:p>
  <w:p w:rsidR="00696C6E" w:rsidRDefault="00696C6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2B" w:rsidRDefault="00AF4B2B" w:rsidP="003E4884">
      <w:r>
        <w:separator/>
      </w:r>
    </w:p>
  </w:footnote>
  <w:footnote w:type="continuationSeparator" w:id="0">
    <w:p w:rsidR="00AF4B2B" w:rsidRDefault="00AF4B2B" w:rsidP="003E4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41F2"/>
    <w:multiLevelType w:val="hybridMultilevel"/>
    <w:tmpl w:val="4776E5DC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D4D07"/>
    <w:multiLevelType w:val="hybridMultilevel"/>
    <w:tmpl w:val="B76C4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8269D"/>
    <w:multiLevelType w:val="hybridMultilevel"/>
    <w:tmpl w:val="F86ABC70"/>
    <w:lvl w:ilvl="0" w:tplc="FFFFFFFF">
      <w:start w:val="3"/>
      <w:numFmt w:val="bullet"/>
      <w:lvlText w:val=""/>
      <w:lvlJc w:val="left"/>
      <w:pPr>
        <w:tabs>
          <w:tab w:val="num" w:pos="539"/>
        </w:tabs>
        <w:ind w:left="539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825"/>
        </w:tabs>
        <w:ind w:left="8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265"/>
        </w:tabs>
        <w:ind w:left="22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</w:abstractNum>
  <w:abstractNum w:abstractNumId="4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211D2A"/>
    <w:multiLevelType w:val="hybridMultilevel"/>
    <w:tmpl w:val="0B1A1F66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6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C697B"/>
    <w:multiLevelType w:val="hybridMultilevel"/>
    <w:tmpl w:val="B45CB8E2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8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04659"/>
    <w:multiLevelType w:val="hybridMultilevel"/>
    <w:tmpl w:val="1E9215D4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10" w15:restartNumberingAfterBreak="0">
    <w:nsid w:val="18AC4701"/>
    <w:multiLevelType w:val="hybridMultilevel"/>
    <w:tmpl w:val="B3F8B5C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41D83"/>
    <w:multiLevelType w:val="hybridMultilevel"/>
    <w:tmpl w:val="BAD4E97E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12" w15:restartNumberingAfterBreak="0">
    <w:nsid w:val="23745DA6"/>
    <w:multiLevelType w:val="hybridMultilevel"/>
    <w:tmpl w:val="E5B01A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457DC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Garamond" w:hAnsi="Wingdings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D610D"/>
    <w:multiLevelType w:val="hybridMultilevel"/>
    <w:tmpl w:val="F606F642"/>
    <w:lvl w:ilvl="0" w:tplc="FFFFFFFF">
      <w:start w:val="3"/>
      <w:numFmt w:val="bullet"/>
      <w:lvlText w:val=""/>
      <w:lvlJc w:val="left"/>
      <w:pPr>
        <w:tabs>
          <w:tab w:val="num" w:pos="794"/>
        </w:tabs>
        <w:ind w:left="794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6" w15:restartNumberingAfterBreak="0">
    <w:nsid w:val="2A815EFC"/>
    <w:multiLevelType w:val="hybridMultilevel"/>
    <w:tmpl w:val="777EA714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7" w15:restartNumberingAfterBreak="0">
    <w:nsid w:val="2D9150CD"/>
    <w:multiLevelType w:val="hybridMultilevel"/>
    <w:tmpl w:val="01E058D2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7E066A"/>
    <w:multiLevelType w:val="hybridMultilevel"/>
    <w:tmpl w:val="6D6E7A48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9" w15:restartNumberingAfterBreak="0">
    <w:nsid w:val="34D45D3E"/>
    <w:multiLevelType w:val="hybridMultilevel"/>
    <w:tmpl w:val="991C5198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20" w15:restartNumberingAfterBreak="0">
    <w:nsid w:val="35484716"/>
    <w:multiLevelType w:val="hybridMultilevel"/>
    <w:tmpl w:val="BFAA9732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1" w15:restartNumberingAfterBreak="0">
    <w:nsid w:val="36435B6A"/>
    <w:multiLevelType w:val="hybridMultilevel"/>
    <w:tmpl w:val="7D861BF4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22" w15:restartNumberingAfterBreak="0">
    <w:nsid w:val="36EC2D61"/>
    <w:multiLevelType w:val="hybridMultilevel"/>
    <w:tmpl w:val="2E8CFCF6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23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3A7F4B15"/>
    <w:multiLevelType w:val="hybridMultilevel"/>
    <w:tmpl w:val="671E7C0E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25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3D2B4B4E"/>
    <w:multiLevelType w:val="hybridMultilevel"/>
    <w:tmpl w:val="51327314"/>
    <w:lvl w:ilvl="0" w:tplc="FFFFFFFF">
      <w:start w:val="3"/>
      <w:numFmt w:val="bullet"/>
      <w:lvlText w:val=""/>
      <w:lvlJc w:val="left"/>
      <w:pPr>
        <w:tabs>
          <w:tab w:val="num" w:pos="1438"/>
        </w:tabs>
        <w:ind w:left="1438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530734B"/>
    <w:multiLevelType w:val="hybridMultilevel"/>
    <w:tmpl w:val="B21EA2C0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28" w15:restartNumberingAfterBreak="0">
    <w:nsid w:val="45E650A6"/>
    <w:multiLevelType w:val="hybridMultilevel"/>
    <w:tmpl w:val="556209E8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9" w15:restartNumberingAfterBreak="0">
    <w:nsid w:val="4747283F"/>
    <w:multiLevelType w:val="hybridMultilevel"/>
    <w:tmpl w:val="62921A4E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30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17ADD"/>
    <w:multiLevelType w:val="hybridMultilevel"/>
    <w:tmpl w:val="9B12A41C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32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5" w15:restartNumberingAfterBreak="0">
    <w:nsid w:val="5E565D00"/>
    <w:multiLevelType w:val="hybridMultilevel"/>
    <w:tmpl w:val="136EADB8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E952C9"/>
    <w:multiLevelType w:val="hybridMultilevel"/>
    <w:tmpl w:val="5DFAA65E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37" w15:restartNumberingAfterBreak="0">
    <w:nsid w:val="68E31FD6"/>
    <w:multiLevelType w:val="hybridMultilevel"/>
    <w:tmpl w:val="F65A9808"/>
    <w:lvl w:ilvl="0" w:tplc="85A457DC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Garamond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D048F5"/>
    <w:multiLevelType w:val="hybridMultilevel"/>
    <w:tmpl w:val="459252DE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39" w15:restartNumberingAfterBreak="0">
    <w:nsid w:val="78633202"/>
    <w:multiLevelType w:val="hybridMultilevel"/>
    <w:tmpl w:val="2912EEF6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Garamond" w:hAnsi="Wingdings" w:cs="Garamond" w:hint="default"/>
      </w:rPr>
    </w:lvl>
    <w:lvl w:ilvl="1" w:tplc="1A6AAE4C">
      <w:numFmt w:val="bullet"/>
      <w:lvlText w:val=""/>
      <w:lvlJc w:val="left"/>
      <w:pPr>
        <w:tabs>
          <w:tab w:val="num" w:pos="1043"/>
        </w:tabs>
        <w:ind w:left="1043" w:hanging="720"/>
      </w:pPr>
      <w:rPr>
        <w:rFonts w:ascii="Wingdings" w:eastAsia="Times New Roman" w:hAnsi="Wingdings" w:cs="Arial" w:hint="default"/>
      </w:rPr>
    </w:lvl>
    <w:lvl w:ilvl="2" w:tplc="E17E48EA">
      <w:numFmt w:val="bullet"/>
      <w:lvlText w:val=""/>
      <w:lvlJc w:val="left"/>
      <w:pPr>
        <w:tabs>
          <w:tab w:val="num" w:pos="1763"/>
        </w:tabs>
        <w:ind w:left="1763" w:hanging="720"/>
      </w:pPr>
      <w:rPr>
        <w:rFonts w:ascii="Wingdings" w:eastAsia="Arial Unicode MS" w:hAnsi="Wingdings" w:cs="Arial" w:hint="default"/>
        <w:b w:val="0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40" w15:restartNumberingAfterBreak="0">
    <w:nsid w:val="7A5E4864"/>
    <w:multiLevelType w:val="hybridMultilevel"/>
    <w:tmpl w:val="B2B660D6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41" w15:restartNumberingAfterBreak="0">
    <w:nsid w:val="7AE8602B"/>
    <w:multiLevelType w:val="hybridMultilevel"/>
    <w:tmpl w:val="398E6D5E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42" w15:restartNumberingAfterBreak="0">
    <w:nsid w:val="7B3D1CAA"/>
    <w:multiLevelType w:val="hybridMultilevel"/>
    <w:tmpl w:val="DB3E8FB8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91A1F"/>
    <w:multiLevelType w:val="hybridMultilevel"/>
    <w:tmpl w:val="779AB13E"/>
    <w:lvl w:ilvl="0" w:tplc="FFFFFFFF">
      <w:start w:val="3"/>
      <w:numFmt w:val="bullet"/>
      <w:lvlText w:val=""/>
      <w:lvlJc w:val="left"/>
      <w:pPr>
        <w:tabs>
          <w:tab w:val="num" w:pos="681"/>
        </w:tabs>
        <w:ind w:left="681" w:hanging="397"/>
      </w:pPr>
      <w:rPr>
        <w:rFonts w:ascii="Wingdings" w:eastAsia="Garamond" w:hAnsi="Wingdings" w:cs="Garamon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32"/>
  </w:num>
  <w:num w:numId="4">
    <w:abstractNumId w:val="42"/>
  </w:num>
  <w:num w:numId="5">
    <w:abstractNumId w:val="43"/>
  </w:num>
  <w:num w:numId="6">
    <w:abstractNumId w:val="7"/>
  </w:num>
  <w:num w:numId="7">
    <w:abstractNumId w:val="21"/>
  </w:num>
  <w:num w:numId="8">
    <w:abstractNumId w:val="24"/>
  </w:num>
  <w:num w:numId="9">
    <w:abstractNumId w:val="31"/>
  </w:num>
  <w:num w:numId="10">
    <w:abstractNumId w:val="22"/>
  </w:num>
  <w:num w:numId="11">
    <w:abstractNumId w:val="3"/>
  </w:num>
  <w:num w:numId="12">
    <w:abstractNumId w:val="27"/>
  </w:num>
  <w:num w:numId="13">
    <w:abstractNumId w:val="41"/>
  </w:num>
  <w:num w:numId="14">
    <w:abstractNumId w:val="11"/>
  </w:num>
  <w:num w:numId="15">
    <w:abstractNumId w:val="9"/>
  </w:num>
  <w:num w:numId="16">
    <w:abstractNumId w:val="38"/>
  </w:num>
  <w:num w:numId="17">
    <w:abstractNumId w:val="26"/>
  </w:num>
  <w:num w:numId="18">
    <w:abstractNumId w:val="19"/>
  </w:num>
  <w:num w:numId="19">
    <w:abstractNumId w:val="40"/>
  </w:num>
  <w:num w:numId="20">
    <w:abstractNumId w:val="13"/>
  </w:num>
  <w:num w:numId="21">
    <w:abstractNumId w:val="39"/>
  </w:num>
  <w:num w:numId="22">
    <w:abstractNumId w:val="29"/>
  </w:num>
  <w:num w:numId="23">
    <w:abstractNumId w:val="18"/>
  </w:num>
  <w:num w:numId="24">
    <w:abstractNumId w:val="16"/>
  </w:num>
  <w:num w:numId="25">
    <w:abstractNumId w:val="36"/>
  </w:num>
  <w:num w:numId="26">
    <w:abstractNumId w:val="20"/>
  </w:num>
  <w:num w:numId="27">
    <w:abstractNumId w:val="5"/>
  </w:num>
  <w:num w:numId="28">
    <w:abstractNumId w:val="28"/>
  </w:num>
  <w:num w:numId="29">
    <w:abstractNumId w:val="33"/>
  </w:num>
  <w:num w:numId="30">
    <w:abstractNumId w:val="12"/>
  </w:num>
  <w:num w:numId="31">
    <w:abstractNumId w:val="2"/>
  </w:num>
  <w:num w:numId="32">
    <w:abstractNumId w:val="17"/>
  </w:num>
  <w:num w:numId="33">
    <w:abstractNumId w:val="37"/>
  </w:num>
  <w:num w:numId="34">
    <w:abstractNumId w:val="35"/>
  </w:num>
  <w:num w:numId="35">
    <w:abstractNumId w:val="0"/>
  </w:num>
  <w:num w:numId="36">
    <w:abstractNumId w:val="14"/>
  </w:num>
  <w:num w:numId="37">
    <w:abstractNumId w:val="1"/>
  </w:num>
  <w:num w:numId="38">
    <w:abstractNumId w:val="8"/>
  </w:num>
  <w:num w:numId="39">
    <w:abstractNumId w:val="30"/>
  </w:num>
  <w:num w:numId="40">
    <w:abstractNumId w:val="6"/>
  </w:num>
  <w:num w:numId="41">
    <w:abstractNumId w:val="15"/>
  </w:num>
  <w:num w:numId="42">
    <w:abstractNumId w:val="4"/>
  </w:num>
  <w:num w:numId="43">
    <w:abstractNumId w:val="34"/>
  </w:num>
  <w:num w:numId="44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249F"/>
    <w:rsid w:val="00005180"/>
    <w:rsid w:val="00005733"/>
    <w:rsid w:val="00006437"/>
    <w:rsid w:val="0000779F"/>
    <w:rsid w:val="000079BF"/>
    <w:rsid w:val="0001171C"/>
    <w:rsid w:val="00012814"/>
    <w:rsid w:val="00012867"/>
    <w:rsid w:val="000141E9"/>
    <w:rsid w:val="000152C0"/>
    <w:rsid w:val="0001534F"/>
    <w:rsid w:val="00016526"/>
    <w:rsid w:val="0001708E"/>
    <w:rsid w:val="000214FC"/>
    <w:rsid w:val="00022681"/>
    <w:rsid w:val="000226F7"/>
    <w:rsid w:val="00022F40"/>
    <w:rsid w:val="00023056"/>
    <w:rsid w:val="00023C21"/>
    <w:rsid w:val="0002607B"/>
    <w:rsid w:val="000300C4"/>
    <w:rsid w:val="00030815"/>
    <w:rsid w:val="00030E89"/>
    <w:rsid w:val="00031B95"/>
    <w:rsid w:val="00035DFE"/>
    <w:rsid w:val="00036211"/>
    <w:rsid w:val="00042F15"/>
    <w:rsid w:val="00044C06"/>
    <w:rsid w:val="00047631"/>
    <w:rsid w:val="00050C8C"/>
    <w:rsid w:val="00054373"/>
    <w:rsid w:val="000549F3"/>
    <w:rsid w:val="00054F2B"/>
    <w:rsid w:val="00055129"/>
    <w:rsid w:val="00062078"/>
    <w:rsid w:val="000633CE"/>
    <w:rsid w:val="00063B4A"/>
    <w:rsid w:val="000657B5"/>
    <w:rsid w:val="00066EE7"/>
    <w:rsid w:val="00070A50"/>
    <w:rsid w:val="00072556"/>
    <w:rsid w:val="00074A19"/>
    <w:rsid w:val="00075F1D"/>
    <w:rsid w:val="00076AA9"/>
    <w:rsid w:val="000800F3"/>
    <w:rsid w:val="000827EC"/>
    <w:rsid w:val="00082E8E"/>
    <w:rsid w:val="00083277"/>
    <w:rsid w:val="00084BDE"/>
    <w:rsid w:val="000850E4"/>
    <w:rsid w:val="00086C6E"/>
    <w:rsid w:val="00087C85"/>
    <w:rsid w:val="0009124E"/>
    <w:rsid w:val="00092AE1"/>
    <w:rsid w:val="00092F4A"/>
    <w:rsid w:val="000A134F"/>
    <w:rsid w:val="000A310E"/>
    <w:rsid w:val="000A5B19"/>
    <w:rsid w:val="000A5D2C"/>
    <w:rsid w:val="000A6224"/>
    <w:rsid w:val="000A7BE5"/>
    <w:rsid w:val="000B0FF3"/>
    <w:rsid w:val="000B2E16"/>
    <w:rsid w:val="000B3D11"/>
    <w:rsid w:val="000B4616"/>
    <w:rsid w:val="000B60D2"/>
    <w:rsid w:val="000B633E"/>
    <w:rsid w:val="000B73EB"/>
    <w:rsid w:val="000C1E1D"/>
    <w:rsid w:val="000C4798"/>
    <w:rsid w:val="000C4C23"/>
    <w:rsid w:val="000C63D7"/>
    <w:rsid w:val="000D164A"/>
    <w:rsid w:val="000D57F2"/>
    <w:rsid w:val="000D6AA5"/>
    <w:rsid w:val="000D6DBD"/>
    <w:rsid w:val="000D6F60"/>
    <w:rsid w:val="000E1201"/>
    <w:rsid w:val="000E2588"/>
    <w:rsid w:val="000E25E2"/>
    <w:rsid w:val="000E303D"/>
    <w:rsid w:val="000E4CCC"/>
    <w:rsid w:val="000E71A1"/>
    <w:rsid w:val="000F062F"/>
    <w:rsid w:val="000F0E1A"/>
    <w:rsid w:val="000F324D"/>
    <w:rsid w:val="000F3F3E"/>
    <w:rsid w:val="000F4165"/>
    <w:rsid w:val="000F4753"/>
    <w:rsid w:val="000F59F1"/>
    <w:rsid w:val="000F5FA7"/>
    <w:rsid w:val="000F6346"/>
    <w:rsid w:val="000F67CE"/>
    <w:rsid w:val="000F743E"/>
    <w:rsid w:val="00100ADE"/>
    <w:rsid w:val="00101CD6"/>
    <w:rsid w:val="00103641"/>
    <w:rsid w:val="001038A4"/>
    <w:rsid w:val="001057A6"/>
    <w:rsid w:val="00105DB9"/>
    <w:rsid w:val="00105F98"/>
    <w:rsid w:val="001069DE"/>
    <w:rsid w:val="00107AC8"/>
    <w:rsid w:val="001101C5"/>
    <w:rsid w:val="00110438"/>
    <w:rsid w:val="00110F3B"/>
    <w:rsid w:val="00112C83"/>
    <w:rsid w:val="00113CDC"/>
    <w:rsid w:val="00114CF8"/>
    <w:rsid w:val="001156E8"/>
    <w:rsid w:val="00120C1F"/>
    <w:rsid w:val="00122541"/>
    <w:rsid w:val="00124A3D"/>
    <w:rsid w:val="00125E2F"/>
    <w:rsid w:val="001264FC"/>
    <w:rsid w:val="0012690A"/>
    <w:rsid w:val="00126A3B"/>
    <w:rsid w:val="001273F9"/>
    <w:rsid w:val="00132A5B"/>
    <w:rsid w:val="00135E7B"/>
    <w:rsid w:val="00136015"/>
    <w:rsid w:val="00140D81"/>
    <w:rsid w:val="0014120E"/>
    <w:rsid w:val="00142C44"/>
    <w:rsid w:val="0014307E"/>
    <w:rsid w:val="00146945"/>
    <w:rsid w:val="00146B32"/>
    <w:rsid w:val="00151F78"/>
    <w:rsid w:val="0015295F"/>
    <w:rsid w:val="00161A15"/>
    <w:rsid w:val="00165593"/>
    <w:rsid w:val="0016636D"/>
    <w:rsid w:val="00166533"/>
    <w:rsid w:val="00166C63"/>
    <w:rsid w:val="001676FE"/>
    <w:rsid w:val="00171B82"/>
    <w:rsid w:val="0017320F"/>
    <w:rsid w:val="00174466"/>
    <w:rsid w:val="00175F35"/>
    <w:rsid w:val="001772D7"/>
    <w:rsid w:val="00177792"/>
    <w:rsid w:val="0018020F"/>
    <w:rsid w:val="00181854"/>
    <w:rsid w:val="00181AE6"/>
    <w:rsid w:val="00183F46"/>
    <w:rsid w:val="00184754"/>
    <w:rsid w:val="001864B8"/>
    <w:rsid w:val="00190219"/>
    <w:rsid w:val="00190A70"/>
    <w:rsid w:val="00191C2B"/>
    <w:rsid w:val="00191CD5"/>
    <w:rsid w:val="001924F6"/>
    <w:rsid w:val="001941F6"/>
    <w:rsid w:val="00196739"/>
    <w:rsid w:val="00197333"/>
    <w:rsid w:val="001A35A8"/>
    <w:rsid w:val="001A68A3"/>
    <w:rsid w:val="001A7EC4"/>
    <w:rsid w:val="001B0C8F"/>
    <w:rsid w:val="001B1112"/>
    <w:rsid w:val="001B3260"/>
    <w:rsid w:val="001B4AFE"/>
    <w:rsid w:val="001B5E90"/>
    <w:rsid w:val="001B6216"/>
    <w:rsid w:val="001B6E5B"/>
    <w:rsid w:val="001B7CE5"/>
    <w:rsid w:val="001C122A"/>
    <w:rsid w:val="001C2D57"/>
    <w:rsid w:val="001C32CD"/>
    <w:rsid w:val="001C4AC4"/>
    <w:rsid w:val="001C4BC4"/>
    <w:rsid w:val="001D0B1E"/>
    <w:rsid w:val="001D19CD"/>
    <w:rsid w:val="001D2035"/>
    <w:rsid w:val="001D7166"/>
    <w:rsid w:val="001E0D2C"/>
    <w:rsid w:val="001E1582"/>
    <w:rsid w:val="001E1C61"/>
    <w:rsid w:val="001E2C03"/>
    <w:rsid w:val="001E31ED"/>
    <w:rsid w:val="001E49F5"/>
    <w:rsid w:val="001E5DA6"/>
    <w:rsid w:val="001E5F22"/>
    <w:rsid w:val="001E63A7"/>
    <w:rsid w:val="001E6467"/>
    <w:rsid w:val="001E7ACB"/>
    <w:rsid w:val="001E7D7D"/>
    <w:rsid w:val="001F1AD2"/>
    <w:rsid w:val="001F2B90"/>
    <w:rsid w:val="001F4C5D"/>
    <w:rsid w:val="001F6EAE"/>
    <w:rsid w:val="001F7D92"/>
    <w:rsid w:val="001F7EA0"/>
    <w:rsid w:val="00202905"/>
    <w:rsid w:val="00204AC2"/>
    <w:rsid w:val="00204E8F"/>
    <w:rsid w:val="0020502E"/>
    <w:rsid w:val="00205CE7"/>
    <w:rsid w:val="0020773A"/>
    <w:rsid w:val="00210D3A"/>
    <w:rsid w:val="002114A5"/>
    <w:rsid w:val="002116A9"/>
    <w:rsid w:val="00212EF1"/>
    <w:rsid w:val="00213BBA"/>
    <w:rsid w:val="00214176"/>
    <w:rsid w:val="002159BE"/>
    <w:rsid w:val="002162BB"/>
    <w:rsid w:val="002167CE"/>
    <w:rsid w:val="00216AF7"/>
    <w:rsid w:val="00216F41"/>
    <w:rsid w:val="00220A38"/>
    <w:rsid w:val="00233F5D"/>
    <w:rsid w:val="0023640A"/>
    <w:rsid w:val="00237555"/>
    <w:rsid w:val="00240776"/>
    <w:rsid w:val="002434CF"/>
    <w:rsid w:val="00243589"/>
    <w:rsid w:val="0024380F"/>
    <w:rsid w:val="00244252"/>
    <w:rsid w:val="002473B2"/>
    <w:rsid w:val="0025060A"/>
    <w:rsid w:val="00250938"/>
    <w:rsid w:val="00252A4F"/>
    <w:rsid w:val="0025561C"/>
    <w:rsid w:val="00255F62"/>
    <w:rsid w:val="00256BE7"/>
    <w:rsid w:val="002576AF"/>
    <w:rsid w:val="00260CC6"/>
    <w:rsid w:val="002646BF"/>
    <w:rsid w:val="00265300"/>
    <w:rsid w:val="00265DCF"/>
    <w:rsid w:val="0026674F"/>
    <w:rsid w:val="00266AA0"/>
    <w:rsid w:val="002677EB"/>
    <w:rsid w:val="0027298B"/>
    <w:rsid w:val="00273B21"/>
    <w:rsid w:val="00274839"/>
    <w:rsid w:val="0027693A"/>
    <w:rsid w:val="002769FD"/>
    <w:rsid w:val="00280748"/>
    <w:rsid w:val="00280D3D"/>
    <w:rsid w:val="00281574"/>
    <w:rsid w:val="00282013"/>
    <w:rsid w:val="002834D8"/>
    <w:rsid w:val="00284D33"/>
    <w:rsid w:val="0028599E"/>
    <w:rsid w:val="00285D2C"/>
    <w:rsid w:val="002860DE"/>
    <w:rsid w:val="00287F4F"/>
    <w:rsid w:val="0029070C"/>
    <w:rsid w:val="00292E4D"/>
    <w:rsid w:val="002946AC"/>
    <w:rsid w:val="00294D28"/>
    <w:rsid w:val="002A2B26"/>
    <w:rsid w:val="002A3575"/>
    <w:rsid w:val="002A50CB"/>
    <w:rsid w:val="002A53BE"/>
    <w:rsid w:val="002A5C6E"/>
    <w:rsid w:val="002A7196"/>
    <w:rsid w:val="002B09E8"/>
    <w:rsid w:val="002B31A6"/>
    <w:rsid w:val="002B4098"/>
    <w:rsid w:val="002B4478"/>
    <w:rsid w:val="002B52E7"/>
    <w:rsid w:val="002B6B53"/>
    <w:rsid w:val="002C18AF"/>
    <w:rsid w:val="002C2BAF"/>
    <w:rsid w:val="002C3B45"/>
    <w:rsid w:val="002D0D1B"/>
    <w:rsid w:val="002D521E"/>
    <w:rsid w:val="002D532E"/>
    <w:rsid w:val="002D5E1B"/>
    <w:rsid w:val="002D61D1"/>
    <w:rsid w:val="002D789E"/>
    <w:rsid w:val="002E1464"/>
    <w:rsid w:val="002E1F4B"/>
    <w:rsid w:val="002E46D4"/>
    <w:rsid w:val="002E5CDC"/>
    <w:rsid w:val="002F010A"/>
    <w:rsid w:val="002F17E1"/>
    <w:rsid w:val="002F59A4"/>
    <w:rsid w:val="002F6646"/>
    <w:rsid w:val="00300547"/>
    <w:rsid w:val="00301335"/>
    <w:rsid w:val="00301800"/>
    <w:rsid w:val="00302DD2"/>
    <w:rsid w:val="003074DE"/>
    <w:rsid w:val="003118D7"/>
    <w:rsid w:val="0031317D"/>
    <w:rsid w:val="0031392A"/>
    <w:rsid w:val="00314650"/>
    <w:rsid w:val="003148BA"/>
    <w:rsid w:val="00314A1C"/>
    <w:rsid w:val="00316265"/>
    <w:rsid w:val="00316674"/>
    <w:rsid w:val="00320EAC"/>
    <w:rsid w:val="00321376"/>
    <w:rsid w:val="00322D05"/>
    <w:rsid w:val="00322FEE"/>
    <w:rsid w:val="00324AA3"/>
    <w:rsid w:val="003257A7"/>
    <w:rsid w:val="00326909"/>
    <w:rsid w:val="003278EF"/>
    <w:rsid w:val="0033319E"/>
    <w:rsid w:val="003331BB"/>
    <w:rsid w:val="00333CD8"/>
    <w:rsid w:val="0033400E"/>
    <w:rsid w:val="00335306"/>
    <w:rsid w:val="003374DD"/>
    <w:rsid w:val="0034248F"/>
    <w:rsid w:val="0034301A"/>
    <w:rsid w:val="003450D3"/>
    <w:rsid w:val="00347616"/>
    <w:rsid w:val="00347C24"/>
    <w:rsid w:val="00347EF9"/>
    <w:rsid w:val="0035098C"/>
    <w:rsid w:val="00350B0D"/>
    <w:rsid w:val="00350F90"/>
    <w:rsid w:val="003524DC"/>
    <w:rsid w:val="00355326"/>
    <w:rsid w:val="00360903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81E31"/>
    <w:rsid w:val="00381F06"/>
    <w:rsid w:val="00382A5F"/>
    <w:rsid w:val="00383500"/>
    <w:rsid w:val="003853DF"/>
    <w:rsid w:val="003864B1"/>
    <w:rsid w:val="0039039F"/>
    <w:rsid w:val="00391034"/>
    <w:rsid w:val="00392D3C"/>
    <w:rsid w:val="00392E73"/>
    <w:rsid w:val="00393903"/>
    <w:rsid w:val="00395E09"/>
    <w:rsid w:val="00397E75"/>
    <w:rsid w:val="003A147F"/>
    <w:rsid w:val="003A3257"/>
    <w:rsid w:val="003A390D"/>
    <w:rsid w:val="003A52DE"/>
    <w:rsid w:val="003B113A"/>
    <w:rsid w:val="003B136A"/>
    <w:rsid w:val="003B2A33"/>
    <w:rsid w:val="003B55D3"/>
    <w:rsid w:val="003B5851"/>
    <w:rsid w:val="003B5D3B"/>
    <w:rsid w:val="003B6484"/>
    <w:rsid w:val="003B6C5B"/>
    <w:rsid w:val="003B7C60"/>
    <w:rsid w:val="003C0D9C"/>
    <w:rsid w:val="003C33B3"/>
    <w:rsid w:val="003C34AD"/>
    <w:rsid w:val="003C41BA"/>
    <w:rsid w:val="003C568A"/>
    <w:rsid w:val="003C5EBB"/>
    <w:rsid w:val="003C77EE"/>
    <w:rsid w:val="003D0BC6"/>
    <w:rsid w:val="003D4275"/>
    <w:rsid w:val="003D4321"/>
    <w:rsid w:val="003D5259"/>
    <w:rsid w:val="003E05CB"/>
    <w:rsid w:val="003E0DD7"/>
    <w:rsid w:val="003E4884"/>
    <w:rsid w:val="003E639C"/>
    <w:rsid w:val="003E7916"/>
    <w:rsid w:val="003F0491"/>
    <w:rsid w:val="003F1913"/>
    <w:rsid w:val="003F1D0A"/>
    <w:rsid w:val="003F22DA"/>
    <w:rsid w:val="003F54D8"/>
    <w:rsid w:val="003F57CF"/>
    <w:rsid w:val="003F7FEA"/>
    <w:rsid w:val="00401542"/>
    <w:rsid w:val="00403A30"/>
    <w:rsid w:val="004045E9"/>
    <w:rsid w:val="00405ECF"/>
    <w:rsid w:val="004103C4"/>
    <w:rsid w:val="0041175F"/>
    <w:rsid w:val="00411F54"/>
    <w:rsid w:val="00412E68"/>
    <w:rsid w:val="0041334D"/>
    <w:rsid w:val="00421E96"/>
    <w:rsid w:val="00424437"/>
    <w:rsid w:val="00425DE2"/>
    <w:rsid w:val="00426F4C"/>
    <w:rsid w:val="00427764"/>
    <w:rsid w:val="00430081"/>
    <w:rsid w:val="004317A1"/>
    <w:rsid w:val="0043181C"/>
    <w:rsid w:val="0043276C"/>
    <w:rsid w:val="00432F66"/>
    <w:rsid w:val="004332F1"/>
    <w:rsid w:val="00434352"/>
    <w:rsid w:val="00434C98"/>
    <w:rsid w:val="00435194"/>
    <w:rsid w:val="004370C9"/>
    <w:rsid w:val="00437BBB"/>
    <w:rsid w:val="00440733"/>
    <w:rsid w:val="00440B1C"/>
    <w:rsid w:val="00440F40"/>
    <w:rsid w:val="00440FE2"/>
    <w:rsid w:val="00441583"/>
    <w:rsid w:val="00442786"/>
    <w:rsid w:val="004429B8"/>
    <w:rsid w:val="00443284"/>
    <w:rsid w:val="00443A90"/>
    <w:rsid w:val="00445D70"/>
    <w:rsid w:val="00447768"/>
    <w:rsid w:val="00447D27"/>
    <w:rsid w:val="004522C7"/>
    <w:rsid w:val="0045295A"/>
    <w:rsid w:val="004531CD"/>
    <w:rsid w:val="004531E6"/>
    <w:rsid w:val="00453C7C"/>
    <w:rsid w:val="00454381"/>
    <w:rsid w:val="004546B6"/>
    <w:rsid w:val="004550C6"/>
    <w:rsid w:val="004560E8"/>
    <w:rsid w:val="0045625F"/>
    <w:rsid w:val="00462AA9"/>
    <w:rsid w:val="00462FE8"/>
    <w:rsid w:val="00463B3A"/>
    <w:rsid w:val="00464392"/>
    <w:rsid w:val="004658DF"/>
    <w:rsid w:val="00465A3F"/>
    <w:rsid w:val="00467938"/>
    <w:rsid w:val="004728AE"/>
    <w:rsid w:val="0047516B"/>
    <w:rsid w:val="00476927"/>
    <w:rsid w:val="0047714E"/>
    <w:rsid w:val="0048313C"/>
    <w:rsid w:val="0048351A"/>
    <w:rsid w:val="00484162"/>
    <w:rsid w:val="00487027"/>
    <w:rsid w:val="004903A1"/>
    <w:rsid w:val="00493266"/>
    <w:rsid w:val="0049781A"/>
    <w:rsid w:val="004A0842"/>
    <w:rsid w:val="004A4507"/>
    <w:rsid w:val="004A4DFE"/>
    <w:rsid w:val="004A69B5"/>
    <w:rsid w:val="004B0ED7"/>
    <w:rsid w:val="004B38FE"/>
    <w:rsid w:val="004B4F07"/>
    <w:rsid w:val="004B61CF"/>
    <w:rsid w:val="004B6D07"/>
    <w:rsid w:val="004B76E0"/>
    <w:rsid w:val="004C18E2"/>
    <w:rsid w:val="004C3AA1"/>
    <w:rsid w:val="004C7484"/>
    <w:rsid w:val="004C7DCA"/>
    <w:rsid w:val="004D031C"/>
    <w:rsid w:val="004D115C"/>
    <w:rsid w:val="004D1530"/>
    <w:rsid w:val="004D3D56"/>
    <w:rsid w:val="004D593E"/>
    <w:rsid w:val="004E1CBA"/>
    <w:rsid w:val="004E2876"/>
    <w:rsid w:val="004E34F2"/>
    <w:rsid w:val="004E3C23"/>
    <w:rsid w:val="004E3E96"/>
    <w:rsid w:val="004E42FA"/>
    <w:rsid w:val="004E75EC"/>
    <w:rsid w:val="004F07BD"/>
    <w:rsid w:val="004F1602"/>
    <w:rsid w:val="004F166A"/>
    <w:rsid w:val="004F17E5"/>
    <w:rsid w:val="00500F39"/>
    <w:rsid w:val="00501B70"/>
    <w:rsid w:val="005020E6"/>
    <w:rsid w:val="00502722"/>
    <w:rsid w:val="00503B59"/>
    <w:rsid w:val="00504D85"/>
    <w:rsid w:val="005062C3"/>
    <w:rsid w:val="005108F0"/>
    <w:rsid w:val="00511E6F"/>
    <w:rsid w:val="00512EA2"/>
    <w:rsid w:val="0051313D"/>
    <w:rsid w:val="00513B42"/>
    <w:rsid w:val="00517287"/>
    <w:rsid w:val="00520BCF"/>
    <w:rsid w:val="00521AF5"/>
    <w:rsid w:val="005239FA"/>
    <w:rsid w:val="00524335"/>
    <w:rsid w:val="00524767"/>
    <w:rsid w:val="00525880"/>
    <w:rsid w:val="0053051B"/>
    <w:rsid w:val="00530641"/>
    <w:rsid w:val="00532720"/>
    <w:rsid w:val="00533CCB"/>
    <w:rsid w:val="00536A80"/>
    <w:rsid w:val="0054005A"/>
    <w:rsid w:val="0054026F"/>
    <w:rsid w:val="005414A0"/>
    <w:rsid w:val="00541F78"/>
    <w:rsid w:val="00544196"/>
    <w:rsid w:val="00544EA2"/>
    <w:rsid w:val="00545515"/>
    <w:rsid w:val="00546971"/>
    <w:rsid w:val="00547D33"/>
    <w:rsid w:val="00552720"/>
    <w:rsid w:val="005529AC"/>
    <w:rsid w:val="00554183"/>
    <w:rsid w:val="00554584"/>
    <w:rsid w:val="00555BA6"/>
    <w:rsid w:val="00556539"/>
    <w:rsid w:val="00556B9F"/>
    <w:rsid w:val="00557CC8"/>
    <w:rsid w:val="00564663"/>
    <w:rsid w:val="0056644C"/>
    <w:rsid w:val="00567366"/>
    <w:rsid w:val="00571B01"/>
    <w:rsid w:val="00571CB7"/>
    <w:rsid w:val="0057205F"/>
    <w:rsid w:val="005727C5"/>
    <w:rsid w:val="005741C3"/>
    <w:rsid w:val="00575C2B"/>
    <w:rsid w:val="00584F36"/>
    <w:rsid w:val="00585271"/>
    <w:rsid w:val="00585C82"/>
    <w:rsid w:val="005864C6"/>
    <w:rsid w:val="00586AD8"/>
    <w:rsid w:val="005905AF"/>
    <w:rsid w:val="00591053"/>
    <w:rsid w:val="005910CA"/>
    <w:rsid w:val="00593C4D"/>
    <w:rsid w:val="00594142"/>
    <w:rsid w:val="00595DE5"/>
    <w:rsid w:val="005A0036"/>
    <w:rsid w:val="005A2AD7"/>
    <w:rsid w:val="005A3356"/>
    <w:rsid w:val="005A3872"/>
    <w:rsid w:val="005A399B"/>
    <w:rsid w:val="005A47E0"/>
    <w:rsid w:val="005A5054"/>
    <w:rsid w:val="005A650F"/>
    <w:rsid w:val="005A6D8C"/>
    <w:rsid w:val="005B0025"/>
    <w:rsid w:val="005B1457"/>
    <w:rsid w:val="005B15FC"/>
    <w:rsid w:val="005B2C54"/>
    <w:rsid w:val="005B2D16"/>
    <w:rsid w:val="005B7061"/>
    <w:rsid w:val="005B7D36"/>
    <w:rsid w:val="005B7ED0"/>
    <w:rsid w:val="005C0A28"/>
    <w:rsid w:val="005C20E1"/>
    <w:rsid w:val="005C2553"/>
    <w:rsid w:val="005C2E2F"/>
    <w:rsid w:val="005D0D3A"/>
    <w:rsid w:val="005D2FDF"/>
    <w:rsid w:val="005D41E3"/>
    <w:rsid w:val="005D6734"/>
    <w:rsid w:val="005D72F4"/>
    <w:rsid w:val="005D7ECE"/>
    <w:rsid w:val="005E0CCC"/>
    <w:rsid w:val="005E1DC0"/>
    <w:rsid w:val="005E29CA"/>
    <w:rsid w:val="005E30DE"/>
    <w:rsid w:val="005F17EB"/>
    <w:rsid w:val="005F2D58"/>
    <w:rsid w:val="005F434B"/>
    <w:rsid w:val="005F5CC2"/>
    <w:rsid w:val="005F6850"/>
    <w:rsid w:val="005F722A"/>
    <w:rsid w:val="00602064"/>
    <w:rsid w:val="0060298B"/>
    <w:rsid w:val="0060360C"/>
    <w:rsid w:val="00612D86"/>
    <w:rsid w:val="00614FCD"/>
    <w:rsid w:val="00620E10"/>
    <w:rsid w:val="00623073"/>
    <w:rsid w:val="00623122"/>
    <w:rsid w:val="00623E89"/>
    <w:rsid w:val="00624960"/>
    <w:rsid w:val="00625356"/>
    <w:rsid w:val="0062536F"/>
    <w:rsid w:val="0062557E"/>
    <w:rsid w:val="00626514"/>
    <w:rsid w:val="006268E5"/>
    <w:rsid w:val="00627949"/>
    <w:rsid w:val="0063122D"/>
    <w:rsid w:val="006332E0"/>
    <w:rsid w:val="006339F1"/>
    <w:rsid w:val="00634F6D"/>
    <w:rsid w:val="00635557"/>
    <w:rsid w:val="00640660"/>
    <w:rsid w:val="00640E5B"/>
    <w:rsid w:val="00641272"/>
    <w:rsid w:val="006438C7"/>
    <w:rsid w:val="00643CAF"/>
    <w:rsid w:val="00644265"/>
    <w:rsid w:val="0064528B"/>
    <w:rsid w:val="0064645D"/>
    <w:rsid w:val="0065125B"/>
    <w:rsid w:val="00652B61"/>
    <w:rsid w:val="00653997"/>
    <w:rsid w:val="006570A7"/>
    <w:rsid w:val="006571A0"/>
    <w:rsid w:val="006667DD"/>
    <w:rsid w:val="006669DB"/>
    <w:rsid w:val="006673A7"/>
    <w:rsid w:val="00670293"/>
    <w:rsid w:val="006708F7"/>
    <w:rsid w:val="006711CC"/>
    <w:rsid w:val="00672166"/>
    <w:rsid w:val="006735CF"/>
    <w:rsid w:val="00673B6E"/>
    <w:rsid w:val="006745ED"/>
    <w:rsid w:val="00676691"/>
    <w:rsid w:val="00676A3F"/>
    <w:rsid w:val="00677765"/>
    <w:rsid w:val="00677B6D"/>
    <w:rsid w:val="0068308F"/>
    <w:rsid w:val="00685FA2"/>
    <w:rsid w:val="00686A65"/>
    <w:rsid w:val="0068704A"/>
    <w:rsid w:val="006909C1"/>
    <w:rsid w:val="006915F5"/>
    <w:rsid w:val="00696C6E"/>
    <w:rsid w:val="00697235"/>
    <w:rsid w:val="00697676"/>
    <w:rsid w:val="006977B4"/>
    <w:rsid w:val="00697C0F"/>
    <w:rsid w:val="006A0655"/>
    <w:rsid w:val="006A3C6C"/>
    <w:rsid w:val="006A3E8D"/>
    <w:rsid w:val="006A4E6E"/>
    <w:rsid w:val="006A5D1F"/>
    <w:rsid w:val="006A7383"/>
    <w:rsid w:val="006B0F08"/>
    <w:rsid w:val="006B209D"/>
    <w:rsid w:val="006B3D2F"/>
    <w:rsid w:val="006B45A2"/>
    <w:rsid w:val="006B4633"/>
    <w:rsid w:val="006B4CEA"/>
    <w:rsid w:val="006B65D5"/>
    <w:rsid w:val="006B7883"/>
    <w:rsid w:val="006B7903"/>
    <w:rsid w:val="006B79DB"/>
    <w:rsid w:val="006C019C"/>
    <w:rsid w:val="006C22CD"/>
    <w:rsid w:val="006C3AB5"/>
    <w:rsid w:val="006C3E3B"/>
    <w:rsid w:val="006C618C"/>
    <w:rsid w:val="006C63D3"/>
    <w:rsid w:val="006D0C1F"/>
    <w:rsid w:val="006D2312"/>
    <w:rsid w:val="006D244D"/>
    <w:rsid w:val="006D26BE"/>
    <w:rsid w:val="006D2AAB"/>
    <w:rsid w:val="006D302D"/>
    <w:rsid w:val="006D3355"/>
    <w:rsid w:val="006D4914"/>
    <w:rsid w:val="006D4950"/>
    <w:rsid w:val="006E17C9"/>
    <w:rsid w:val="006E3815"/>
    <w:rsid w:val="006E45A3"/>
    <w:rsid w:val="006E4BB8"/>
    <w:rsid w:val="006E5794"/>
    <w:rsid w:val="006E60BA"/>
    <w:rsid w:val="006E6ABE"/>
    <w:rsid w:val="006E7348"/>
    <w:rsid w:val="006E7A89"/>
    <w:rsid w:val="006F1012"/>
    <w:rsid w:val="006F110D"/>
    <w:rsid w:val="006F7EED"/>
    <w:rsid w:val="00700148"/>
    <w:rsid w:val="00701CA9"/>
    <w:rsid w:val="0070316D"/>
    <w:rsid w:val="00710F85"/>
    <w:rsid w:val="0071216B"/>
    <w:rsid w:val="00712E28"/>
    <w:rsid w:val="00716C56"/>
    <w:rsid w:val="007171EC"/>
    <w:rsid w:val="007178AE"/>
    <w:rsid w:val="00721C18"/>
    <w:rsid w:val="00722048"/>
    <w:rsid w:val="00723DEB"/>
    <w:rsid w:val="00723E90"/>
    <w:rsid w:val="007247C9"/>
    <w:rsid w:val="0073303F"/>
    <w:rsid w:val="00733354"/>
    <w:rsid w:val="00733EEB"/>
    <w:rsid w:val="007343F4"/>
    <w:rsid w:val="0073520B"/>
    <w:rsid w:val="00737E9A"/>
    <w:rsid w:val="00741E19"/>
    <w:rsid w:val="0074257F"/>
    <w:rsid w:val="007435D5"/>
    <w:rsid w:val="007461CA"/>
    <w:rsid w:val="0074656E"/>
    <w:rsid w:val="007479BE"/>
    <w:rsid w:val="00747A18"/>
    <w:rsid w:val="00751855"/>
    <w:rsid w:val="00752B28"/>
    <w:rsid w:val="00754D73"/>
    <w:rsid w:val="00755AC3"/>
    <w:rsid w:val="00755CE0"/>
    <w:rsid w:val="00756C15"/>
    <w:rsid w:val="00761AE5"/>
    <w:rsid w:val="00762127"/>
    <w:rsid w:val="00762AB8"/>
    <w:rsid w:val="0076422A"/>
    <w:rsid w:val="007707BF"/>
    <w:rsid w:val="00771CA2"/>
    <w:rsid w:val="00774C29"/>
    <w:rsid w:val="00775FBA"/>
    <w:rsid w:val="0077698D"/>
    <w:rsid w:val="00776A4F"/>
    <w:rsid w:val="007774AC"/>
    <w:rsid w:val="007813E3"/>
    <w:rsid w:val="00781967"/>
    <w:rsid w:val="00786148"/>
    <w:rsid w:val="007901F8"/>
    <w:rsid w:val="00790684"/>
    <w:rsid w:val="00794480"/>
    <w:rsid w:val="007A449C"/>
    <w:rsid w:val="007A5A09"/>
    <w:rsid w:val="007A749F"/>
    <w:rsid w:val="007A7722"/>
    <w:rsid w:val="007A797F"/>
    <w:rsid w:val="007A7F75"/>
    <w:rsid w:val="007B106F"/>
    <w:rsid w:val="007B12CE"/>
    <w:rsid w:val="007B36B9"/>
    <w:rsid w:val="007B3D67"/>
    <w:rsid w:val="007B5D8B"/>
    <w:rsid w:val="007B63CC"/>
    <w:rsid w:val="007B6A56"/>
    <w:rsid w:val="007C042B"/>
    <w:rsid w:val="007C17A3"/>
    <w:rsid w:val="007C3F3E"/>
    <w:rsid w:val="007C40C5"/>
    <w:rsid w:val="007C42C0"/>
    <w:rsid w:val="007C4DA7"/>
    <w:rsid w:val="007C643E"/>
    <w:rsid w:val="007C7DB5"/>
    <w:rsid w:val="007D3FC2"/>
    <w:rsid w:val="007D67AC"/>
    <w:rsid w:val="007D6F7A"/>
    <w:rsid w:val="007D7BAD"/>
    <w:rsid w:val="007E1A61"/>
    <w:rsid w:val="007E2403"/>
    <w:rsid w:val="007F025E"/>
    <w:rsid w:val="007F0C35"/>
    <w:rsid w:val="007F2A5E"/>
    <w:rsid w:val="007F3AFE"/>
    <w:rsid w:val="007F50D8"/>
    <w:rsid w:val="007F7210"/>
    <w:rsid w:val="007F7784"/>
    <w:rsid w:val="008039FD"/>
    <w:rsid w:val="00804657"/>
    <w:rsid w:val="00806739"/>
    <w:rsid w:val="00806A1E"/>
    <w:rsid w:val="00806E8C"/>
    <w:rsid w:val="0081036A"/>
    <w:rsid w:val="008106CF"/>
    <w:rsid w:val="00810A05"/>
    <w:rsid w:val="00810FEA"/>
    <w:rsid w:val="008111AC"/>
    <w:rsid w:val="008124CA"/>
    <w:rsid w:val="008134AD"/>
    <w:rsid w:val="0081421B"/>
    <w:rsid w:val="0081546C"/>
    <w:rsid w:val="00815F3A"/>
    <w:rsid w:val="008164CF"/>
    <w:rsid w:val="00820573"/>
    <w:rsid w:val="00821BBE"/>
    <w:rsid w:val="008246D5"/>
    <w:rsid w:val="00825478"/>
    <w:rsid w:val="00825AC3"/>
    <w:rsid w:val="00831520"/>
    <w:rsid w:val="008329F7"/>
    <w:rsid w:val="0083314E"/>
    <w:rsid w:val="00833827"/>
    <w:rsid w:val="008360BC"/>
    <w:rsid w:val="00836DFB"/>
    <w:rsid w:val="00837AD1"/>
    <w:rsid w:val="00841609"/>
    <w:rsid w:val="00843E19"/>
    <w:rsid w:val="00844375"/>
    <w:rsid w:val="008453DD"/>
    <w:rsid w:val="00847D1D"/>
    <w:rsid w:val="00851B72"/>
    <w:rsid w:val="008525AC"/>
    <w:rsid w:val="00856F9D"/>
    <w:rsid w:val="00860212"/>
    <w:rsid w:val="00860A0D"/>
    <w:rsid w:val="00861096"/>
    <w:rsid w:val="008633F9"/>
    <w:rsid w:val="00863720"/>
    <w:rsid w:val="00863B66"/>
    <w:rsid w:val="0086427F"/>
    <w:rsid w:val="00865B4D"/>
    <w:rsid w:val="0086603E"/>
    <w:rsid w:val="00867837"/>
    <w:rsid w:val="008705EC"/>
    <w:rsid w:val="00871A17"/>
    <w:rsid w:val="00871F60"/>
    <w:rsid w:val="00874B8C"/>
    <w:rsid w:val="00877C6C"/>
    <w:rsid w:val="00877F07"/>
    <w:rsid w:val="00880DAB"/>
    <w:rsid w:val="0088174B"/>
    <w:rsid w:val="0088218D"/>
    <w:rsid w:val="00883BDF"/>
    <w:rsid w:val="00884B05"/>
    <w:rsid w:val="0088737C"/>
    <w:rsid w:val="00887C1A"/>
    <w:rsid w:val="0089195F"/>
    <w:rsid w:val="008919B8"/>
    <w:rsid w:val="00891A91"/>
    <w:rsid w:val="00892411"/>
    <w:rsid w:val="0089318A"/>
    <w:rsid w:val="008934C4"/>
    <w:rsid w:val="00894745"/>
    <w:rsid w:val="008949E6"/>
    <w:rsid w:val="008A2B99"/>
    <w:rsid w:val="008A2DD2"/>
    <w:rsid w:val="008A440A"/>
    <w:rsid w:val="008A4977"/>
    <w:rsid w:val="008A55C7"/>
    <w:rsid w:val="008A6A85"/>
    <w:rsid w:val="008A6BC5"/>
    <w:rsid w:val="008A7160"/>
    <w:rsid w:val="008B06A4"/>
    <w:rsid w:val="008B0B5E"/>
    <w:rsid w:val="008B0D5B"/>
    <w:rsid w:val="008B1A6D"/>
    <w:rsid w:val="008B3835"/>
    <w:rsid w:val="008B4297"/>
    <w:rsid w:val="008B5A27"/>
    <w:rsid w:val="008B68E4"/>
    <w:rsid w:val="008B7A79"/>
    <w:rsid w:val="008C0B6F"/>
    <w:rsid w:val="008C1CE0"/>
    <w:rsid w:val="008C297D"/>
    <w:rsid w:val="008C33C3"/>
    <w:rsid w:val="008C3AF4"/>
    <w:rsid w:val="008D0170"/>
    <w:rsid w:val="008D16E1"/>
    <w:rsid w:val="008D36AC"/>
    <w:rsid w:val="008D53FF"/>
    <w:rsid w:val="008D6121"/>
    <w:rsid w:val="008D6AE4"/>
    <w:rsid w:val="008E1A20"/>
    <w:rsid w:val="008E3C1B"/>
    <w:rsid w:val="008E4700"/>
    <w:rsid w:val="008E4DEB"/>
    <w:rsid w:val="008E69B0"/>
    <w:rsid w:val="008E6BB2"/>
    <w:rsid w:val="008F05F9"/>
    <w:rsid w:val="008F2611"/>
    <w:rsid w:val="008F28CF"/>
    <w:rsid w:val="008F64D2"/>
    <w:rsid w:val="00903017"/>
    <w:rsid w:val="00904792"/>
    <w:rsid w:val="009050BF"/>
    <w:rsid w:val="00905439"/>
    <w:rsid w:val="00905A57"/>
    <w:rsid w:val="00906F0F"/>
    <w:rsid w:val="00907F55"/>
    <w:rsid w:val="009107DF"/>
    <w:rsid w:val="00913439"/>
    <w:rsid w:val="00913EDE"/>
    <w:rsid w:val="00914160"/>
    <w:rsid w:val="00916DE7"/>
    <w:rsid w:val="009223FD"/>
    <w:rsid w:val="009224B9"/>
    <w:rsid w:val="00922649"/>
    <w:rsid w:val="0092301D"/>
    <w:rsid w:val="00923A97"/>
    <w:rsid w:val="0092571D"/>
    <w:rsid w:val="0092633A"/>
    <w:rsid w:val="009279BE"/>
    <w:rsid w:val="00930CEF"/>
    <w:rsid w:val="0093120D"/>
    <w:rsid w:val="009337AC"/>
    <w:rsid w:val="00935727"/>
    <w:rsid w:val="00940194"/>
    <w:rsid w:val="0094024B"/>
    <w:rsid w:val="009408E2"/>
    <w:rsid w:val="009411C2"/>
    <w:rsid w:val="00944E3C"/>
    <w:rsid w:val="0094617D"/>
    <w:rsid w:val="00947550"/>
    <w:rsid w:val="0095215A"/>
    <w:rsid w:val="00953C1A"/>
    <w:rsid w:val="009540C3"/>
    <w:rsid w:val="00960474"/>
    <w:rsid w:val="00961974"/>
    <w:rsid w:val="00963B0D"/>
    <w:rsid w:val="0096420A"/>
    <w:rsid w:val="00965331"/>
    <w:rsid w:val="009656CE"/>
    <w:rsid w:val="00966287"/>
    <w:rsid w:val="009662DA"/>
    <w:rsid w:val="009703DE"/>
    <w:rsid w:val="009709F8"/>
    <w:rsid w:val="009724D4"/>
    <w:rsid w:val="00973283"/>
    <w:rsid w:val="00974BBC"/>
    <w:rsid w:val="00974C2D"/>
    <w:rsid w:val="00976D04"/>
    <w:rsid w:val="00977099"/>
    <w:rsid w:val="00980C50"/>
    <w:rsid w:val="00981592"/>
    <w:rsid w:val="0098368B"/>
    <w:rsid w:val="0098525D"/>
    <w:rsid w:val="00985F6A"/>
    <w:rsid w:val="00986443"/>
    <w:rsid w:val="00986946"/>
    <w:rsid w:val="00991051"/>
    <w:rsid w:val="0099117B"/>
    <w:rsid w:val="00993501"/>
    <w:rsid w:val="009944E4"/>
    <w:rsid w:val="009952E5"/>
    <w:rsid w:val="009A0188"/>
    <w:rsid w:val="009A0A89"/>
    <w:rsid w:val="009A1CFF"/>
    <w:rsid w:val="009A437B"/>
    <w:rsid w:val="009A49BF"/>
    <w:rsid w:val="009A4E3A"/>
    <w:rsid w:val="009B0E86"/>
    <w:rsid w:val="009B185A"/>
    <w:rsid w:val="009B2197"/>
    <w:rsid w:val="009C0566"/>
    <w:rsid w:val="009C2C68"/>
    <w:rsid w:val="009C5A83"/>
    <w:rsid w:val="009C5DB5"/>
    <w:rsid w:val="009D114F"/>
    <w:rsid w:val="009D2CFB"/>
    <w:rsid w:val="009D4613"/>
    <w:rsid w:val="009D6959"/>
    <w:rsid w:val="009E016D"/>
    <w:rsid w:val="009E3E80"/>
    <w:rsid w:val="009E3FC5"/>
    <w:rsid w:val="009E554E"/>
    <w:rsid w:val="009F15AE"/>
    <w:rsid w:val="009F1BE4"/>
    <w:rsid w:val="009F3811"/>
    <w:rsid w:val="009F38EF"/>
    <w:rsid w:val="009F5C7B"/>
    <w:rsid w:val="00A01AEE"/>
    <w:rsid w:val="00A02622"/>
    <w:rsid w:val="00A039A0"/>
    <w:rsid w:val="00A03D0C"/>
    <w:rsid w:val="00A04985"/>
    <w:rsid w:val="00A04A44"/>
    <w:rsid w:val="00A07296"/>
    <w:rsid w:val="00A1083F"/>
    <w:rsid w:val="00A10FB9"/>
    <w:rsid w:val="00A14133"/>
    <w:rsid w:val="00A15142"/>
    <w:rsid w:val="00A1557A"/>
    <w:rsid w:val="00A162D1"/>
    <w:rsid w:val="00A172C5"/>
    <w:rsid w:val="00A17835"/>
    <w:rsid w:val="00A21F2B"/>
    <w:rsid w:val="00A25B92"/>
    <w:rsid w:val="00A2732A"/>
    <w:rsid w:val="00A302AD"/>
    <w:rsid w:val="00A3030B"/>
    <w:rsid w:val="00A32451"/>
    <w:rsid w:val="00A33071"/>
    <w:rsid w:val="00A33DA5"/>
    <w:rsid w:val="00A34E5D"/>
    <w:rsid w:val="00A3523A"/>
    <w:rsid w:val="00A35D79"/>
    <w:rsid w:val="00A36285"/>
    <w:rsid w:val="00A3675B"/>
    <w:rsid w:val="00A3765D"/>
    <w:rsid w:val="00A37D22"/>
    <w:rsid w:val="00A45B35"/>
    <w:rsid w:val="00A45F14"/>
    <w:rsid w:val="00A4664E"/>
    <w:rsid w:val="00A47463"/>
    <w:rsid w:val="00A4769D"/>
    <w:rsid w:val="00A47D19"/>
    <w:rsid w:val="00A50CD9"/>
    <w:rsid w:val="00A52F23"/>
    <w:rsid w:val="00A52F75"/>
    <w:rsid w:val="00A55E52"/>
    <w:rsid w:val="00A566C1"/>
    <w:rsid w:val="00A569F4"/>
    <w:rsid w:val="00A6075A"/>
    <w:rsid w:val="00A6370E"/>
    <w:rsid w:val="00A66EFD"/>
    <w:rsid w:val="00A67AD3"/>
    <w:rsid w:val="00A701B2"/>
    <w:rsid w:val="00A71271"/>
    <w:rsid w:val="00A712CB"/>
    <w:rsid w:val="00A72304"/>
    <w:rsid w:val="00A72891"/>
    <w:rsid w:val="00A72EB4"/>
    <w:rsid w:val="00A733E3"/>
    <w:rsid w:val="00A73777"/>
    <w:rsid w:val="00A73985"/>
    <w:rsid w:val="00A75B59"/>
    <w:rsid w:val="00A7641F"/>
    <w:rsid w:val="00A76DED"/>
    <w:rsid w:val="00A8085C"/>
    <w:rsid w:val="00A8093D"/>
    <w:rsid w:val="00A8256A"/>
    <w:rsid w:val="00A82B31"/>
    <w:rsid w:val="00A90EB6"/>
    <w:rsid w:val="00A9199C"/>
    <w:rsid w:val="00A92D84"/>
    <w:rsid w:val="00A935EF"/>
    <w:rsid w:val="00A9432B"/>
    <w:rsid w:val="00A94FC5"/>
    <w:rsid w:val="00A9628D"/>
    <w:rsid w:val="00AA1987"/>
    <w:rsid w:val="00AA281F"/>
    <w:rsid w:val="00AA4925"/>
    <w:rsid w:val="00AA598B"/>
    <w:rsid w:val="00AA711E"/>
    <w:rsid w:val="00AB023D"/>
    <w:rsid w:val="00AB09C7"/>
    <w:rsid w:val="00AB0BE2"/>
    <w:rsid w:val="00AB1CC4"/>
    <w:rsid w:val="00AB2B79"/>
    <w:rsid w:val="00AB347F"/>
    <w:rsid w:val="00AB4141"/>
    <w:rsid w:val="00AB6A56"/>
    <w:rsid w:val="00AB779A"/>
    <w:rsid w:val="00AC0A63"/>
    <w:rsid w:val="00AC2A98"/>
    <w:rsid w:val="00AC5521"/>
    <w:rsid w:val="00AC6760"/>
    <w:rsid w:val="00AC6B12"/>
    <w:rsid w:val="00AD0F53"/>
    <w:rsid w:val="00AD201A"/>
    <w:rsid w:val="00AD561E"/>
    <w:rsid w:val="00AD5C99"/>
    <w:rsid w:val="00AD5E76"/>
    <w:rsid w:val="00AD607D"/>
    <w:rsid w:val="00AD61B7"/>
    <w:rsid w:val="00AD70A5"/>
    <w:rsid w:val="00AE02C3"/>
    <w:rsid w:val="00AE061D"/>
    <w:rsid w:val="00AE183E"/>
    <w:rsid w:val="00AE23AD"/>
    <w:rsid w:val="00AE2B2E"/>
    <w:rsid w:val="00AE32E1"/>
    <w:rsid w:val="00AE3CD2"/>
    <w:rsid w:val="00AE4EE0"/>
    <w:rsid w:val="00AE5C78"/>
    <w:rsid w:val="00AE6969"/>
    <w:rsid w:val="00AF05A6"/>
    <w:rsid w:val="00AF0761"/>
    <w:rsid w:val="00AF106A"/>
    <w:rsid w:val="00AF19C9"/>
    <w:rsid w:val="00AF1D9C"/>
    <w:rsid w:val="00AF2313"/>
    <w:rsid w:val="00AF3816"/>
    <w:rsid w:val="00AF3945"/>
    <w:rsid w:val="00AF4236"/>
    <w:rsid w:val="00AF4B2B"/>
    <w:rsid w:val="00AF57DA"/>
    <w:rsid w:val="00B02F3B"/>
    <w:rsid w:val="00B03B24"/>
    <w:rsid w:val="00B10582"/>
    <w:rsid w:val="00B12F1A"/>
    <w:rsid w:val="00B12F46"/>
    <w:rsid w:val="00B12FC9"/>
    <w:rsid w:val="00B14C49"/>
    <w:rsid w:val="00B15990"/>
    <w:rsid w:val="00B160C8"/>
    <w:rsid w:val="00B1735A"/>
    <w:rsid w:val="00B20CAD"/>
    <w:rsid w:val="00B224AA"/>
    <w:rsid w:val="00B22A09"/>
    <w:rsid w:val="00B243AF"/>
    <w:rsid w:val="00B24674"/>
    <w:rsid w:val="00B26DBA"/>
    <w:rsid w:val="00B3039A"/>
    <w:rsid w:val="00B33830"/>
    <w:rsid w:val="00B42B6A"/>
    <w:rsid w:val="00B44488"/>
    <w:rsid w:val="00B44F09"/>
    <w:rsid w:val="00B46D6A"/>
    <w:rsid w:val="00B5018A"/>
    <w:rsid w:val="00B50BD8"/>
    <w:rsid w:val="00B55018"/>
    <w:rsid w:val="00B64D80"/>
    <w:rsid w:val="00B64FDC"/>
    <w:rsid w:val="00B6554D"/>
    <w:rsid w:val="00B71653"/>
    <w:rsid w:val="00B72307"/>
    <w:rsid w:val="00B733DB"/>
    <w:rsid w:val="00B741AE"/>
    <w:rsid w:val="00B74439"/>
    <w:rsid w:val="00B7742F"/>
    <w:rsid w:val="00B83B9D"/>
    <w:rsid w:val="00B848AE"/>
    <w:rsid w:val="00B849BE"/>
    <w:rsid w:val="00B85256"/>
    <w:rsid w:val="00B87640"/>
    <w:rsid w:val="00B93044"/>
    <w:rsid w:val="00B936F6"/>
    <w:rsid w:val="00B93B12"/>
    <w:rsid w:val="00B9431F"/>
    <w:rsid w:val="00BA193B"/>
    <w:rsid w:val="00BA2B18"/>
    <w:rsid w:val="00BA2B27"/>
    <w:rsid w:val="00BA3A3C"/>
    <w:rsid w:val="00BA44D8"/>
    <w:rsid w:val="00BA5039"/>
    <w:rsid w:val="00BA529D"/>
    <w:rsid w:val="00BA5856"/>
    <w:rsid w:val="00BB21D7"/>
    <w:rsid w:val="00BB255C"/>
    <w:rsid w:val="00BB3445"/>
    <w:rsid w:val="00BB7752"/>
    <w:rsid w:val="00BC1198"/>
    <w:rsid w:val="00BC1456"/>
    <w:rsid w:val="00BC26F8"/>
    <w:rsid w:val="00BC2C2F"/>
    <w:rsid w:val="00BC33F7"/>
    <w:rsid w:val="00BC3D48"/>
    <w:rsid w:val="00BC6F23"/>
    <w:rsid w:val="00BD0237"/>
    <w:rsid w:val="00BD5FCD"/>
    <w:rsid w:val="00BD60D0"/>
    <w:rsid w:val="00BD68F6"/>
    <w:rsid w:val="00BD7C52"/>
    <w:rsid w:val="00BE1887"/>
    <w:rsid w:val="00BE5E4F"/>
    <w:rsid w:val="00BE625C"/>
    <w:rsid w:val="00BE67C9"/>
    <w:rsid w:val="00BE73FD"/>
    <w:rsid w:val="00BE7A76"/>
    <w:rsid w:val="00BF0E13"/>
    <w:rsid w:val="00BF307F"/>
    <w:rsid w:val="00BF31E1"/>
    <w:rsid w:val="00BF6F6E"/>
    <w:rsid w:val="00C052A1"/>
    <w:rsid w:val="00C06B42"/>
    <w:rsid w:val="00C06D3A"/>
    <w:rsid w:val="00C072DF"/>
    <w:rsid w:val="00C07D22"/>
    <w:rsid w:val="00C10E91"/>
    <w:rsid w:val="00C11807"/>
    <w:rsid w:val="00C12C5C"/>
    <w:rsid w:val="00C13937"/>
    <w:rsid w:val="00C13E1B"/>
    <w:rsid w:val="00C160C6"/>
    <w:rsid w:val="00C20068"/>
    <w:rsid w:val="00C20BEB"/>
    <w:rsid w:val="00C22B27"/>
    <w:rsid w:val="00C22CCE"/>
    <w:rsid w:val="00C240FC"/>
    <w:rsid w:val="00C268F9"/>
    <w:rsid w:val="00C27DCE"/>
    <w:rsid w:val="00C306EA"/>
    <w:rsid w:val="00C33C0E"/>
    <w:rsid w:val="00C34DF3"/>
    <w:rsid w:val="00C40B8D"/>
    <w:rsid w:val="00C40D57"/>
    <w:rsid w:val="00C42401"/>
    <w:rsid w:val="00C43391"/>
    <w:rsid w:val="00C446B9"/>
    <w:rsid w:val="00C46181"/>
    <w:rsid w:val="00C46816"/>
    <w:rsid w:val="00C476C4"/>
    <w:rsid w:val="00C47757"/>
    <w:rsid w:val="00C5470E"/>
    <w:rsid w:val="00C55468"/>
    <w:rsid w:val="00C60C09"/>
    <w:rsid w:val="00C612A8"/>
    <w:rsid w:val="00C6249E"/>
    <w:rsid w:val="00C67232"/>
    <w:rsid w:val="00C6765E"/>
    <w:rsid w:val="00C67E80"/>
    <w:rsid w:val="00C70BF8"/>
    <w:rsid w:val="00C7459F"/>
    <w:rsid w:val="00C75D56"/>
    <w:rsid w:val="00C77B33"/>
    <w:rsid w:val="00C864E6"/>
    <w:rsid w:val="00C90752"/>
    <w:rsid w:val="00C94EB1"/>
    <w:rsid w:val="00C967F9"/>
    <w:rsid w:val="00C978AF"/>
    <w:rsid w:val="00CA0F3B"/>
    <w:rsid w:val="00CA1458"/>
    <w:rsid w:val="00CA1D21"/>
    <w:rsid w:val="00CA3F90"/>
    <w:rsid w:val="00CA7C23"/>
    <w:rsid w:val="00CB0336"/>
    <w:rsid w:val="00CB0F3C"/>
    <w:rsid w:val="00CB10A0"/>
    <w:rsid w:val="00CB44A1"/>
    <w:rsid w:val="00CC09ED"/>
    <w:rsid w:val="00CC0EB0"/>
    <w:rsid w:val="00CC1764"/>
    <w:rsid w:val="00CC2573"/>
    <w:rsid w:val="00CC2B68"/>
    <w:rsid w:val="00CC366F"/>
    <w:rsid w:val="00CC459B"/>
    <w:rsid w:val="00CC47FA"/>
    <w:rsid w:val="00CC5ECE"/>
    <w:rsid w:val="00CC7316"/>
    <w:rsid w:val="00CC76CB"/>
    <w:rsid w:val="00CC7E31"/>
    <w:rsid w:val="00CD41DD"/>
    <w:rsid w:val="00CD4F5B"/>
    <w:rsid w:val="00CD5264"/>
    <w:rsid w:val="00CD5654"/>
    <w:rsid w:val="00CD5719"/>
    <w:rsid w:val="00CD6107"/>
    <w:rsid w:val="00CD7AF3"/>
    <w:rsid w:val="00CE0071"/>
    <w:rsid w:val="00CE0B72"/>
    <w:rsid w:val="00CE2043"/>
    <w:rsid w:val="00CE3E54"/>
    <w:rsid w:val="00CE4270"/>
    <w:rsid w:val="00CE620A"/>
    <w:rsid w:val="00CE6697"/>
    <w:rsid w:val="00CE69BC"/>
    <w:rsid w:val="00CE760A"/>
    <w:rsid w:val="00CE7DA6"/>
    <w:rsid w:val="00CF0FFF"/>
    <w:rsid w:val="00CF10B9"/>
    <w:rsid w:val="00CF2B7D"/>
    <w:rsid w:val="00CF3E33"/>
    <w:rsid w:val="00CF6B55"/>
    <w:rsid w:val="00CF6BFD"/>
    <w:rsid w:val="00CF72F4"/>
    <w:rsid w:val="00D02DE3"/>
    <w:rsid w:val="00D03678"/>
    <w:rsid w:val="00D0467F"/>
    <w:rsid w:val="00D06838"/>
    <w:rsid w:val="00D0723B"/>
    <w:rsid w:val="00D075E0"/>
    <w:rsid w:val="00D110AE"/>
    <w:rsid w:val="00D12037"/>
    <w:rsid w:val="00D12188"/>
    <w:rsid w:val="00D14357"/>
    <w:rsid w:val="00D14C48"/>
    <w:rsid w:val="00D17F2A"/>
    <w:rsid w:val="00D200ED"/>
    <w:rsid w:val="00D24463"/>
    <w:rsid w:val="00D25CC3"/>
    <w:rsid w:val="00D26C2A"/>
    <w:rsid w:val="00D26EE3"/>
    <w:rsid w:val="00D27344"/>
    <w:rsid w:val="00D27B9D"/>
    <w:rsid w:val="00D31607"/>
    <w:rsid w:val="00D31C82"/>
    <w:rsid w:val="00D31CBF"/>
    <w:rsid w:val="00D320C4"/>
    <w:rsid w:val="00D3364E"/>
    <w:rsid w:val="00D342D9"/>
    <w:rsid w:val="00D3504F"/>
    <w:rsid w:val="00D36AD5"/>
    <w:rsid w:val="00D43BF6"/>
    <w:rsid w:val="00D449E5"/>
    <w:rsid w:val="00D44F9A"/>
    <w:rsid w:val="00D46E93"/>
    <w:rsid w:val="00D46F3D"/>
    <w:rsid w:val="00D50BE5"/>
    <w:rsid w:val="00D5128B"/>
    <w:rsid w:val="00D5163C"/>
    <w:rsid w:val="00D52B79"/>
    <w:rsid w:val="00D55A69"/>
    <w:rsid w:val="00D56BD7"/>
    <w:rsid w:val="00D62EFD"/>
    <w:rsid w:val="00D63CC2"/>
    <w:rsid w:val="00D63F4C"/>
    <w:rsid w:val="00D6448A"/>
    <w:rsid w:val="00D65BA7"/>
    <w:rsid w:val="00D70717"/>
    <w:rsid w:val="00D722D3"/>
    <w:rsid w:val="00D7336E"/>
    <w:rsid w:val="00D74160"/>
    <w:rsid w:val="00D75855"/>
    <w:rsid w:val="00D766B9"/>
    <w:rsid w:val="00D828DD"/>
    <w:rsid w:val="00D829A5"/>
    <w:rsid w:val="00D907B5"/>
    <w:rsid w:val="00D92F7A"/>
    <w:rsid w:val="00D94D57"/>
    <w:rsid w:val="00D95E04"/>
    <w:rsid w:val="00D97D26"/>
    <w:rsid w:val="00DA256C"/>
    <w:rsid w:val="00DA2C82"/>
    <w:rsid w:val="00DA4397"/>
    <w:rsid w:val="00DA4636"/>
    <w:rsid w:val="00DA52D6"/>
    <w:rsid w:val="00DA6293"/>
    <w:rsid w:val="00DA6BD5"/>
    <w:rsid w:val="00DA6BFF"/>
    <w:rsid w:val="00DB0D84"/>
    <w:rsid w:val="00DB1718"/>
    <w:rsid w:val="00DB1F80"/>
    <w:rsid w:val="00DB39B6"/>
    <w:rsid w:val="00DC0227"/>
    <w:rsid w:val="00DC0F5A"/>
    <w:rsid w:val="00DC1106"/>
    <w:rsid w:val="00DC1D73"/>
    <w:rsid w:val="00DC2FD2"/>
    <w:rsid w:val="00DC3661"/>
    <w:rsid w:val="00DC58A0"/>
    <w:rsid w:val="00DC7FE8"/>
    <w:rsid w:val="00DD128F"/>
    <w:rsid w:val="00DD31F9"/>
    <w:rsid w:val="00DE02A3"/>
    <w:rsid w:val="00DE12F3"/>
    <w:rsid w:val="00DE2EB3"/>
    <w:rsid w:val="00DE3600"/>
    <w:rsid w:val="00DE39BF"/>
    <w:rsid w:val="00DE3EC3"/>
    <w:rsid w:val="00DE5D2B"/>
    <w:rsid w:val="00DE7452"/>
    <w:rsid w:val="00DE7DE2"/>
    <w:rsid w:val="00DF089C"/>
    <w:rsid w:val="00DF0A2C"/>
    <w:rsid w:val="00DF144C"/>
    <w:rsid w:val="00DF1873"/>
    <w:rsid w:val="00DF1936"/>
    <w:rsid w:val="00DF51A0"/>
    <w:rsid w:val="00DF54FD"/>
    <w:rsid w:val="00DF785C"/>
    <w:rsid w:val="00E01772"/>
    <w:rsid w:val="00E01945"/>
    <w:rsid w:val="00E05CC0"/>
    <w:rsid w:val="00E06A93"/>
    <w:rsid w:val="00E132C9"/>
    <w:rsid w:val="00E13D0F"/>
    <w:rsid w:val="00E13DA7"/>
    <w:rsid w:val="00E15AA5"/>
    <w:rsid w:val="00E17B90"/>
    <w:rsid w:val="00E274B3"/>
    <w:rsid w:val="00E3015D"/>
    <w:rsid w:val="00E33D6C"/>
    <w:rsid w:val="00E349E4"/>
    <w:rsid w:val="00E36138"/>
    <w:rsid w:val="00E36259"/>
    <w:rsid w:val="00E3768D"/>
    <w:rsid w:val="00E4050D"/>
    <w:rsid w:val="00E40B44"/>
    <w:rsid w:val="00E42067"/>
    <w:rsid w:val="00E44329"/>
    <w:rsid w:val="00E44DD2"/>
    <w:rsid w:val="00E456C1"/>
    <w:rsid w:val="00E47248"/>
    <w:rsid w:val="00E50532"/>
    <w:rsid w:val="00E51AC0"/>
    <w:rsid w:val="00E51F81"/>
    <w:rsid w:val="00E5312C"/>
    <w:rsid w:val="00E53754"/>
    <w:rsid w:val="00E543EE"/>
    <w:rsid w:val="00E55E84"/>
    <w:rsid w:val="00E56FEA"/>
    <w:rsid w:val="00E5799A"/>
    <w:rsid w:val="00E61C38"/>
    <w:rsid w:val="00E65508"/>
    <w:rsid w:val="00E67454"/>
    <w:rsid w:val="00E71481"/>
    <w:rsid w:val="00E7176A"/>
    <w:rsid w:val="00E71BC8"/>
    <w:rsid w:val="00E71F78"/>
    <w:rsid w:val="00E76159"/>
    <w:rsid w:val="00E801FB"/>
    <w:rsid w:val="00E811EE"/>
    <w:rsid w:val="00E812FA"/>
    <w:rsid w:val="00E827AF"/>
    <w:rsid w:val="00E82F6C"/>
    <w:rsid w:val="00E833E1"/>
    <w:rsid w:val="00E8397F"/>
    <w:rsid w:val="00E850F5"/>
    <w:rsid w:val="00E861D9"/>
    <w:rsid w:val="00E87BB3"/>
    <w:rsid w:val="00E93813"/>
    <w:rsid w:val="00E96CEE"/>
    <w:rsid w:val="00E971EE"/>
    <w:rsid w:val="00EA3514"/>
    <w:rsid w:val="00EA3CB0"/>
    <w:rsid w:val="00EA4450"/>
    <w:rsid w:val="00EA7D7D"/>
    <w:rsid w:val="00EB09C1"/>
    <w:rsid w:val="00EB1582"/>
    <w:rsid w:val="00EB2D84"/>
    <w:rsid w:val="00EB3305"/>
    <w:rsid w:val="00EB34BE"/>
    <w:rsid w:val="00EB43FC"/>
    <w:rsid w:val="00EB48C8"/>
    <w:rsid w:val="00EB5BE8"/>
    <w:rsid w:val="00EB6332"/>
    <w:rsid w:val="00EC1F31"/>
    <w:rsid w:val="00EC22D3"/>
    <w:rsid w:val="00EC2970"/>
    <w:rsid w:val="00EC3D13"/>
    <w:rsid w:val="00EC42E9"/>
    <w:rsid w:val="00ED094D"/>
    <w:rsid w:val="00ED195B"/>
    <w:rsid w:val="00ED1ACB"/>
    <w:rsid w:val="00ED25BF"/>
    <w:rsid w:val="00ED28C6"/>
    <w:rsid w:val="00ED3624"/>
    <w:rsid w:val="00EE203C"/>
    <w:rsid w:val="00EE4E69"/>
    <w:rsid w:val="00EE71B7"/>
    <w:rsid w:val="00EE7442"/>
    <w:rsid w:val="00EE7912"/>
    <w:rsid w:val="00EF127C"/>
    <w:rsid w:val="00EF2256"/>
    <w:rsid w:val="00EF252B"/>
    <w:rsid w:val="00EF2AC9"/>
    <w:rsid w:val="00EF38CB"/>
    <w:rsid w:val="00EF49BD"/>
    <w:rsid w:val="00EF533B"/>
    <w:rsid w:val="00EF6535"/>
    <w:rsid w:val="00EF7E9E"/>
    <w:rsid w:val="00F03256"/>
    <w:rsid w:val="00F0430A"/>
    <w:rsid w:val="00F04851"/>
    <w:rsid w:val="00F04993"/>
    <w:rsid w:val="00F05733"/>
    <w:rsid w:val="00F060AD"/>
    <w:rsid w:val="00F070A3"/>
    <w:rsid w:val="00F07C9D"/>
    <w:rsid w:val="00F122A0"/>
    <w:rsid w:val="00F143B6"/>
    <w:rsid w:val="00F26E24"/>
    <w:rsid w:val="00F336FA"/>
    <w:rsid w:val="00F33736"/>
    <w:rsid w:val="00F359A9"/>
    <w:rsid w:val="00F37FB8"/>
    <w:rsid w:val="00F40200"/>
    <w:rsid w:val="00F403EF"/>
    <w:rsid w:val="00F42657"/>
    <w:rsid w:val="00F43564"/>
    <w:rsid w:val="00F435FB"/>
    <w:rsid w:val="00F4370C"/>
    <w:rsid w:val="00F44E60"/>
    <w:rsid w:val="00F4528A"/>
    <w:rsid w:val="00F4587E"/>
    <w:rsid w:val="00F47439"/>
    <w:rsid w:val="00F51650"/>
    <w:rsid w:val="00F5167B"/>
    <w:rsid w:val="00F52C7F"/>
    <w:rsid w:val="00F56C1C"/>
    <w:rsid w:val="00F5720B"/>
    <w:rsid w:val="00F578C1"/>
    <w:rsid w:val="00F61429"/>
    <w:rsid w:val="00F61E8D"/>
    <w:rsid w:val="00F6208F"/>
    <w:rsid w:val="00F62FC1"/>
    <w:rsid w:val="00F633A9"/>
    <w:rsid w:val="00F64BEC"/>
    <w:rsid w:val="00F64C60"/>
    <w:rsid w:val="00F661C1"/>
    <w:rsid w:val="00F67657"/>
    <w:rsid w:val="00F70DE5"/>
    <w:rsid w:val="00F72841"/>
    <w:rsid w:val="00F73040"/>
    <w:rsid w:val="00F730DB"/>
    <w:rsid w:val="00F74B11"/>
    <w:rsid w:val="00F7511D"/>
    <w:rsid w:val="00F752E5"/>
    <w:rsid w:val="00F84B4E"/>
    <w:rsid w:val="00F85769"/>
    <w:rsid w:val="00F87BFF"/>
    <w:rsid w:val="00F91A12"/>
    <w:rsid w:val="00F92D39"/>
    <w:rsid w:val="00F92F16"/>
    <w:rsid w:val="00F94902"/>
    <w:rsid w:val="00F95F6C"/>
    <w:rsid w:val="00F96899"/>
    <w:rsid w:val="00F9731D"/>
    <w:rsid w:val="00F97939"/>
    <w:rsid w:val="00FA0507"/>
    <w:rsid w:val="00FA1D4D"/>
    <w:rsid w:val="00FA4461"/>
    <w:rsid w:val="00FA5740"/>
    <w:rsid w:val="00FA5D77"/>
    <w:rsid w:val="00FA6929"/>
    <w:rsid w:val="00FA6B5C"/>
    <w:rsid w:val="00FA76C3"/>
    <w:rsid w:val="00FB0107"/>
    <w:rsid w:val="00FB210E"/>
    <w:rsid w:val="00FB2178"/>
    <w:rsid w:val="00FB3510"/>
    <w:rsid w:val="00FC090B"/>
    <w:rsid w:val="00FC0DA5"/>
    <w:rsid w:val="00FC18CB"/>
    <w:rsid w:val="00FD1013"/>
    <w:rsid w:val="00FD274B"/>
    <w:rsid w:val="00FD32A5"/>
    <w:rsid w:val="00FD7DE5"/>
    <w:rsid w:val="00FE50D0"/>
    <w:rsid w:val="00FE52D5"/>
    <w:rsid w:val="00FE664A"/>
    <w:rsid w:val="00FE6AC5"/>
    <w:rsid w:val="00FE6EF7"/>
    <w:rsid w:val="00FE7C83"/>
    <w:rsid w:val="00FF12F0"/>
    <w:rsid w:val="00FF1549"/>
    <w:rsid w:val="00FF1CFE"/>
    <w:rsid w:val="00FF45C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250"/>
        <o:r id="V:Rule2" type="connector" idref="#_x0000_s1251"/>
        <o:r id="V:Rule3" type="connector" idref="#_x0000_s1253"/>
        <o:r id="V:Rule4" type="connector" idref="#_x0000_s1254"/>
        <o:r id="V:Rule5" type="connector" idref="#_x0000_s1255"/>
      </o:rules>
    </o:shapelayout>
  </w:shapeDefaults>
  <w:decimalSymbol w:val=","/>
  <w:listSeparator w:val=";"/>
  <w15:chartTrackingRefBased/>
  <w15:docId w15:val="{129B8EF8-DCFD-428A-8C13-BEA7C808B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0249F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00249F"/>
    <w:pPr>
      <w:numPr>
        <w:numId w:val="36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00249F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00249F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00249F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00249F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00249F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00249F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00249F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00249F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00249F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00249F"/>
  </w:style>
  <w:style w:type="character" w:customStyle="1" w:styleId="Kop1Char">
    <w:name w:val="Kop 1 Char"/>
    <w:link w:val="Kop1"/>
    <w:rsid w:val="009D114F"/>
    <w:rPr>
      <w:rFonts w:ascii="Verdana" w:hAnsi="Verdana"/>
      <w:sz w:val="24"/>
    </w:rPr>
  </w:style>
  <w:style w:type="character" w:customStyle="1" w:styleId="Kop2Char">
    <w:name w:val="Kop 2 Char"/>
    <w:link w:val="Kop2"/>
    <w:rsid w:val="009D114F"/>
    <w:rPr>
      <w:rFonts w:ascii="Verdana" w:hAnsi="Verdana"/>
      <w:b/>
      <w:sz w:val="18"/>
    </w:rPr>
  </w:style>
  <w:style w:type="character" w:customStyle="1" w:styleId="Kop3Char">
    <w:name w:val="Kop 3 Char"/>
    <w:link w:val="Kop3"/>
    <w:rsid w:val="009D114F"/>
    <w:rPr>
      <w:rFonts w:ascii="Verdana" w:hAnsi="Verdana"/>
      <w:i/>
      <w:sz w:val="18"/>
    </w:rPr>
  </w:style>
  <w:style w:type="character" w:customStyle="1" w:styleId="Kop4Char">
    <w:name w:val="Kop 4 Char"/>
    <w:link w:val="Kop4"/>
    <w:rsid w:val="009D114F"/>
    <w:rPr>
      <w:rFonts w:ascii="Verdana" w:hAnsi="Verdana"/>
      <w:bCs/>
      <w:sz w:val="18"/>
      <w:szCs w:val="28"/>
    </w:rPr>
  </w:style>
  <w:style w:type="character" w:customStyle="1" w:styleId="Kop5Char">
    <w:name w:val="Kop 5 Char"/>
    <w:link w:val="Kop5"/>
    <w:rsid w:val="009D114F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rsid w:val="009D114F"/>
    <w:rPr>
      <w:rFonts w:ascii="Verdana" w:hAnsi="Verdana"/>
      <w:bCs/>
      <w:sz w:val="18"/>
      <w:szCs w:val="22"/>
    </w:rPr>
  </w:style>
  <w:style w:type="character" w:customStyle="1" w:styleId="Kop7Char">
    <w:name w:val="Kop 7 Char"/>
    <w:link w:val="Kop7"/>
    <w:rsid w:val="009D114F"/>
    <w:rPr>
      <w:rFonts w:ascii="Verdana" w:hAnsi="Verdana"/>
      <w:sz w:val="18"/>
    </w:rPr>
  </w:style>
  <w:style w:type="character" w:customStyle="1" w:styleId="Kop8Char">
    <w:name w:val="Kop 8 Char"/>
    <w:link w:val="Kop8"/>
    <w:rsid w:val="009D114F"/>
    <w:rPr>
      <w:rFonts w:ascii="Verdana" w:hAnsi="Verdana"/>
      <w:iCs/>
      <w:sz w:val="18"/>
    </w:rPr>
  </w:style>
  <w:style w:type="character" w:customStyle="1" w:styleId="Kop9Char">
    <w:name w:val="Kop 9 Char"/>
    <w:link w:val="Kop9"/>
    <w:rsid w:val="009D114F"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rsid w:val="00030E89"/>
    <w:rPr>
      <w:color w:val="0000FF"/>
      <w:sz w:val="24"/>
      <w:szCs w:val="24"/>
    </w:rPr>
  </w:style>
  <w:style w:type="character" w:customStyle="1" w:styleId="Plattetekst2Char">
    <w:name w:val="Platte tekst 2 Char"/>
    <w:link w:val="Plattetekst2"/>
    <w:rsid w:val="00030E89"/>
    <w:rPr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00249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030E89"/>
    <w:rPr>
      <w:rFonts w:ascii="Verdana" w:hAnsi="Verdana"/>
      <w:sz w:val="18"/>
    </w:rPr>
  </w:style>
  <w:style w:type="paragraph" w:styleId="Plattetekst">
    <w:name w:val="Body Text"/>
    <w:basedOn w:val="Standaard"/>
    <w:link w:val="PlattetekstChar"/>
    <w:uiPriority w:val="99"/>
    <w:unhideWhenUsed/>
    <w:rsid w:val="00030E89"/>
    <w:pPr>
      <w:spacing w:after="120"/>
    </w:pPr>
  </w:style>
  <w:style w:type="character" w:customStyle="1" w:styleId="PlattetekstChar">
    <w:name w:val="Platte tekst Char"/>
    <w:link w:val="Plattetekst"/>
    <w:uiPriority w:val="99"/>
    <w:rsid w:val="00030E89"/>
    <w:rPr>
      <w:sz w:val="22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22541"/>
    <w:pPr>
      <w:spacing w:after="120"/>
      <w:ind w:left="283"/>
    </w:pPr>
  </w:style>
  <w:style w:type="character" w:customStyle="1" w:styleId="PlattetekstinspringenChar">
    <w:name w:val="Platte tekst inspringen Char"/>
    <w:link w:val="Plattetekstinspringen"/>
    <w:uiPriority w:val="99"/>
    <w:semiHidden/>
    <w:rsid w:val="00122541"/>
    <w:rPr>
      <w:sz w:val="22"/>
    </w:rPr>
  </w:style>
  <w:style w:type="paragraph" w:customStyle="1" w:styleId="Default">
    <w:name w:val="Default"/>
    <w:rsid w:val="00676A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76A3F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0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A0036"/>
    <w:rPr>
      <w:rFonts w:ascii="Tahoma" w:hAnsi="Tahoma" w:cs="Tahoma"/>
      <w:sz w:val="16"/>
      <w:szCs w:val="16"/>
    </w:rPr>
  </w:style>
  <w:style w:type="character" w:styleId="Verwijzingopmerking">
    <w:name w:val="annotation reference"/>
    <w:uiPriority w:val="99"/>
    <w:semiHidden/>
    <w:unhideWhenUsed/>
    <w:rsid w:val="00AF1D9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F1D9C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F1D9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1D9C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AF1D9C"/>
    <w:rPr>
      <w:b/>
      <w:bCs/>
    </w:rPr>
  </w:style>
  <w:style w:type="paragraph" w:styleId="Koptekst">
    <w:name w:val="header"/>
    <w:basedOn w:val="Standaard"/>
    <w:link w:val="KoptekstChar"/>
    <w:rsid w:val="0000249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3E4884"/>
    <w:rPr>
      <w:rFonts w:ascii="Verdana" w:hAnsi="Verdana"/>
      <w:sz w:val="18"/>
    </w:rPr>
  </w:style>
  <w:style w:type="character" w:styleId="Hyperlink">
    <w:name w:val="Hyperlink"/>
    <w:unhideWhenUsed/>
    <w:rsid w:val="00844375"/>
    <w:rPr>
      <w:color w:val="0000FF"/>
      <w:u w:val="single"/>
    </w:rPr>
  </w:style>
  <w:style w:type="table" w:styleId="Tabelraster">
    <w:name w:val="Table Grid"/>
    <w:basedOn w:val="Standaardtabel"/>
    <w:rsid w:val="0000249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3B2A33"/>
    <w:rPr>
      <w:sz w:val="22"/>
    </w:rPr>
  </w:style>
  <w:style w:type="paragraph" w:customStyle="1" w:styleId="C2-CtrSglS">
    <w:name w:val="C2-Ctr Sgl S"/>
    <w:rsid w:val="002A2B26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customStyle="1" w:styleId="RAankruisvak-leeg">
    <w:name w:val="R_Aankruisvak-leeg"/>
    <w:basedOn w:val="Standaard"/>
    <w:rsid w:val="0000249F"/>
    <w:pPr>
      <w:numPr>
        <w:numId w:val="37"/>
      </w:numPr>
    </w:pPr>
  </w:style>
  <w:style w:type="paragraph" w:customStyle="1" w:styleId="RAankruisvak-vinkje">
    <w:name w:val="R_Aankruisvak-vinkje"/>
    <w:basedOn w:val="Standaard"/>
    <w:rsid w:val="0000249F"/>
    <w:pPr>
      <w:numPr>
        <w:numId w:val="38"/>
      </w:numPr>
    </w:pPr>
  </w:style>
  <w:style w:type="paragraph" w:customStyle="1" w:styleId="RAfzend-invulling">
    <w:name w:val="R_Afzend-invulling"/>
    <w:basedOn w:val="Standaard"/>
    <w:next w:val="Standaard"/>
    <w:rsid w:val="0000249F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00249F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00249F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00249F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00249F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00249F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00249F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00249F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00249F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00249F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00249F"/>
    <w:pPr>
      <w:numPr>
        <w:numId w:val="39"/>
      </w:numPr>
    </w:pPr>
  </w:style>
  <w:style w:type="paragraph" w:customStyle="1" w:styleId="ROpsomming-bolletjes-klein">
    <w:name w:val="R_Opsomming-bolletjes-klein"/>
    <w:basedOn w:val="Standaard"/>
    <w:rsid w:val="0000249F"/>
    <w:pPr>
      <w:numPr>
        <w:numId w:val="40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00249F"/>
    <w:pPr>
      <w:numPr>
        <w:numId w:val="41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00249F"/>
    <w:pPr>
      <w:numPr>
        <w:numId w:val="42"/>
      </w:numPr>
    </w:pPr>
  </w:style>
  <w:style w:type="paragraph" w:customStyle="1" w:styleId="ROpsomming-genummerd">
    <w:name w:val="R_Opsomming-genummerd"/>
    <w:basedOn w:val="Standaard"/>
    <w:rsid w:val="0000249F"/>
    <w:pPr>
      <w:numPr>
        <w:numId w:val="43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00249F"/>
    <w:pPr>
      <w:numPr>
        <w:numId w:val="44"/>
      </w:numPr>
    </w:pPr>
  </w:style>
  <w:style w:type="paragraph" w:customStyle="1" w:styleId="RPaginanummer">
    <w:name w:val="R_Paginanummer"/>
    <w:basedOn w:val="RAfzend-invulling"/>
    <w:next w:val="Standaard"/>
    <w:rsid w:val="0000249F"/>
    <w:rPr>
      <w:szCs w:val="18"/>
    </w:rPr>
  </w:style>
  <w:style w:type="paragraph" w:customStyle="1" w:styleId="RReferenties">
    <w:name w:val="R_Referenties"/>
    <w:basedOn w:val="Standaard"/>
    <w:next w:val="Standaard"/>
    <w:rsid w:val="0000249F"/>
    <w:rPr>
      <w:szCs w:val="18"/>
    </w:rPr>
  </w:style>
  <w:style w:type="paragraph" w:customStyle="1" w:styleId="RRetouradres">
    <w:name w:val="R_Retouradres"/>
    <w:basedOn w:val="RAfzend-invulling"/>
    <w:next w:val="Standaard"/>
    <w:rsid w:val="0000249F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00249F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00249F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00249F"/>
    <w:rPr>
      <w:b/>
      <w:sz w:val="14"/>
    </w:rPr>
  </w:style>
  <w:style w:type="paragraph" w:customStyle="1" w:styleId="RTabeltekst">
    <w:name w:val="R_Tabeltekst"/>
    <w:basedOn w:val="Standaard"/>
    <w:rsid w:val="0000249F"/>
    <w:rPr>
      <w:sz w:val="14"/>
    </w:rPr>
  </w:style>
  <w:style w:type="paragraph" w:customStyle="1" w:styleId="RTitel">
    <w:name w:val="R_Titel"/>
    <w:basedOn w:val="Standaard"/>
    <w:next w:val="Standaard"/>
    <w:rsid w:val="0000249F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00249F"/>
    <w:rPr>
      <w:szCs w:val="18"/>
    </w:rPr>
  </w:style>
  <w:style w:type="character" w:customStyle="1" w:styleId="RVoetnootmarkering">
    <w:name w:val="R_Voetnootmarkering"/>
    <w:rsid w:val="0000249F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00249F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00249F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00249F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00249F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00249F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00249F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00249F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00249F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00249F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00249F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00249F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00249F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00249F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00249F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00249F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00249F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00249F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00249F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00249F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00249F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00249F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00249F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00249F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http://www.coolairnederland.nl/coolair-afbeeldingen/referenties-coolair-umc_st_radboud.jpg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3A191C-8C71-4F36-B25B-45E18F362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F631D-64E0-49ED-BC99-1DAFAB10E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E314F-4B24-40E0-9E87-1E075393E8E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3A36AF9-A9C4-4ED8-BBE8-AB87D34BC9A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E994062-11B8-4E1E-943F-8EEE0CABFCB0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sharepoint/v3"/>
    <ds:schemaRef ds:uri="fd2069cc-00ae-4f60-8ff8-57f81a5b98cd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1625</Words>
  <Characters>8939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maatschappelijke opvang, vrouwenopvang en zwerfjongerenopvang (niet-ambulant)</vt:lpstr>
    </vt:vector>
  </TitlesOfParts>
  <Company/>
  <LinksUpToDate>false</LinksUpToDate>
  <CharactersWithSpaces>10543</CharactersWithSpaces>
  <SharedDoc>false</SharedDoc>
  <HLinks>
    <vt:vector size="6" baseType="variant">
      <vt:variant>
        <vt:i4>327761</vt:i4>
      </vt:variant>
      <vt:variant>
        <vt:i4>-1</vt:i4>
      </vt:variant>
      <vt:variant>
        <vt:i4>1260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maatschappelijke opvang, vrouwenopvang en zwerfjongerenopvang (niet-ambulant)</dc:title>
  <dc:subject/>
  <dc:creator>z065145</dc:creator>
  <cp:keywords/>
  <cp:lastModifiedBy>Rijk, mw. J. de</cp:lastModifiedBy>
  <cp:revision>2</cp:revision>
  <cp:lastPrinted>2010-09-13T11:17:00Z</cp:lastPrinted>
  <dcterms:created xsi:type="dcterms:W3CDTF">2019-03-22T15:24:00Z</dcterms:created>
  <dcterms:modified xsi:type="dcterms:W3CDTF">2019-03-22T15:24:00Z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